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29" w:rsidRDefault="00A51129" w:rsidP="005366B8">
      <w:pPr>
        <w:spacing w:after="0" w:line="240" w:lineRule="auto"/>
        <w:jc w:val="center"/>
        <w:rPr>
          <w:b/>
          <w:bCs/>
        </w:rPr>
      </w:pPr>
      <w:r w:rsidRPr="002B3403">
        <w:rPr>
          <w:b/>
          <w:bCs/>
        </w:rPr>
        <w:t>ЗАЧЕМ  ВУЗОВСКОЙ  БИБЛИОТЕКЕ</w:t>
      </w:r>
      <w:r>
        <w:rPr>
          <w:b/>
          <w:bCs/>
        </w:rPr>
        <w:t xml:space="preserve"> СОЦИАЛЬНЫЕ МЕДИА?</w:t>
      </w:r>
    </w:p>
    <w:p w:rsidR="00A51129" w:rsidRDefault="00A51129" w:rsidP="005366B8">
      <w:pPr>
        <w:spacing w:after="0" w:line="240" w:lineRule="auto"/>
        <w:rPr>
          <w:b/>
          <w:bCs/>
        </w:rPr>
      </w:pPr>
    </w:p>
    <w:p w:rsidR="00A51129" w:rsidRDefault="00A51129" w:rsidP="00BA21FE">
      <w:pPr>
        <w:spacing w:after="0" w:line="240" w:lineRule="auto"/>
        <w:jc w:val="both"/>
      </w:pPr>
      <w:r>
        <w:rPr>
          <w:b/>
          <w:u w:val="single"/>
        </w:rPr>
        <w:t>1</w:t>
      </w:r>
      <w:r w:rsidRPr="00856775">
        <w:rPr>
          <w:b/>
          <w:u w:val="single"/>
        </w:rPr>
        <w:t xml:space="preserve"> слайд.</w:t>
      </w:r>
      <w:r>
        <w:t xml:space="preserve"> </w:t>
      </w:r>
      <w:r w:rsidRPr="00A0748B">
        <w:t xml:space="preserve">Социальные медиа  –  это </w:t>
      </w:r>
      <w:r w:rsidRPr="00DC5315">
        <w:t>основанные на интернет-технологиях каналы и площадки для общ</w:t>
      </w:r>
      <w:r w:rsidRPr="00DC5315">
        <w:t>е</w:t>
      </w:r>
      <w:r w:rsidRPr="00DC5315">
        <w:t>ния и обмена контентом между пользователями</w:t>
      </w:r>
      <w:r>
        <w:t>.</w:t>
      </w:r>
      <w:r w:rsidRPr="00DC5315">
        <w:t xml:space="preserve"> </w:t>
      </w:r>
      <w:r>
        <w:t>Т</w:t>
      </w:r>
      <w:r w:rsidRPr="00DC5315">
        <w:t>акие как форумы, блоги, социальные сети, фото- и видео-хостинги, платфо</w:t>
      </w:r>
      <w:r>
        <w:t>рмы для совместного творчества.</w:t>
      </w:r>
    </w:p>
    <w:p w:rsidR="00A51129" w:rsidRDefault="00A51129" w:rsidP="00BA21FE">
      <w:pPr>
        <w:spacing w:after="0" w:line="240" w:lineRule="auto"/>
        <w:jc w:val="both"/>
      </w:pPr>
      <w:r w:rsidRPr="00856775">
        <w:rPr>
          <w:b/>
          <w:u w:val="single"/>
        </w:rPr>
        <w:t>2 слайд.</w:t>
      </w:r>
      <w:r>
        <w:t xml:space="preserve"> По данным </w:t>
      </w:r>
      <w:r w:rsidRPr="00DC5315">
        <w:t>исследовани</w:t>
      </w:r>
      <w:r>
        <w:t>я</w:t>
      </w:r>
      <w:r w:rsidRPr="00DC5315">
        <w:t xml:space="preserve"> Mail.Ru Group</w:t>
      </w:r>
      <w:r>
        <w:t>, которое проводилось в</w:t>
      </w:r>
      <w:r w:rsidRPr="00DC5315">
        <w:t xml:space="preserve"> январ</w:t>
      </w:r>
      <w:r>
        <w:t>е</w:t>
      </w:r>
      <w:r w:rsidRPr="00DC5315">
        <w:t xml:space="preserve"> 2014 года</w:t>
      </w:r>
      <w:r>
        <w:t>, е</w:t>
      </w:r>
      <w:r w:rsidRPr="00DC5315">
        <w:t xml:space="preserve">жемесячно во всемирную паутину в России выходят </w:t>
      </w:r>
      <w:r>
        <w:t xml:space="preserve">около </w:t>
      </w:r>
      <w:r w:rsidRPr="00DC5315">
        <w:t>6</w:t>
      </w:r>
      <w:r>
        <w:t xml:space="preserve">6 </w:t>
      </w:r>
      <w:r w:rsidRPr="00DC5315">
        <w:t>млн. человек, из которых социальные сети посещают более 90%</w:t>
      </w:r>
      <w:r>
        <w:t>.</w:t>
      </w:r>
    </w:p>
    <w:p w:rsidR="00A51129" w:rsidRDefault="00A51129" w:rsidP="00A57F27">
      <w:pPr>
        <w:spacing w:after="0" w:line="240" w:lineRule="auto"/>
        <w:jc w:val="both"/>
      </w:pPr>
      <w:r w:rsidRPr="00E66723">
        <w:t xml:space="preserve">Для библиотек социальные медиа являются экономичным и при этом эффективным способом изучения мнений о библиотечных услугах, формирования положительного имиджа, налаживания эффективных коммуникаций с реальными и </w:t>
      </w:r>
      <w:r w:rsidRPr="00CD6923">
        <w:rPr>
          <w:rFonts w:cs="Times New Roman"/>
          <w:szCs w:val="24"/>
        </w:rPr>
        <w:t>потенциальными пользователями</w:t>
      </w:r>
      <w:r w:rsidRPr="00DC011C">
        <w:rPr>
          <w:rFonts w:cs="Times New Roman"/>
          <w:szCs w:val="24"/>
        </w:rPr>
        <w:t>.</w:t>
      </w:r>
    </w:p>
    <w:p w:rsidR="00A51129" w:rsidRDefault="00A51129" w:rsidP="006F7B8C">
      <w:pPr>
        <w:spacing w:after="0" w:line="240" w:lineRule="auto"/>
        <w:jc w:val="both"/>
      </w:pPr>
      <w:r>
        <w:rPr>
          <w:b/>
          <w:u w:val="single"/>
        </w:rPr>
        <w:t>3</w:t>
      </w:r>
      <w:r w:rsidRPr="00856775">
        <w:rPr>
          <w:b/>
          <w:u w:val="single"/>
        </w:rPr>
        <w:t xml:space="preserve"> слайд.</w:t>
      </w:r>
      <w:r>
        <w:t xml:space="preserve"> </w:t>
      </w:r>
      <w:r w:rsidRPr="00DC5315">
        <w:t>18 мая 2014 года на заседании Совета РБА было принято решение о создании   рабочей группы «Библиотеки и социальные медиа» при секции по издательской и книгораспространительской деятел</w:t>
      </w:r>
      <w:r w:rsidRPr="00DC5315">
        <w:t>ь</w:t>
      </w:r>
      <w:r w:rsidRPr="00DC5315">
        <w:t>ности</w:t>
      </w:r>
      <w:r>
        <w:t>.</w:t>
      </w:r>
    </w:p>
    <w:p w:rsidR="00A51129" w:rsidRDefault="00A51129" w:rsidP="009B7094">
      <w:pPr>
        <w:spacing w:after="0" w:line="240" w:lineRule="auto"/>
        <w:jc w:val="both"/>
      </w:pPr>
      <w:r>
        <w:rPr>
          <w:b/>
          <w:u w:val="single"/>
        </w:rPr>
        <w:t xml:space="preserve">4 </w:t>
      </w:r>
      <w:r w:rsidRPr="00856775">
        <w:rPr>
          <w:b/>
          <w:u w:val="single"/>
        </w:rPr>
        <w:t>слайд.</w:t>
      </w:r>
      <w:r w:rsidRPr="00DC5315">
        <w:rPr>
          <w:rFonts w:cs="Times New Roman"/>
          <w:szCs w:val="24"/>
        </w:rPr>
        <w:t xml:space="preserve"> </w:t>
      </w:r>
      <w:r w:rsidRPr="00E66723">
        <w:t xml:space="preserve">Современное образование </w:t>
      </w:r>
      <w:r>
        <w:t xml:space="preserve">также </w:t>
      </w:r>
      <w:r w:rsidRPr="00E66723">
        <w:t xml:space="preserve">немыслимо без использования информационных технологий и средств массовой </w:t>
      </w:r>
      <w:r w:rsidRPr="009544AA">
        <w:t xml:space="preserve">коммуникации. </w:t>
      </w:r>
      <w:r>
        <w:t>При формировании</w:t>
      </w:r>
      <w:r>
        <w:rPr>
          <w:b/>
        </w:rPr>
        <w:t xml:space="preserve"> </w:t>
      </w:r>
      <w:r>
        <w:t xml:space="preserve">Национального рейтинга университетов </w:t>
      </w:r>
      <w:r w:rsidRPr="00AC5541">
        <w:rPr>
          <w:rFonts w:cs="Times New Roman"/>
          <w:szCs w:val="24"/>
          <w:lang w:eastAsia="ru-RU"/>
        </w:rPr>
        <w:t>оцен</w:t>
      </w:r>
      <w:r>
        <w:rPr>
          <w:rFonts w:cs="Times New Roman"/>
          <w:szCs w:val="24"/>
          <w:lang w:eastAsia="ru-RU"/>
        </w:rPr>
        <w:t>ив</w:t>
      </w:r>
      <w:r>
        <w:rPr>
          <w:rFonts w:cs="Times New Roman"/>
          <w:szCs w:val="24"/>
          <w:lang w:eastAsia="ru-RU"/>
        </w:rPr>
        <w:t>а</w:t>
      </w:r>
      <w:r>
        <w:rPr>
          <w:rFonts w:cs="Times New Roman"/>
          <w:szCs w:val="24"/>
          <w:lang w:eastAsia="ru-RU"/>
        </w:rPr>
        <w:t xml:space="preserve">ется </w:t>
      </w:r>
      <w:r w:rsidRPr="00AC5541">
        <w:rPr>
          <w:rFonts w:cs="Times New Roman"/>
          <w:szCs w:val="24"/>
          <w:lang w:eastAsia="ru-RU"/>
        </w:rPr>
        <w:t>уров</w:t>
      </w:r>
      <w:r>
        <w:rPr>
          <w:rFonts w:cs="Times New Roman"/>
          <w:szCs w:val="24"/>
          <w:lang w:eastAsia="ru-RU"/>
        </w:rPr>
        <w:t>ень</w:t>
      </w:r>
      <w:r w:rsidRPr="00AC5541">
        <w:rPr>
          <w:rFonts w:cs="Times New Roman"/>
          <w:szCs w:val="24"/>
          <w:lang w:eastAsia="ru-RU"/>
        </w:rPr>
        <w:t xml:space="preserve"> развития социально-сетевых коммуникаций вузов.</w:t>
      </w:r>
    </w:p>
    <w:p w:rsidR="00A51129" w:rsidRDefault="00A51129" w:rsidP="009B7094">
      <w:pPr>
        <w:spacing w:after="0" w:line="240" w:lineRule="auto"/>
        <w:jc w:val="both"/>
      </w:pPr>
      <w:r>
        <w:rPr>
          <w:b/>
          <w:u w:val="single"/>
        </w:rPr>
        <w:t>5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Наша библиотека начала работу в социальных медиа примерно 1,5 года назад.</w:t>
      </w:r>
    </w:p>
    <w:p w:rsidR="00A51129" w:rsidRDefault="00A51129" w:rsidP="009B7094">
      <w:pPr>
        <w:spacing w:after="0" w:line="240" w:lineRule="auto"/>
        <w:jc w:val="both"/>
      </w:pPr>
      <w:r>
        <w:rPr>
          <w:b/>
          <w:u w:val="single"/>
        </w:rPr>
        <w:t>6</w:t>
      </w:r>
      <w:r w:rsidRPr="00856775">
        <w:rPr>
          <w:b/>
          <w:u w:val="single"/>
        </w:rPr>
        <w:t xml:space="preserve"> слайд.</w:t>
      </w:r>
      <w:r w:rsidRPr="00E66723">
        <w:t xml:space="preserve"> </w:t>
      </w:r>
    </w:p>
    <w:p w:rsidR="00A51129" w:rsidRPr="00BD1270" w:rsidRDefault="00A51129" w:rsidP="009B7094">
      <w:pPr>
        <w:spacing w:after="0" w:line="240" w:lineRule="auto"/>
        <w:jc w:val="both"/>
        <w:rPr>
          <w:bCs/>
        </w:rPr>
      </w:pPr>
      <w:r w:rsidRPr="00BD1270">
        <w:rPr>
          <w:bCs/>
        </w:rPr>
        <w:t xml:space="preserve">Конечно, </w:t>
      </w:r>
      <w:r>
        <w:rPr>
          <w:bCs/>
        </w:rPr>
        <w:t xml:space="preserve">если </w:t>
      </w:r>
      <w:r w:rsidRPr="00BD1270">
        <w:rPr>
          <w:bCs/>
        </w:rPr>
        <w:t>библиотек</w:t>
      </w:r>
      <w:r>
        <w:rPr>
          <w:bCs/>
        </w:rPr>
        <w:t>а</w:t>
      </w:r>
      <w:r w:rsidRPr="00BD1270">
        <w:rPr>
          <w:bCs/>
        </w:rPr>
        <w:t xml:space="preserve"> </w:t>
      </w:r>
      <w:r>
        <w:rPr>
          <w:bCs/>
        </w:rPr>
        <w:t>не</w:t>
      </w:r>
      <w:r w:rsidRPr="00BD1270">
        <w:rPr>
          <w:bCs/>
        </w:rPr>
        <w:t xml:space="preserve"> </w:t>
      </w:r>
      <w:r>
        <w:rPr>
          <w:bCs/>
        </w:rPr>
        <w:t xml:space="preserve">может выделить </w:t>
      </w:r>
      <w:r w:rsidRPr="00BD1270">
        <w:rPr>
          <w:bCs/>
        </w:rPr>
        <w:t>сотрудник</w:t>
      </w:r>
      <w:r>
        <w:rPr>
          <w:bCs/>
        </w:rPr>
        <w:t xml:space="preserve">а для работы в социальных медиа, </w:t>
      </w:r>
      <w:r w:rsidRPr="00BD1270">
        <w:rPr>
          <w:bCs/>
        </w:rPr>
        <w:t>о продвиж</w:t>
      </w:r>
      <w:r w:rsidRPr="00BD1270">
        <w:rPr>
          <w:bCs/>
        </w:rPr>
        <w:t>е</w:t>
      </w:r>
      <w:r w:rsidRPr="00BD1270">
        <w:rPr>
          <w:bCs/>
        </w:rPr>
        <w:t xml:space="preserve">нии библиотеки в социальных медиа трудно говорить. </w:t>
      </w:r>
      <w:r>
        <w:t>Все государственные вузы Кемерова имеют свои представительства в социальных медиа.</w:t>
      </w:r>
      <w:r w:rsidRPr="00BD1270">
        <w:rPr>
          <w:bCs/>
        </w:rPr>
        <w:t xml:space="preserve"> </w:t>
      </w:r>
      <w:r>
        <w:rPr>
          <w:bCs/>
        </w:rPr>
        <w:t>М</w:t>
      </w:r>
      <w:r w:rsidRPr="00BD1270">
        <w:rPr>
          <w:bCs/>
        </w:rPr>
        <w:t>ожно узнать, какие представительства Вашего вуза («Новости вуза» и т.д.) есть в социальных медиа, кто за них отвечает, предоставлять информацию о ресурсах, у</w:t>
      </w:r>
      <w:r w:rsidRPr="00BD1270">
        <w:rPr>
          <w:bCs/>
        </w:rPr>
        <w:t>с</w:t>
      </w:r>
      <w:r w:rsidRPr="00BD1270">
        <w:rPr>
          <w:bCs/>
        </w:rPr>
        <w:t>лугах, мероприятиях библиотеки. Если есть представительства - группы в «ВКонтакте», можно попр</w:t>
      </w:r>
      <w:r w:rsidRPr="00BD1270">
        <w:rPr>
          <w:bCs/>
        </w:rPr>
        <w:t>о</w:t>
      </w:r>
      <w:r w:rsidRPr="00BD1270">
        <w:rPr>
          <w:bCs/>
        </w:rPr>
        <w:t>сить создать тему для обсуждения «Вопросы библиотеке от читателей».</w:t>
      </w:r>
    </w:p>
    <w:p w:rsidR="00A51129" w:rsidRPr="009B7094" w:rsidRDefault="00A51129" w:rsidP="009B7094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7</w:t>
      </w:r>
      <w:r w:rsidRPr="00856775">
        <w:rPr>
          <w:b/>
          <w:u w:val="single"/>
        </w:rPr>
        <w:t xml:space="preserve"> слайд</w:t>
      </w:r>
      <w:r w:rsidRPr="009B7094">
        <w:rPr>
          <w:b/>
          <w:u w:val="single"/>
        </w:rPr>
        <w:t xml:space="preserve">. </w:t>
      </w:r>
      <w:r w:rsidRPr="009B7094">
        <w:rPr>
          <w:bCs/>
        </w:rPr>
        <w:t>Наверно, у многих сейчас возникает вопрос «Зачем НТБ КузГТУ зарегистрировалась в соц</w:t>
      </w:r>
      <w:r w:rsidRPr="009B7094">
        <w:rPr>
          <w:bCs/>
        </w:rPr>
        <w:t>и</w:t>
      </w:r>
      <w:r w:rsidRPr="009B7094">
        <w:rPr>
          <w:bCs/>
        </w:rPr>
        <w:t>альных медиа, если в них уже есть представительство вуза?». «Новости КузГТУ» не могут размещать большое количество сообщений библиотеки. Поэтому модератор «Новостей КузГТУ» делает перепост не всех сообщений о ресурсах библиотеки. В то же время через перепост новости библиотеки размещ</w:t>
      </w:r>
      <w:r w:rsidRPr="009B7094">
        <w:rPr>
          <w:bCs/>
        </w:rPr>
        <w:t>а</w:t>
      </w:r>
      <w:r w:rsidRPr="009B7094">
        <w:rPr>
          <w:bCs/>
        </w:rPr>
        <w:t>ются в «Новостях КузГТУ» на 1-2 дня раньше, чем на сайте вуза.</w:t>
      </w:r>
    </w:p>
    <w:p w:rsidR="00A51129" w:rsidRDefault="00A51129" w:rsidP="009B7094">
      <w:pPr>
        <w:spacing w:after="0" w:line="240" w:lineRule="auto"/>
        <w:jc w:val="both"/>
        <w:rPr>
          <w:bCs/>
        </w:rPr>
      </w:pPr>
      <w:r w:rsidRPr="009B7094">
        <w:rPr>
          <w:bCs/>
        </w:rPr>
        <w:t>На сообщения для продвижения чтения, знакомства пользователей с искусством и культурой «Новости КузГТУ» не делают перепост; библиотека использует социальные медиа для консультаций, ответов на вопросы пользователей; осуществляет поиск задолжников, рассылает сообщения с напоминаниями.</w:t>
      </w:r>
      <w:r>
        <w:rPr>
          <w:bCs/>
        </w:rPr>
        <w:t xml:space="preserve"> 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8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Хочется остановиться на работе с задолжниками. Судебные приставы во многих городах Ро</w:t>
      </w:r>
      <w:r>
        <w:rPr>
          <w:bCs/>
        </w:rPr>
        <w:t>с</w:t>
      </w:r>
      <w:r>
        <w:rPr>
          <w:bCs/>
        </w:rPr>
        <w:t>сии уже используют социальные сети при розыске должников. Почему мы не можем воспользоваться социальными сетями для поиска наших задолжников?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9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6C66B9">
        <w:rPr>
          <w:bCs/>
        </w:rPr>
        <w:t>Поиск задолжников в сетях мы ведем с конца прошлого года.</w:t>
      </w:r>
      <w:r>
        <w:rPr>
          <w:bCs/>
        </w:rPr>
        <w:t xml:space="preserve"> </w:t>
      </w:r>
      <w:r w:rsidRPr="006C66B9">
        <w:rPr>
          <w:bCs/>
        </w:rPr>
        <w:t>Найдено 70% задолжников из списков подразделений отдела обслуживания, в том числе задолжников, отчисленных из университета в прошлые годы</w:t>
      </w:r>
      <w:r>
        <w:rPr>
          <w:bCs/>
        </w:rPr>
        <w:t>. Конечно, есть некоторые проблемы при идентификации задолжников.</w:t>
      </w:r>
    </w:p>
    <w:p w:rsidR="00A51129" w:rsidRDefault="00A51129" w:rsidP="00A63B5E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10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6C66B9">
        <w:rPr>
          <w:bCs/>
        </w:rPr>
        <w:t>Перед Вами перечень данных</w:t>
      </w:r>
      <w:r>
        <w:rPr>
          <w:bCs/>
        </w:rPr>
        <w:t>, которые необходимо знать о задолжнике, чтобы его найти (ф</w:t>
      </w:r>
      <w:r>
        <w:rPr>
          <w:bCs/>
        </w:rPr>
        <w:t>а</w:t>
      </w:r>
      <w:r>
        <w:rPr>
          <w:bCs/>
        </w:rPr>
        <w:t>милия, имя, отчество, н</w:t>
      </w:r>
      <w:r w:rsidRPr="006C66B9">
        <w:rPr>
          <w:bCs/>
        </w:rPr>
        <w:t>аселенны</w:t>
      </w:r>
      <w:r>
        <w:rPr>
          <w:bCs/>
        </w:rPr>
        <w:t>й пункт, где задолжник прописан, институт, группа, где учится).</w:t>
      </w:r>
    </w:p>
    <w:p w:rsidR="00A51129" w:rsidRDefault="00A51129" w:rsidP="00A63B5E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11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Все задолжники реагируют адекватно на наши напоминания, благодарят. Иногда пишут, что мы ошиблись.</w:t>
      </w:r>
    </w:p>
    <w:p w:rsidR="00A51129" w:rsidRDefault="00A51129" w:rsidP="00A63B5E">
      <w:pPr>
        <w:spacing w:after="0" w:line="240" w:lineRule="auto"/>
        <w:jc w:val="both"/>
        <w:rPr>
          <w:bCs/>
        </w:rPr>
      </w:pPr>
      <w:r w:rsidRPr="00295BE2">
        <w:rPr>
          <w:b/>
          <w:u w:val="single"/>
        </w:rPr>
        <w:t>1</w:t>
      </w:r>
      <w:r>
        <w:rPr>
          <w:b/>
          <w:u w:val="single"/>
        </w:rPr>
        <w:t>2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Также пользователи в социальных сетях нам присылают вопросы (по режиму работы, как скачать издания; как узнать, какие издания на руках; про штрафы и др.).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13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A633B3">
        <w:rPr>
          <w:bCs/>
        </w:rPr>
        <w:t>Социальные сети мы испо</w:t>
      </w:r>
      <w:r>
        <w:rPr>
          <w:bCs/>
        </w:rPr>
        <w:t>льзуем и для работы с кафедрами, которые также зарегистрированы в них. Размещаем на страницах кафедр информацию о ресурсах именно по профилю кафедр.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14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373C4A">
        <w:rPr>
          <w:bCs/>
        </w:rPr>
        <w:t>Как Вы видите, кафедр КузГТУ довольно много в «ВКонтакте».</w:t>
      </w:r>
    </w:p>
    <w:p w:rsidR="00A51129" w:rsidRDefault="00A51129" w:rsidP="00700B7D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15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Также мы оказываем и</w:t>
      </w:r>
      <w:r w:rsidRPr="00934E05">
        <w:rPr>
          <w:bCs/>
        </w:rPr>
        <w:t>нформационн</w:t>
      </w:r>
      <w:r>
        <w:rPr>
          <w:bCs/>
        </w:rPr>
        <w:t xml:space="preserve">ую </w:t>
      </w:r>
      <w:r w:rsidRPr="00934E05">
        <w:rPr>
          <w:bCs/>
        </w:rPr>
        <w:t>поддержк</w:t>
      </w:r>
      <w:r>
        <w:rPr>
          <w:bCs/>
        </w:rPr>
        <w:t xml:space="preserve">у </w:t>
      </w:r>
      <w:r w:rsidRPr="00934E05">
        <w:rPr>
          <w:bCs/>
        </w:rPr>
        <w:t>учены</w:t>
      </w:r>
      <w:r>
        <w:rPr>
          <w:bCs/>
        </w:rPr>
        <w:t>м</w:t>
      </w:r>
      <w:r w:rsidRPr="00934E05">
        <w:rPr>
          <w:bCs/>
        </w:rPr>
        <w:t xml:space="preserve"> КузГТУ</w:t>
      </w:r>
      <w:r>
        <w:rPr>
          <w:bCs/>
        </w:rPr>
        <w:t>.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16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В социальных сетях есть группы отдельных институтов КузГТУ, Студсовета, Студклуба, группы для проживающих в общежитиях КузГТУ.</w:t>
      </w:r>
    </w:p>
    <w:p w:rsidR="00A51129" w:rsidRDefault="00A51129" w:rsidP="00084A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17</w:t>
      </w:r>
      <w:r w:rsidRPr="00295BE2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Некоторые преподаватели уже создают специальные страницы в «ВКонтакте» для обратной связи со студентами, обмена учебной и научной информацией. Мы планируем размещать информацию о ресурсах библиотеки по конкретным дисциплинам, которые читает данный преподаватель.</w:t>
      </w:r>
    </w:p>
    <w:p w:rsidR="00A51129" w:rsidRPr="00E04209" w:rsidRDefault="00A51129" w:rsidP="00336C6A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18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C77A89">
        <w:t>Перед Вами принципы</w:t>
      </w:r>
      <w:r w:rsidRPr="002B3403">
        <w:t>, которых мы придерживаемся при работе в социальных медиа</w:t>
      </w:r>
      <w:r>
        <w:t>: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>Приоритет и оперативность размещения контента о ресурсах, услугах, мероприятиях НТБ КузГТУ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>Ежедневное размещение информации в рабочие дни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>Разнообразие информации (по характеру, виду)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 xml:space="preserve">Ориентированность на диалог с </w:t>
      </w:r>
      <w:r>
        <w:t>пользов</w:t>
      </w:r>
      <w:r w:rsidRPr="002B3403">
        <w:t>ателями, призывы к обращению с вопросами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>Поиск и приглашение в друзья и группу новых студентов, сотрудников КузГТУ в сентябре каждого нового учебного года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>Посещение социальных медиа как минимум 2 раза в день (утром и вечером)</w:t>
      </w:r>
    </w:p>
    <w:p w:rsidR="00A51129" w:rsidRPr="002B3403" w:rsidRDefault="00A51129" w:rsidP="00336C6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</w:pPr>
      <w:r w:rsidRPr="002B3403">
        <w:t xml:space="preserve">Изучение опыта других библиотек </w:t>
      </w:r>
    </w:p>
    <w:p w:rsidR="00A51129" w:rsidRPr="00C970A1" w:rsidRDefault="00A51129" w:rsidP="006133A0">
      <w:pPr>
        <w:spacing w:after="0" w:line="240" w:lineRule="auto"/>
        <w:jc w:val="both"/>
        <w:rPr>
          <w:color w:val="FF0000"/>
        </w:rPr>
      </w:pPr>
      <w:r>
        <w:rPr>
          <w:b/>
          <w:u w:val="single"/>
        </w:rPr>
        <w:t xml:space="preserve">19 </w:t>
      </w:r>
      <w:r w:rsidRPr="00856775">
        <w:rPr>
          <w:b/>
          <w:u w:val="single"/>
        </w:rPr>
        <w:t>слайд.</w:t>
      </w:r>
      <w:r>
        <w:rPr>
          <w:b/>
          <w:u w:val="single"/>
        </w:rPr>
        <w:t xml:space="preserve"> </w:t>
      </w:r>
      <w:r w:rsidRPr="00686FA5">
        <w:t>На сегодняшний день мы зарег</w:t>
      </w:r>
      <w:r>
        <w:t>истрированы в Одноклассниках, В</w:t>
      </w:r>
      <w:r w:rsidRPr="00686FA5">
        <w:t>Контакте, Фейсбуке, Гугл</w:t>
      </w:r>
      <w:r>
        <w:t>е</w:t>
      </w:r>
      <w:r w:rsidRPr="00686FA5">
        <w:t xml:space="preserve"> +, ЛинкедИне, Моем </w:t>
      </w:r>
      <w:r w:rsidRPr="006133A0">
        <w:t>мире, которые популярны у сотрудников и студентов КузГТУ</w:t>
      </w:r>
      <w:r>
        <w:t>.</w:t>
      </w:r>
    </w:p>
    <w:p w:rsidR="00A51129" w:rsidRDefault="00A51129" w:rsidP="00A63B5E">
      <w:pPr>
        <w:spacing w:after="0" w:line="240" w:lineRule="auto"/>
        <w:jc w:val="both"/>
      </w:pPr>
      <w:r>
        <w:rPr>
          <w:b/>
          <w:u w:val="single"/>
        </w:rPr>
        <w:t>20</w:t>
      </w:r>
      <w:r w:rsidRPr="00856775">
        <w:rPr>
          <w:b/>
          <w:u w:val="single"/>
        </w:rPr>
        <w:t xml:space="preserve"> слайд.</w:t>
      </w:r>
      <w:r w:rsidRPr="0083481A">
        <w:rPr>
          <w:b/>
        </w:rPr>
        <w:t xml:space="preserve"> </w:t>
      </w:r>
      <w:r>
        <w:t>У нас 2 г</w:t>
      </w:r>
      <w:r w:rsidRPr="002B3403">
        <w:t>руппы</w:t>
      </w:r>
      <w:r>
        <w:t xml:space="preserve"> в социальных сетях.</w:t>
      </w:r>
    </w:p>
    <w:p w:rsidR="00A51129" w:rsidRDefault="00A51129" w:rsidP="00336C6A">
      <w:pPr>
        <w:spacing w:after="0" w:line="240" w:lineRule="auto"/>
        <w:jc w:val="both"/>
      </w:pPr>
      <w:r>
        <w:rPr>
          <w:b/>
          <w:u w:val="single"/>
        </w:rPr>
        <w:t>21</w:t>
      </w:r>
      <w:r w:rsidRPr="00856775">
        <w:rPr>
          <w:b/>
          <w:u w:val="single"/>
        </w:rPr>
        <w:t xml:space="preserve"> слайд.</w:t>
      </w:r>
      <w:r w:rsidRPr="0083481A">
        <w:t xml:space="preserve"> </w:t>
      </w:r>
      <w:r>
        <w:t>Также создана страница в Фейсбуке.</w:t>
      </w:r>
    </w:p>
    <w:p w:rsidR="00A51129" w:rsidRPr="001B5731" w:rsidRDefault="00A51129" w:rsidP="00480D1E">
      <w:pPr>
        <w:spacing w:after="0" w:line="240" w:lineRule="auto"/>
        <w:jc w:val="both"/>
      </w:pPr>
      <w:r>
        <w:rPr>
          <w:b/>
          <w:u w:val="single"/>
        </w:rPr>
        <w:t>22</w:t>
      </w:r>
      <w:r w:rsidRPr="00856775">
        <w:rPr>
          <w:b/>
          <w:u w:val="single"/>
        </w:rPr>
        <w:t xml:space="preserve"> слайд.</w:t>
      </w:r>
      <w:r w:rsidRPr="0083481A">
        <w:t xml:space="preserve"> </w:t>
      </w:r>
      <w:r>
        <w:t xml:space="preserve">Зачем нужны группы в социальных сетях, </w:t>
      </w:r>
      <w:r w:rsidRPr="003914C8">
        <w:t>страниц</w:t>
      </w:r>
      <w:r>
        <w:t>а как организации на Фейсбуке? Д</w:t>
      </w:r>
      <w:r w:rsidRPr="003914C8">
        <w:t>ля стат</w:t>
      </w:r>
      <w:r w:rsidRPr="003914C8">
        <w:t>и</w:t>
      </w:r>
      <w:r w:rsidRPr="003914C8">
        <w:t>стики</w:t>
      </w:r>
      <w:r>
        <w:t xml:space="preserve"> просмотров! Студенты, которые не желают, чтобы мы были у них в друзьях, могут следить за информацией в группе.  В группе в «Одноклассниках» пользователям легко искать сообщения по кл</w:t>
      </w:r>
      <w:r>
        <w:t>ю</w:t>
      </w:r>
      <w:r>
        <w:t xml:space="preserve">чевым словам, а в «ВКонтакте» вверху страницы группы создаются темы для обсуждений, мы можем выставлять документы в </w:t>
      </w:r>
      <w:r>
        <w:rPr>
          <w:lang w:val="en-US"/>
        </w:rPr>
        <w:t>Word</w:t>
      </w:r>
      <w:r>
        <w:t xml:space="preserve"> и </w:t>
      </w:r>
      <w:r>
        <w:rPr>
          <w:lang w:val="en-US"/>
        </w:rPr>
        <w:t>PowerPoint</w:t>
      </w:r>
      <w:r>
        <w:t>.</w:t>
      </w:r>
    </w:p>
    <w:p w:rsidR="00A51129" w:rsidRPr="006133A0" w:rsidRDefault="00A51129" w:rsidP="006133A0">
      <w:pPr>
        <w:spacing w:after="0" w:line="240" w:lineRule="auto"/>
        <w:jc w:val="both"/>
      </w:pPr>
      <w:r>
        <w:rPr>
          <w:b/>
          <w:u w:val="single"/>
        </w:rPr>
        <w:t>23</w:t>
      </w:r>
      <w:r w:rsidRPr="00856775">
        <w:rPr>
          <w:b/>
          <w:u w:val="single"/>
        </w:rPr>
        <w:t xml:space="preserve"> слайд.</w:t>
      </w:r>
      <w:r w:rsidRPr="0083481A">
        <w:rPr>
          <w:b/>
        </w:rPr>
        <w:t xml:space="preserve"> </w:t>
      </w:r>
      <w:r w:rsidRPr="0083481A">
        <w:t>У</w:t>
      </w:r>
      <w:r>
        <w:rPr>
          <w:b/>
        </w:rPr>
        <w:t xml:space="preserve"> </w:t>
      </w:r>
      <w:r>
        <w:t xml:space="preserve">НТБ КузГТУ есть аккаунт в Твиттере. </w:t>
      </w:r>
      <w:r w:rsidRPr="006133A0">
        <w:t>Он способствует изучению опыта других библиотек, публикуются всего 140 символов, что позволяет быстро читать сообщения.</w:t>
      </w:r>
    </w:p>
    <w:p w:rsidR="00A51129" w:rsidRPr="009952AE" w:rsidRDefault="00A51129" w:rsidP="00A63B5E">
      <w:pPr>
        <w:spacing w:after="0" w:line="240" w:lineRule="auto"/>
        <w:jc w:val="both"/>
      </w:pPr>
      <w:r>
        <w:rPr>
          <w:b/>
          <w:u w:val="single"/>
        </w:rPr>
        <w:t xml:space="preserve">24 </w:t>
      </w:r>
      <w:r w:rsidRPr="006133A0">
        <w:rPr>
          <w:b/>
          <w:u w:val="single"/>
        </w:rPr>
        <w:t xml:space="preserve">слайд. </w:t>
      </w:r>
      <w:r>
        <w:t>Также мы создали собственный блог «Библиореальность».</w:t>
      </w:r>
    </w:p>
    <w:p w:rsidR="00A51129" w:rsidRPr="006133A0" w:rsidRDefault="00A51129" w:rsidP="00362E9C">
      <w:pPr>
        <w:spacing w:after="0" w:line="240" w:lineRule="auto"/>
        <w:jc w:val="both"/>
      </w:pPr>
      <w:r w:rsidRPr="006133A0">
        <w:t>Зачем нам блог в Блоггер? Некоторые пользователи не зарегистрированы ни в одной социальной сети. В блоге они могут читать сообщения и писать комментарии, отмечать понравившиеся сообщения, даже не регистрируясь.</w:t>
      </w:r>
    </w:p>
    <w:p w:rsidR="00A51129" w:rsidRPr="005928A0" w:rsidRDefault="00A51129" w:rsidP="006133A0">
      <w:pPr>
        <w:spacing w:after="0" w:line="240" w:lineRule="auto"/>
        <w:jc w:val="both"/>
      </w:pPr>
      <w:r>
        <w:rPr>
          <w:b/>
          <w:u w:val="single"/>
        </w:rPr>
        <w:t>25</w:t>
      </w:r>
      <w:r w:rsidRPr="00856775">
        <w:rPr>
          <w:b/>
          <w:u w:val="single"/>
        </w:rPr>
        <w:t xml:space="preserve"> слайд.</w:t>
      </w:r>
      <w:r>
        <w:t xml:space="preserve"> Статистику работы с социальными медиа можно считать вполне удовлетворительной. За 5,5 месяца у нас свыше 34700 просмотров, около 2200 друзей, более 880 участников групп, более 500 ла</w:t>
      </w:r>
      <w:r>
        <w:t>й</w:t>
      </w:r>
      <w:r>
        <w:t>ков и классов.</w:t>
      </w:r>
      <w:r w:rsidRPr="005928A0">
        <w:rPr>
          <w:rFonts w:ascii="Calibri" w:hAnsi="Calibri" w:cs="+mn-cs"/>
          <w:color w:val="000000"/>
          <w:kern w:val="24"/>
          <w:sz w:val="40"/>
          <w:szCs w:val="40"/>
          <w:lang w:eastAsia="ru-RU"/>
        </w:rPr>
        <w:t xml:space="preserve"> </w:t>
      </w:r>
      <w:r w:rsidRPr="005928A0">
        <w:t>70 людей являются друзьями библиотеки одновременно в 2-3 социальных сетях;</w:t>
      </w:r>
    </w:p>
    <w:p w:rsidR="00A51129" w:rsidRDefault="00A51129" w:rsidP="006F7B8C">
      <w:pPr>
        <w:spacing w:after="0" w:line="240" w:lineRule="auto"/>
        <w:jc w:val="both"/>
      </w:pPr>
      <w:r w:rsidRPr="005928A0">
        <w:t>1</w:t>
      </w:r>
      <w:r>
        <w:t>993</w:t>
      </w:r>
      <w:r w:rsidRPr="005928A0">
        <w:t xml:space="preserve"> дру</w:t>
      </w:r>
      <w:r>
        <w:t>га</w:t>
      </w:r>
      <w:r w:rsidRPr="005928A0">
        <w:t xml:space="preserve"> библиотеки не являются сотрудниками нашей библиотеки, библиотеками и др. </w:t>
      </w:r>
      <w:r>
        <w:t>организаци</w:t>
      </w:r>
      <w:r>
        <w:t>я</w:t>
      </w:r>
      <w:r>
        <w:t>ми.</w:t>
      </w:r>
    </w:p>
    <w:p w:rsidR="00A51129" w:rsidRDefault="00A51129" w:rsidP="006F7B8C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26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 </w:t>
      </w:r>
      <w:r>
        <w:rPr>
          <w:bCs/>
        </w:rPr>
        <w:t>Из этих 1993 друзей: 61% женщины, 39% мужчины.</w:t>
      </w:r>
    </w:p>
    <w:p w:rsidR="00A51129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27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3C7580">
        <w:rPr>
          <w:bCs/>
        </w:rPr>
        <w:t xml:space="preserve"> </w:t>
      </w:r>
      <w:r>
        <w:rPr>
          <w:bCs/>
        </w:rPr>
        <w:t xml:space="preserve">Что же касается групп, </w:t>
      </w:r>
      <w:r w:rsidRPr="003C7580">
        <w:rPr>
          <w:bCs/>
        </w:rPr>
        <w:t>54% друзей в</w:t>
      </w:r>
      <w:r>
        <w:rPr>
          <w:bCs/>
        </w:rPr>
        <w:t xml:space="preserve"> «Одноклассниках» </w:t>
      </w:r>
      <w:r w:rsidRPr="003C7580">
        <w:rPr>
          <w:bCs/>
        </w:rPr>
        <w:t>– участники группы.</w:t>
      </w:r>
      <w:r>
        <w:rPr>
          <w:bCs/>
        </w:rPr>
        <w:t xml:space="preserve"> </w:t>
      </w:r>
      <w:r w:rsidRPr="003C7580">
        <w:rPr>
          <w:bCs/>
        </w:rPr>
        <w:t>12,5% участн</w:t>
      </w:r>
      <w:r w:rsidRPr="003C7580">
        <w:rPr>
          <w:bCs/>
        </w:rPr>
        <w:t>и</w:t>
      </w:r>
      <w:r w:rsidRPr="003C7580">
        <w:rPr>
          <w:bCs/>
        </w:rPr>
        <w:t xml:space="preserve">ков </w:t>
      </w:r>
      <w:r>
        <w:rPr>
          <w:bCs/>
        </w:rPr>
        <w:t xml:space="preserve">группы </w:t>
      </w:r>
      <w:r w:rsidRPr="003C7580">
        <w:rPr>
          <w:bCs/>
        </w:rPr>
        <w:t>не являются друзьями библиотеки.</w:t>
      </w:r>
      <w:r>
        <w:rPr>
          <w:bCs/>
        </w:rPr>
        <w:t xml:space="preserve"> </w:t>
      </w:r>
    </w:p>
    <w:p w:rsidR="00A51129" w:rsidRPr="002B3403" w:rsidRDefault="00A51129" w:rsidP="00362E9C">
      <w:pPr>
        <w:spacing w:after="0" w:line="240" w:lineRule="auto"/>
        <w:jc w:val="both"/>
      </w:pPr>
      <w:r>
        <w:rPr>
          <w:b/>
          <w:u w:val="single"/>
        </w:rPr>
        <w:t xml:space="preserve">28 </w:t>
      </w:r>
      <w:r w:rsidRPr="00856775">
        <w:rPr>
          <w:b/>
          <w:u w:val="single"/>
        </w:rPr>
        <w:t>слайд.</w:t>
      </w:r>
      <w:r>
        <w:rPr>
          <w:b/>
          <w:u w:val="single"/>
        </w:rPr>
        <w:t xml:space="preserve"> </w:t>
      </w:r>
      <w:r w:rsidRPr="00362E9C">
        <w:rPr>
          <w:bCs/>
        </w:rPr>
        <w:t>Источники информации</w:t>
      </w:r>
      <w:r>
        <w:rPr>
          <w:b/>
          <w:u w:val="single"/>
        </w:rPr>
        <w:t xml:space="preserve"> </w:t>
      </w:r>
      <w:r>
        <w:t xml:space="preserve">для </w:t>
      </w:r>
      <w:r w:rsidRPr="00CC2900">
        <w:t>социальных медиа</w:t>
      </w:r>
      <w:r w:rsidRPr="002B3403">
        <w:t>:</w:t>
      </w:r>
    </w:p>
    <w:p w:rsidR="00A51129" w:rsidRPr="00362E9C" w:rsidRDefault="00A51129" w:rsidP="00DE262D">
      <w:pPr>
        <w:numPr>
          <w:ilvl w:val="0"/>
          <w:numId w:val="10"/>
        </w:numPr>
        <w:spacing w:after="0" w:line="240" w:lineRule="auto"/>
        <w:jc w:val="both"/>
      </w:pPr>
      <w:r w:rsidRPr="00362E9C">
        <w:t>Информация с сайт</w:t>
      </w:r>
      <w:r>
        <w:t>а</w:t>
      </w:r>
      <w:r w:rsidRPr="00362E9C">
        <w:t xml:space="preserve"> библиотеки </w:t>
      </w:r>
    </w:p>
    <w:p w:rsidR="00A51129" w:rsidRPr="00362E9C" w:rsidRDefault="00A51129" w:rsidP="00362E9C">
      <w:pPr>
        <w:numPr>
          <w:ilvl w:val="0"/>
          <w:numId w:val="10"/>
        </w:numPr>
        <w:spacing w:after="0" w:line="240" w:lineRule="auto"/>
        <w:jc w:val="both"/>
      </w:pPr>
      <w:r w:rsidRPr="00362E9C">
        <w:t>Статьи сотрудников библиотеки из газеты «За инженерные кадры»</w:t>
      </w:r>
    </w:p>
    <w:p w:rsidR="00A51129" w:rsidRDefault="00A51129" w:rsidP="00C45444">
      <w:pPr>
        <w:numPr>
          <w:ilvl w:val="0"/>
          <w:numId w:val="10"/>
        </w:numPr>
        <w:spacing w:after="0" w:line="240" w:lineRule="auto"/>
        <w:jc w:val="both"/>
      </w:pPr>
      <w:r w:rsidRPr="00362E9C">
        <w:t xml:space="preserve">Сообщения, подготовленные </w:t>
      </w:r>
      <w:r>
        <w:t>Г</w:t>
      </w:r>
      <w:r w:rsidRPr="00362E9C">
        <w:t>руппой для работы в социальных медиа, сотрудниками подразд</w:t>
      </w:r>
      <w:r w:rsidRPr="00362E9C">
        <w:t>е</w:t>
      </w:r>
      <w:r w:rsidRPr="00362E9C">
        <w:t xml:space="preserve">лений </w:t>
      </w:r>
    </w:p>
    <w:p w:rsidR="00A51129" w:rsidRDefault="00A51129" w:rsidP="00362E9C">
      <w:pPr>
        <w:numPr>
          <w:ilvl w:val="0"/>
          <w:numId w:val="10"/>
        </w:numPr>
        <w:spacing w:after="0" w:line="240" w:lineRule="auto"/>
        <w:jc w:val="both"/>
      </w:pPr>
      <w:r>
        <w:t>Интернет-ресурсы</w:t>
      </w:r>
    </w:p>
    <w:p w:rsidR="00A51129" w:rsidRPr="00362E9C" w:rsidRDefault="00A51129" w:rsidP="00DE262D">
      <w:pPr>
        <w:spacing w:after="0" w:line="240" w:lineRule="auto"/>
        <w:ind w:left="720"/>
        <w:jc w:val="both"/>
      </w:pPr>
      <w:r>
        <w:t>Также мы делаем перепосты, отмечаем как понравившуюся информацию других библиотек, пользователей социальных медиа.</w:t>
      </w:r>
    </w:p>
    <w:p w:rsidR="00A51129" w:rsidRPr="00DE262D" w:rsidRDefault="00A51129" w:rsidP="00336C6A">
      <w:pPr>
        <w:spacing w:after="0" w:line="240" w:lineRule="auto"/>
        <w:jc w:val="both"/>
      </w:pPr>
      <w:r>
        <w:rPr>
          <w:b/>
          <w:u w:val="single"/>
        </w:rPr>
        <w:t>29</w:t>
      </w:r>
      <w:r w:rsidRPr="00DE262D">
        <w:rPr>
          <w:b/>
          <w:u w:val="single"/>
        </w:rPr>
        <w:t xml:space="preserve"> слайд. </w:t>
      </w:r>
      <w:r w:rsidRPr="00DE262D">
        <w:t xml:space="preserve">Чем отличается информация, которая предоставляется друзьям библиотеки </w:t>
      </w:r>
      <w:r>
        <w:t>в «Одноклассн</w:t>
      </w:r>
      <w:r>
        <w:t>и</w:t>
      </w:r>
      <w:r>
        <w:t xml:space="preserve">ках» </w:t>
      </w:r>
      <w:r w:rsidRPr="00DE262D">
        <w:t>и участникам группы?</w:t>
      </w:r>
    </w:p>
    <w:p w:rsidR="00A51129" w:rsidRDefault="00A51129" w:rsidP="00560EC4">
      <w:pPr>
        <w:spacing w:after="0" w:line="240" w:lineRule="auto"/>
        <w:jc w:val="both"/>
      </w:pPr>
      <w:r w:rsidRPr="00DE262D">
        <w:t>Друзьям предоставляется информация</w:t>
      </w:r>
      <w:r w:rsidRPr="002B22AB">
        <w:t xml:space="preserve"> о действиях библиотеки как зарегистрированного лица</w:t>
      </w:r>
      <w:r>
        <w:t>.</w:t>
      </w:r>
      <w:r w:rsidRPr="002B22AB">
        <w:rPr>
          <w:rFonts w:ascii="Calibri" w:hAnsi="Calibri" w:cs="+mn-cs"/>
          <w:color w:val="000000"/>
          <w:kern w:val="24"/>
          <w:sz w:val="54"/>
          <w:szCs w:val="54"/>
        </w:rPr>
        <w:t xml:space="preserve"> </w:t>
      </w:r>
      <w:r w:rsidRPr="002B22AB">
        <w:t>В стат</w:t>
      </w:r>
      <w:r w:rsidRPr="002B22AB">
        <w:t>у</w:t>
      </w:r>
      <w:r w:rsidRPr="002B22AB">
        <w:t xml:space="preserve">сы и заметки полностью копируются новости с сайта библиотеки; размещаются поздравления, опросы, заголовки тем </w:t>
      </w:r>
      <w:r>
        <w:t>сообщений</w:t>
      </w:r>
      <w:r w:rsidRPr="002B22AB">
        <w:t xml:space="preserve"> о деятельности НТБ КузГТУ из группы библиотеки и ссылки на них</w:t>
      </w:r>
      <w:r>
        <w:t>.</w:t>
      </w:r>
    </w:p>
    <w:p w:rsidR="00A51129" w:rsidRDefault="00A51129" w:rsidP="00560EC4">
      <w:pPr>
        <w:spacing w:after="0" w:line="240" w:lineRule="auto"/>
        <w:jc w:val="both"/>
      </w:pPr>
      <w:r w:rsidRPr="002B22AB">
        <w:t>Участникам группы</w:t>
      </w:r>
      <w:r>
        <w:t xml:space="preserve"> предоставляется более широкая </w:t>
      </w:r>
      <w:r w:rsidRPr="002B22AB">
        <w:t>информация</w:t>
      </w:r>
      <w:r>
        <w:t>, они могут видеть сообщения</w:t>
      </w:r>
      <w:r w:rsidRPr="002B3403">
        <w:t xml:space="preserve"> библи</w:t>
      </w:r>
      <w:r w:rsidRPr="002B3403">
        <w:t>о</w:t>
      </w:r>
      <w:r w:rsidRPr="002B3403">
        <w:t>течной тематики, литературного мира, мира культуры, сферы образования</w:t>
      </w:r>
      <w:r>
        <w:t>.</w:t>
      </w:r>
    </w:p>
    <w:p w:rsidR="00A51129" w:rsidRDefault="00A51129" w:rsidP="00E0740B">
      <w:pPr>
        <w:spacing w:after="0" w:line="240" w:lineRule="auto"/>
        <w:jc w:val="both"/>
      </w:pPr>
      <w:r>
        <w:rPr>
          <w:b/>
          <w:u w:val="single"/>
        </w:rPr>
        <w:t>30</w:t>
      </w:r>
      <w:r w:rsidRPr="00856775">
        <w:rPr>
          <w:b/>
          <w:u w:val="single"/>
        </w:rPr>
        <w:t xml:space="preserve"> слайд.</w:t>
      </w:r>
      <w:r w:rsidRPr="00D66AF4">
        <w:t xml:space="preserve"> </w:t>
      </w:r>
      <w:r>
        <w:t>Темы сообщений: п</w:t>
      </w:r>
      <w:r w:rsidRPr="002B3403">
        <w:t>оэты, писатели</w:t>
      </w:r>
      <w:r>
        <w:t xml:space="preserve">; </w:t>
      </w:r>
      <w:r w:rsidRPr="002B3403">
        <w:t>культура зарубежных стран</w:t>
      </w:r>
      <w:r>
        <w:t>; ч</w:t>
      </w:r>
      <w:r w:rsidRPr="002B3403">
        <w:t>тение</w:t>
      </w:r>
      <w:r>
        <w:t>; ц</w:t>
      </w:r>
      <w:r w:rsidRPr="002B3403">
        <w:t>итаты известных людей о книгах, чтении, образовании</w:t>
      </w:r>
      <w:r>
        <w:t>; н</w:t>
      </w:r>
      <w:r w:rsidRPr="002B3403">
        <w:t>овости культуры, образования</w:t>
      </w:r>
      <w:r>
        <w:t>; б</w:t>
      </w:r>
      <w:r w:rsidRPr="002B3403">
        <w:t>иблиотечный юмор</w:t>
      </w:r>
      <w:r>
        <w:t xml:space="preserve"> и др.</w:t>
      </w:r>
    </w:p>
    <w:p w:rsidR="00A51129" w:rsidRDefault="00A51129" w:rsidP="00547D7A">
      <w:pPr>
        <w:spacing w:after="0" w:line="240" w:lineRule="auto"/>
        <w:jc w:val="both"/>
      </w:pPr>
      <w:r>
        <w:rPr>
          <w:b/>
          <w:u w:val="single"/>
        </w:rPr>
        <w:t>31</w:t>
      </w:r>
      <w:r w:rsidRPr="00856775">
        <w:rPr>
          <w:b/>
          <w:u w:val="single"/>
        </w:rPr>
        <w:t xml:space="preserve"> слайд.</w:t>
      </w:r>
      <w:r w:rsidRPr="00D66AF4">
        <w:t xml:space="preserve"> </w:t>
      </w:r>
      <w:r>
        <w:t>Перед Вами примеры сообщений подобной тематики.</w:t>
      </w:r>
    </w:p>
    <w:p w:rsidR="00A51129" w:rsidRDefault="00A51129" w:rsidP="00560EC4">
      <w:pPr>
        <w:spacing w:after="0" w:line="240" w:lineRule="auto"/>
        <w:jc w:val="both"/>
      </w:pPr>
      <w:r>
        <w:rPr>
          <w:b/>
          <w:u w:val="single"/>
        </w:rPr>
        <w:t>32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Темы сообщений</w:t>
      </w:r>
      <w:r w:rsidRPr="002B3403">
        <w:t xml:space="preserve"> </w:t>
      </w:r>
      <w:r>
        <w:t xml:space="preserve">о деятельности </w:t>
      </w:r>
      <w:r w:rsidRPr="002B3403">
        <w:t>НТБ КузГТУ</w:t>
      </w:r>
      <w:r>
        <w:t xml:space="preserve">: </w:t>
      </w:r>
      <w:r w:rsidRPr="002B3403">
        <w:t>электронны</w:t>
      </w:r>
      <w:r>
        <w:t>е ресурсы, обучающие курсы, тр</w:t>
      </w:r>
      <w:r>
        <w:t>а</w:t>
      </w:r>
      <w:r>
        <w:t>диционные и виртуальные выставки</w:t>
      </w:r>
      <w:r w:rsidRPr="002B3403">
        <w:t>, новые поступления</w:t>
      </w:r>
      <w:r>
        <w:t xml:space="preserve"> книг</w:t>
      </w:r>
      <w:r w:rsidRPr="002B3403">
        <w:t>, темати</w:t>
      </w:r>
      <w:r>
        <w:t>ческие подборки, м</w:t>
      </w:r>
      <w:r w:rsidRPr="002B3403">
        <w:t>ероприятия</w:t>
      </w:r>
      <w:r>
        <w:t>, у</w:t>
      </w:r>
      <w:r w:rsidRPr="002B3403">
        <w:t>слуги</w:t>
      </w:r>
      <w:r>
        <w:t xml:space="preserve"> и др.</w:t>
      </w:r>
    </w:p>
    <w:p w:rsidR="00A51129" w:rsidRPr="00B4431F" w:rsidRDefault="00A51129" w:rsidP="00336C6A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33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rPr>
          <w:bCs/>
        </w:rPr>
        <w:t>Перед Вами примеры сообщений.</w:t>
      </w:r>
    </w:p>
    <w:p w:rsidR="00A51129" w:rsidRPr="002B3403" w:rsidRDefault="00A51129" w:rsidP="00336C6A">
      <w:pPr>
        <w:spacing w:after="0" w:line="240" w:lineRule="auto"/>
        <w:jc w:val="both"/>
      </w:pPr>
      <w:r>
        <w:rPr>
          <w:b/>
          <w:u w:val="single"/>
        </w:rPr>
        <w:t>34</w:t>
      </w:r>
      <w:r w:rsidRPr="00856775">
        <w:rPr>
          <w:b/>
          <w:u w:val="single"/>
        </w:rPr>
        <w:t xml:space="preserve"> слайд.</w:t>
      </w:r>
      <w:r w:rsidRPr="00B4431F">
        <w:rPr>
          <w:bCs/>
        </w:rPr>
        <w:t xml:space="preserve"> Большое внимание уделяется рекламе ЭБС.</w:t>
      </w:r>
    </w:p>
    <w:p w:rsidR="00A51129" w:rsidRDefault="00A51129" w:rsidP="00547D7A">
      <w:pPr>
        <w:spacing w:after="0" w:line="240" w:lineRule="auto"/>
        <w:jc w:val="both"/>
      </w:pPr>
      <w:r>
        <w:rPr>
          <w:b/>
          <w:u w:val="single"/>
        </w:rPr>
        <w:t xml:space="preserve">35 </w:t>
      </w:r>
      <w:r w:rsidRPr="00856775">
        <w:rPr>
          <w:b/>
          <w:u w:val="single"/>
        </w:rPr>
        <w:t>слайд.</w:t>
      </w:r>
      <w:r w:rsidRPr="0036242B">
        <w:t xml:space="preserve"> </w:t>
      </w:r>
      <w:r>
        <w:t xml:space="preserve">В социальных медиа мы делимся с пользователями: </w:t>
      </w:r>
      <w:r w:rsidRPr="002B3403">
        <w:t>текст</w:t>
      </w:r>
      <w:r>
        <w:t xml:space="preserve">ами, </w:t>
      </w:r>
      <w:r w:rsidRPr="002B3403">
        <w:t>рисунк</w:t>
      </w:r>
      <w:r>
        <w:t>ами</w:t>
      </w:r>
      <w:r w:rsidRPr="002B3403">
        <w:t>, видео</w:t>
      </w:r>
      <w:r>
        <w:t xml:space="preserve">, </w:t>
      </w:r>
      <w:r w:rsidRPr="002B3403">
        <w:t>аудиозап</w:t>
      </w:r>
      <w:r w:rsidRPr="002B3403">
        <w:t>и</w:t>
      </w:r>
      <w:r w:rsidRPr="002B3403">
        <w:t>с</w:t>
      </w:r>
      <w:r>
        <w:t>ями,</w:t>
      </w:r>
      <w:r w:rsidRPr="00547D7A">
        <w:t xml:space="preserve"> </w:t>
      </w:r>
      <w:r w:rsidRPr="002B3403">
        <w:t>фото, фотоальбом</w:t>
      </w:r>
      <w:r>
        <w:t>ами,</w:t>
      </w:r>
    </w:p>
    <w:p w:rsidR="00A51129" w:rsidRDefault="00A51129" w:rsidP="00336C6A">
      <w:pPr>
        <w:spacing w:after="0" w:line="240" w:lineRule="auto"/>
        <w:jc w:val="both"/>
      </w:pPr>
      <w:r>
        <w:rPr>
          <w:b/>
          <w:u w:val="single"/>
        </w:rPr>
        <w:t xml:space="preserve">36 </w:t>
      </w:r>
      <w:r w:rsidRPr="00856775">
        <w:rPr>
          <w:b/>
          <w:u w:val="single"/>
        </w:rPr>
        <w:t>слайд.</w:t>
      </w:r>
      <w:r w:rsidRPr="0036242B">
        <w:t xml:space="preserve"> </w:t>
      </w:r>
      <w:r>
        <w:t xml:space="preserve">Ярлыки (в блоге) и </w:t>
      </w:r>
      <w:r w:rsidRPr="002B3403">
        <w:t>ключевые слова (</w:t>
      </w:r>
      <w:r>
        <w:t xml:space="preserve">на </w:t>
      </w:r>
      <w:r w:rsidRPr="002B3403">
        <w:t>Одноклассник</w:t>
      </w:r>
      <w:r>
        <w:t>ах</w:t>
      </w:r>
      <w:r w:rsidRPr="002B3403">
        <w:t>)</w:t>
      </w:r>
      <w:r>
        <w:t xml:space="preserve"> позволяют пользователям легко найти необходимую информацию.</w:t>
      </w:r>
    </w:p>
    <w:p w:rsidR="00A51129" w:rsidRPr="002B3403" w:rsidRDefault="00A51129" w:rsidP="00E0740B">
      <w:pPr>
        <w:spacing w:after="0" w:line="240" w:lineRule="auto"/>
        <w:jc w:val="both"/>
      </w:pPr>
      <w:r>
        <w:rPr>
          <w:b/>
          <w:u w:val="single"/>
        </w:rPr>
        <w:t>37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Социальные медиа библиотеки направлены, прежде всего, на диалог с пользов</w:t>
      </w:r>
      <w:r w:rsidRPr="002B3403">
        <w:t>ател</w:t>
      </w:r>
      <w:r>
        <w:t>ями: нами проводятся различные о</w:t>
      </w:r>
      <w:r w:rsidRPr="002B3403">
        <w:t>просы</w:t>
      </w:r>
      <w:r>
        <w:t xml:space="preserve">, </w:t>
      </w:r>
      <w:r w:rsidRPr="002B3403">
        <w:t>созда</w:t>
      </w:r>
      <w:r>
        <w:t>ются</w:t>
      </w:r>
      <w:r w:rsidRPr="002B3403">
        <w:t xml:space="preserve"> тем</w:t>
      </w:r>
      <w:r>
        <w:t>ы</w:t>
      </w:r>
      <w:r w:rsidRPr="002B3403">
        <w:t xml:space="preserve"> для обсуждения</w:t>
      </w:r>
      <w:r>
        <w:t>, пользователи пишут к</w:t>
      </w:r>
      <w:r w:rsidRPr="002B3403">
        <w:t>омментарии</w:t>
      </w:r>
      <w:r>
        <w:t>, ст</w:t>
      </w:r>
      <w:r>
        <w:t>а</w:t>
      </w:r>
      <w:r>
        <w:t>вят о</w:t>
      </w:r>
      <w:r w:rsidRPr="002B3403">
        <w:t xml:space="preserve">ценки, классы, </w:t>
      </w:r>
      <w:r>
        <w:t xml:space="preserve">делают </w:t>
      </w:r>
      <w:r w:rsidRPr="002B3403">
        <w:t>отметки «мне нравится»</w:t>
      </w:r>
      <w:r>
        <w:t>, делают п</w:t>
      </w:r>
      <w:r w:rsidRPr="002B3403">
        <w:t>ерепосты</w:t>
      </w:r>
      <w:r>
        <w:t>, присылают л</w:t>
      </w:r>
      <w:r w:rsidRPr="002B3403">
        <w:t>ичные сообщения</w:t>
      </w:r>
      <w:r>
        <w:t xml:space="preserve">. </w:t>
      </w:r>
      <w:r w:rsidRPr="002B3403">
        <w:t>Размещ</w:t>
      </w:r>
      <w:r>
        <w:t xml:space="preserve">ают </w:t>
      </w:r>
      <w:r w:rsidRPr="002B3403">
        <w:t>в групп</w:t>
      </w:r>
      <w:r>
        <w:t>ах</w:t>
      </w:r>
      <w:r w:rsidRPr="002B3403">
        <w:t xml:space="preserve"> библиотеки сво</w:t>
      </w:r>
      <w:r>
        <w:t>ю</w:t>
      </w:r>
      <w:r w:rsidRPr="002B3403">
        <w:t xml:space="preserve"> информаци</w:t>
      </w:r>
      <w:r>
        <w:t>ю</w:t>
      </w:r>
      <w:r w:rsidRPr="002B3403">
        <w:t xml:space="preserve"> по тематик</w:t>
      </w:r>
      <w:r>
        <w:t>е</w:t>
      </w:r>
      <w:r w:rsidRPr="002B3403">
        <w:t xml:space="preserve"> группы</w:t>
      </w:r>
      <w:r>
        <w:t>.</w:t>
      </w:r>
      <w:r w:rsidRPr="002B3403">
        <w:t xml:space="preserve"> </w:t>
      </w:r>
    </w:p>
    <w:p w:rsidR="00A51129" w:rsidRDefault="00A51129" w:rsidP="00E0740B">
      <w:pPr>
        <w:spacing w:after="0" w:line="240" w:lineRule="auto"/>
        <w:jc w:val="both"/>
      </w:pPr>
      <w:r>
        <w:rPr>
          <w:b/>
          <w:u w:val="single"/>
        </w:rPr>
        <w:t>38</w:t>
      </w:r>
      <w:r w:rsidRPr="00856775">
        <w:rPr>
          <w:b/>
          <w:u w:val="single"/>
        </w:rPr>
        <w:t xml:space="preserve"> слайд.</w:t>
      </w:r>
      <w:r w:rsidRPr="0010050B">
        <w:t xml:space="preserve"> </w:t>
      </w:r>
      <w:r>
        <w:t>Вы видите примеры опросов пользователей НТБ КузГТУ. Также в сетях нами размещаются ссылки на опросы, которые проводятся на сайте библиотеки.</w:t>
      </w:r>
    </w:p>
    <w:p w:rsidR="00A51129" w:rsidRDefault="00A51129" w:rsidP="00E0740B">
      <w:pPr>
        <w:spacing w:after="0" w:line="240" w:lineRule="auto"/>
        <w:jc w:val="both"/>
      </w:pPr>
      <w:r>
        <w:rPr>
          <w:b/>
          <w:u w:val="single"/>
        </w:rPr>
        <w:t>39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Пользователи пишут свои комментарии к сообщениям библиотеки.</w:t>
      </w:r>
    </w:p>
    <w:p w:rsidR="00A51129" w:rsidRDefault="00A51129" w:rsidP="00E0740B">
      <w:pPr>
        <w:spacing w:after="0" w:line="240" w:lineRule="auto"/>
        <w:jc w:val="both"/>
      </w:pPr>
      <w:r>
        <w:rPr>
          <w:b/>
          <w:u w:val="single"/>
        </w:rPr>
        <w:t>40</w:t>
      </w:r>
      <w:r w:rsidRPr="00856775">
        <w:rPr>
          <w:b/>
          <w:u w:val="single"/>
        </w:rPr>
        <w:t xml:space="preserve"> слайд.</w:t>
      </w:r>
      <w:r w:rsidRPr="0088243C">
        <w:t xml:space="preserve"> </w:t>
      </w:r>
      <w:r>
        <w:t>Темы для обсуждения в настоящее время выделены в отдельный блок только в «ВКонтакте». Но и в обычных темах мы призываем пользователей задавать вопросы, высказывать предложения по совершенствованию работы библиотеки.</w:t>
      </w:r>
    </w:p>
    <w:p w:rsidR="00A51129" w:rsidRPr="002B3403" w:rsidRDefault="00A51129" w:rsidP="00E0740B">
      <w:pPr>
        <w:spacing w:after="0" w:line="240" w:lineRule="auto"/>
        <w:jc w:val="both"/>
      </w:pPr>
      <w:r>
        <w:rPr>
          <w:b/>
          <w:u w:val="single"/>
        </w:rPr>
        <w:t>41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Сотрудники отслеживают библиотеки в социальных медиа, знакомятся с</w:t>
      </w:r>
      <w:r w:rsidRPr="002B3403">
        <w:t xml:space="preserve"> профессиональны</w:t>
      </w:r>
      <w:r>
        <w:t>ми</w:t>
      </w:r>
      <w:r w:rsidRPr="002B3403">
        <w:t xml:space="preserve"> издани</w:t>
      </w:r>
      <w:r>
        <w:t>ями</w:t>
      </w:r>
      <w:r w:rsidRPr="002B3403">
        <w:t xml:space="preserve"> </w:t>
      </w:r>
    </w:p>
    <w:p w:rsidR="00A51129" w:rsidRPr="002B3403" w:rsidRDefault="00A51129" w:rsidP="00E0740B">
      <w:pPr>
        <w:spacing w:after="0" w:line="240" w:lineRule="auto"/>
        <w:jc w:val="both"/>
      </w:pPr>
      <w:r>
        <w:rPr>
          <w:b/>
          <w:u w:val="single"/>
        </w:rPr>
        <w:t>42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 w:rsidRPr="000F758D">
        <w:t xml:space="preserve">Большое внимание уделяется рекламе </w:t>
      </w:r>
      <w:r>
        <w:t>аккаунтов, групп, блога библиотеки.</w:t>
      </w:r>
    </w:p>
    <w:p w:rsidR="00A51129" w:rsidRDefault="00A51129" w:rsidP="00336C6A">
      <w:pPr>
        <w:spacing w:after="0" w:line="240" w:lineRule="auto"/>
        <w:jc w:val="both"/>
      </w:pPr>
      <w:r>
        <w:rPr>
          <w:b/>
          <w:u w:val="single"/>
        </w:rPr>
        <w:t>43</w:t>
      </w:r>
      <w:r w:rsidRPr="00856775">
        <w:rPr>
          <w:b/>
          <w:u w:val="single"/>
        </w:rPr>
        <w:t xml:space="preserve"> слайд.</w:t>
      </w:r>
      <w:r>
        <w:rPr>
          <w:b/>
          <w:u w:val="single"/>
        </w:rPr>
        <w:t xml:space="preserve"> </w:t>
      </w:r>
      <w:r>
        <w:t>Как Вы видите, баннер «Библиотека в соц. медиа» на сайте НТБ КузГТУ трудно не заметить.</w:t>
      </w:r>
    </w:p>
    <w:p w:rsidR="00A51129" w:rsidRDefault="00A51129" w:rsidP="00C45444">
      <w:pPr>
        <w:spacing w:after="0" w:line="240" w:lineRule="auto"/>
        <w:jc w:val="both"/>
      </w:pPr>
      <w:r>
        <w:rPr>
          <w:b/>
          <w:u w:val="single"/>
        </w:rPr>
        <w:t>44</w:t>
      </w:r>
      <w:r w:rsidRPr="00856775">
        <w:rPr>
          <w:b/>
          <w:u w:val="single"/>
        </w:rPr>
        <w:t xml:space="preserve"> слайд.</w:t>
      </w:r>
      <w:r w:rsidRPr="000273A9">
        <w:t xml:space="preserve"> </w:t>
      </w:r>
      <w:r>
        <w:t>Ежегодно составляется  план продвижения библиотеки в социальных медиа.</w:t>
      </w:r>
    </w:p>
    <w:p w:rsidR="00A51129" w:rsidRDefault="00A51129" w:rsidP="00C45444">
      <w:pPr>
        <w:spacing w:after="0" w:line="240" w:lineRule="auto"/>
        <w:jc w:val="both"/>
      </w:pPr>
      <w:r>
        <w:t>Заканчивая свое выступление, я хочу ответить на главный вопрос «Зачем вузовской библиотеке соц</w:t>
      </w:r>
      <w:r>
        <w:t>и</w:t>
      </w:r>
      <w:r>
        <w:t>альные медиа?». Для рекламы ресурсов, услуг библиотек, диалога с пользователями, оказания вирт</w:t>
      </w:r>
      <w:r>
        <w:t>у</w:t>
      </w:r>
      <w:r>
        <w:t>альных справок. Пользователи оперативно получают нужную информацию, так как студенты з</w:t>
      </w:r>
      <w:r>
        <w:t>а</w:t>
      </w:r>
      <w:r>
        <w:t>ходят в социальные сети почти каждый день. На мой взгляд, вузовская библиотека может и должна пользоват</w:t>
      </w:r>
      <w:r>
        <w:t>ь</w:t>
      </w:r>
      <w:r>
        <w:t>ся современными каналами коммуникаций, ведь ее пользователи – молодежь, а молодежь всегда совр</w:t>
      </w:r>
      <w:r>
        <w:t>е</w:t>
      </w:r>
      <w:r>
        <w:t>менна.</w:t>
      </w:r>
    </w:p>
    <w:p w:rsidR="00A51129" w:rsidRDefault="00A51129" w:rsidP="00015D56">
      <w:pPr>
        <w:spacing w:after="0" w:line="240" w:lineRule="auto"/>
        <w:jc w:val="both"/>
        <w:rPr>
          <w:bCs/>
        </w:rPr>
      </w:pPr>
      <w:r>
        <w:rPr>
          <w:b/>
          <w:u w:val="single"/>
        </w:rPr>
        <w:t>45</w:t>
      </w:r>
      <w:r w:rsidRPr="00856775">
        <w:rPr>
          <w:b/>
          <w:u w:val="single"/>
        </w:rPr>
        <w:t xml:space="preserve"> слайд.</w:t>
      </w:r>
      <w:r w:rsidRPr="00BD1270">
        <w:rPr>
          <w:bCs/>
        </w:rPr>
        <w:t xml:space="preserve"> </w:t>
      </w:r>
      <w:r w:rsidRPr="00A343EC">
        <w:t xml:space="preserve"> Благодарю за внимание!</w:t>
      </w:r>
    </w:p>
    <w:p w:rsidR="00A51129" w:rsidRDefault="00A51129" w:rsidP="00336C6A">
      <w:pPr>
        <w:spacing w:after="0" w:line="240" w:lineRule="auto"/>
        <w:jc w:val="both"/>
      </w:pPr>
    </w:p>
    <w:sectPr w:rsidR="00A51129" w:rsidSect="00336C6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793"/>
    <w:multiLevelType w:val="hybridMultilevel"/>
    <w:tmpl w:val="7A629778"/>
    <w:lvl w:ilvl="0" w:tplc="6FC2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5E7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6A2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E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386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C1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E9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63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BCC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340A52"/>
    <w:multiLevelType w:val="hybridMultilevel"/>
    <w:tmpl w:val="53FC836E"/>
    <w:lvl w:ilvl="0" w:tplc="AB8CA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C022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03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52C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489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748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64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4A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2B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8D0000"/>
    <w:multiLevelType w:val="hybridMultilevel"/>
    <w:tmpl w:val="543AA60A"/>
    <w:lvl w:ilvl="0" w:tplc="582AD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522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FC9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EB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B07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342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06A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A7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21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F05BBF"/>
    <w:multiLevelType w:val="hybridMultilevel"/>
    <w:tmpl w:val="DF62357E"/>
    <w:lvl w:ilvl="0" w:tplc="693CA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62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AD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6C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A4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E5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CE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24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762310A"/>
    <w:multiLevelType w:val="hybridMultilevel"/>
    <w:tmpl w:val="FB8AA636"/>
    <w:lvl w:ilvl="0" w:tplc="076E4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2B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402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581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300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BA2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220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427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AE4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975EA5"/>
    <w:multiLevelType w:val="hybridMultilevel"/>
    <w:tmpl w:val="79089A38"/>
    <w:lvl w:ilvl="0" w:tplc="C8E22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0A4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182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60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A40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82E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0E6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83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007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4DB04BE"/>
    <w:multiLevelType w:val="hybridMultilevel"/>
    <w:tmpl w:val="249CEB60"/>
    <w:lvl w:ilvl="0" w:tplc="89F2A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140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FA6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47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23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30C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02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5AE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C3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7FD2AA1"/>
    <w:multiLevelType w:val="hybridMultilevel"/>
    <w:tmpl w:val="5A84EC6E"/>
    <w:lvl w:ilvl="0" w:tplc="BA749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2E2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26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83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982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AD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36A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4E7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105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5231492"/>
    <w:multiLevelType w:val="hybridMultilevel"/>
    <w:tmpl w:val="C47A1F9C"/>
    <w:lvl w:ilvl="0" w:tplc="26EA3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6CA6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0C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266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E6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10E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CC0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8E9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63F211A"/>
    <w:multiLevelType w:val="hybridMultilevel"/>
    <w:tmpl w:val="1946E936"/>
    <w:lvl w:ilvl="0" w:tplc="5FA46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387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A6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C3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F26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CC4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7CF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245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B0F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403"/>
    <w:rsid w:val="00000290"/>
    <w:rsid w:val="00000360"/>
    <w:rsid w:val="00000730"/>
    <w:rsid w:val="00000975"/>
    <w:rsid w:val="0000117B"/>
    <w:rsid w:val="0000189C"/>
    <w:rsid w:val="00003351"/>
    <w:rsid w:val="00004C88"/>
    <w:rsid w:val="00004DFC"/>
    <w:rsid w:val="00005212"/>
    <w:rsid w:val="000055C7"/>
    <w:rsid w:val="00005C61"/>
    <w:rsid w:val="000060D6"/>
    <w:rsid w:val="0000677E"/>
    <w:rsid w:val="00006C2B"/>
    <w:rsid w:val="00007331"/>
    <w:rsid w:val="000073DB"/>
    <w:rsid w:val="00011964"/>
    <w:rsid w:val="00011B31"/>
    <w:rsid w:val="00012854"/>
    <w:rsid w:val="00012AA9"/>
    <w:rsid w:val="00012C79"/>
    <w:rsid w:val="00012FC3"/>
    <w:rsid w:val="00013955"/>
    <w:rsid w:val="00014DEF"/>
    <w:rsid w:val="00015604"/>
    <w:rsid w:val="00015D56"/>
    <w:rsid w:val="00016114"/>
    <w:rsid w:val="00016523"/>
    <w:rsid w:val="00016731"/>
    <w:rsid w:val="00017ED6"/>
    <w:rsid w:val="00022594"/>
    <w:rsid w:val="00022918"/>
    <w:rsid w:val="00022C46"/>
    <w:rsid w:val="00022C7B"/>
    <w:rsid w:val="00023121"/>
    <w:rsid w:val="00023891"/>
    <w:rsid w:val="00024A7F"/>
    <w:rsid w:val="0002534E"/>
    <w:rsid w:val="0002545E"/>
    <w:rsid w:val="00026BA3"/>
    <w:rsid w:val="00027322"/>
    <w:rsid w:val="000273A9"/>
    <w:rsid w:val="00027685"/>
    <w:rsid w:val="00027D55"/>
    <w:rsid w:val="00030812"/>
    <w:rsid w:val="00030A8C"/>
    <w:rsid w:val="00030C36"/>
    <w:rsid w:val="00031E5D"/>
    <w:rsid w:val="000335AE"/>
    <w:rsid w:val="00035B84"/>
    <w:rsid w:val="00035D13"/>
    <w:rsid w:val="00036002"/>
    <w:rsid w:val="00036555"/>
    <w:rsid w:val="00036646"/>
    <w:rsid w:val="00036DC1"/>
    <w:rsid w:val="0003798B"/>
    <w:rsid w:val="00037BCF"/>
    <w:rsid w:val="00037D07"/>
    <w:rsid w:val="00040A54"/>
    <w:rsid w:val="00040E4E"/>
    <w:rsid w:val="00041DC8"/>
    <w:rsid w:val="00042ED1"/>
    <w:rsid w:val="00043731"/>
    <w:rsid w:val="00043736"/>
    <w:rsid w:val="00043FAA"/>
    <w:rsid w:val="0004404A"/>
    <w:rsid w:val="0004471E"/>
    <w:rsid w:val="0004496E"/>
    <w:rsid w:val="0004496F"/>
    <w:rsid w:val="00044A60"/>
    <w:rsid w:val="00044CFD"/>
    <w:rsid w:val="00044EC8"/>
    <w:rsid w:val="00045680"/>
    <w:rsid w:val="000456A9"/>
    <w:rsid w:val="000457B1"/>
    <w:rsid w:val="00045A4E"/>
    <w:rsid w:val="000462D3"/>
    <w:rsid w:val="000464DE"/>
    <w:rsid w:val="00046A68"/>
    <w:rsid w:val="0004750F"/>
    <w:rsid w:val="00051372"/>
    <w:rsid w:val="0005166F"/>
    <w:rsid w:val="0005183D"/>
    <w:rsid w:val="00051863"/>
    <w:rsid w:val="00051E2E"/>
    <w:rsid w:val="00051E49"/>
    <w:rsid w:val="00052294"/>
    <w:rsid w:val="0005261E"/>
    <w:rsid w:val="00052835"/>
    <w:rsid w:val="00052FEE"/>
    <w:rsid w:val="0005347F"/>
    <w:rsid w:val="00053A1C"/>
    <w:rsid w:val="00053DC6"/>
    <w:rsid w:val="00055A74"/>
    <w:rsid w:val="00055CE1"/>
    <w:rsid w:val="000562A3"/>
    <w:rsid w:val="0005632E"/>
    <w:rsid w:val="00056380"/>
    <w:rsid w:val="000564A7"/>
    <w:rsid w:val="0005762D"/>
    <w:rsid w:val="000606CB"/>
    <w:rsid w:val="00060776"/>
    <w:rsid w:val="00061F02"/>
    <w:rsid w:val="00063300"/>
    <w:rsid w:val="00063384"/>
    <w:rsid w:val="00063581"/>
    <w:rsid w:val="0006398A"/>
    <w:rsid w:val="00063C14"/>
    <w:rsid w:val="0006425A"/>
    <w:rsid w:val="000647C5"/>
    <w:rsid w:val="00065109"/>
    <w:rsid w:val="0006614D"/>
    <w:rsid w:val="0006629A"/>
    <w:rsid w:val="000702E5"/>
    <w:rsid w:val="00070EEF"/>
    <w:rsid w:val="000712E4"/>
    <w:rsid w:val="0007143C"/>
    <w:rsid w:val="00071694"/>
    <w:rsid w:val="000724A9"/>
    <w:rsid w:val="00074950"/>
    <w:rsid w:val="0007560C"/>
    <w:rsid w:val="00075EC4"/>
    <w:rsid w:val="00076142"/>
    <w:rsid w:val="00076362"/>
    <w:rsid w:val="000767CB"/>
    <w:rsid w:val="00076A44"/>
    <w:rsid w:val="00076C59"/>
    <w:rsid w:val="00076D19"/>
    <w:rsid w:val="00077087"/>
    <w:rsid w:val="00077A1A"/>
    <w:rsid w:val="00080118"/>
    <w:rsid w:val="00080177"/>
    <w:rsid w:val="00080196"/>
    <w:rsid w:val="0008038F"/>
    <w:rsid w:val="00080F29"/>
    <w:rsid w:val="0008115B"/>
    <w:rsid w:val="00081C77"/>
    <w:rsid w:val="00084A6A"/>
    <w:rsid w:val="000864B9"/>
    <w:rsid w:val="000868F6"/>
    <w:rsid w:val="0008761A"/>
    <w:rsid w:val="00090756"/>
    <w:rsid w:val="00090A7E"/>
    <w:rsid w:val="00090F49"/>
    <w:rsid w:val="0009236B"/>
    <w:rsid w:val="00092F73"/>
    <w:rsid w:val="0009331F"/>
    <w:rsid w:val="000939A9"/>
    <w:rsid w:val="0009406C"/>
    <w:rsid w:val="0009507B"/>
    <w:rsid w:val="0009546A"/>
    <w:rsid w:val="00095B5F"/>
    <w:rsid w:val="00096604"/>
    <w:rsid w:val="0009688D"/>
    <w:rsid w:val="000A0076"/>
    <w:rsid w:val="000A0301"/>
    <w:rsid w:val="000A07A1"/>
    <w:rsid w:val="000A0A96"/>
    <w:rsid w:val="000A0ABB"/>
    <w:rsid w:val="000A11EA"/>
    <w:rsid w:val="000A1FCE"/>
    <w:rsid w:val="000A2294"/>
    <w:rsid w:val="000A23BF"/>
    <w:rsid w:val="000A24AE"/>
    <w:rsid w:val="000A2758"/>
    <w:rsid w:val="000A2774"/>
    <w:rsid w:val="000A2A76"/>
    <w:rsid w:val="000A2A87"/>
    <w:rsid w:val="000A3548"/>
    <w:rsid w:val="000A370E"/>
    <w:rsid w:val="000A3724"/>
    <w:rsid w:val="000A382F"/>
    <w:rsid w:val="000A3A39"/>
    <w:rsid w:val="000A3AC3"/>
    <w:rsid w:val="000A3B1F"/>
    <w:rsid w:val="000A3E40"/>
    <w:rsid w:val="000A4F08"/>
    <w:rsid w:val="000A5C0B"/>
    <w:rsid w:val="000A5CCF"/>
    <w:rsid w:val="000A646A"/>
    <w:rsid w:val="000A664E"/>
    <w:rsid w:val="000A67F2"/>
    <w:rsid w:val="000A682F"/>
    <w:rsid w:val="000A6BAB"/>
    <w:rsid w:val="000B0652"/>
    <w:rsid w:val="000B1350"/>
    <w:rsid w:val="000B1C2F"/>
    <w:rsid w:val="000B2323"/>
    <w:rsid w:val="000B27FF"/>
    <w:rsid w:val="000B2828"/>
    <w:rsid w:val="000B2D30"/>
    <w:rsid w:val="000B2D39"/>
    <w:rsid w:val="000B38C6"/>
    <w:rsid w:val="000B42D5"/>
    <w:rsid w:val="000B5C7A"/>
    <w:rsid w:val="000B622F"/>
    <w:rsid w:val="000B68E2"/>
    <w:rsid w:val="000B7039"/>
    <w:rsid w:val="000B7B95"/>
    <w:rsid w:val="000B7D79"/>
    <w:rsid w:val="000C0C76"/>
    <w:rsid w:val="000C1278"/>
    <w:rsid w:val="000C143D"/>
    <w:rsid w:val="000C1E89"/>
    <w:rsid w:val="000C3C88"/>
    <w:rsid w:val="000C3FC1"/>
    <w:rsid w:val="000C4027"/>
    <w:rsid w:val="000C4304"/>
    <w:rsid w:val="000C563D"/>
    <w:rsid w:val="000C5E5C"/>
    <w:rsid w:val="000C6479"/>
    <w:rsid w:val="000C64B5"/>
    <w:rsid w:val="000C76DD"/>
    <w:rsid w:val="000C7A4C"/>
    <w:rsid w:val="000C7AB0"/>
    <w:rsid w:val="000D04CA"/>
    <w:rsid w:val="000D0FC3"/>
    <w:rsid w:val="000D15FB"/>
    <w:rsid w:val="000D2131"/>
    <w:rsid w:val="000D2859"/>
    <w:rsid w:val="000D32DF"/>
    <w:rsid w:val="000D369C"/>
    <w:rsid w:val="000D458D"/>
    <w:rsid w:val="000D4690"/>
    <w:rsid w:val="000D587B"/>
    <w:rsid w:val="000D5D7A"/>
    <w:rsid w:val="000D611D"/>
    <w:rsid w:val="000D6FB5"/>
    <w:rsid w:val="000D7C19"/>
    <w:rsid w:val="000E0755"/>
    <w:rsid w:val="000E1F9E"/>
    <w:rsid w:val="000E20EC"/>
    <w:rsid w:val="000E33AF"/>
    <w:rsid w:val="000E36A8"/>
    <w:rsid w:val="000E4C8E"/>
    <w:rsid w:val="000E514D"/>
    <w:rsid w:val="000E521B"/>
    <w:rsid w:val="000E59E2"/>
    <w:rsid w:val="000F167A"/>
    <w:rsid w:val="000F1C9E"/>
    <w:rsid w:val="000F2221"/>
    <w:rsid w:val="000F3AF9"/>
    <w:rsid w:val="000F46AB"/>
    <w:rsid w:val="000F46E0"/>
    <w:rsid w:val="000F4CDC"/>
    <w:rsid w:val="000F5B44"/>
    <w:rsid w:val="000F5DF4"/>
    <w:rsid w:val="000F609F"/>
    <w:rsid w:val="000F6552"/>
    <w:rsid w:val="000F70D6"/>
    <w:rsid w:val="000F758D"/>
    <w:rsid w:val="0010050B"/>
    <w:rsid w:val="001007B0"/>
    <w:rsid w:val="001008AF"/>
    <w:rsid w:val="0010090B"/>
    <w:rsid w:val="00100D80"/>
    <w:rsid w:val="00101A4E"/>
    <w:rsid w:val="00101C4B"/>
    <w:rsid w:val="00102089"/>
    <w:rsid w:val="001029FD"/>
    <w:rsid w:val="00102E09"/>
    <w:rsid w:val="00103693"/>
    <w:rsid w:val="00103DA2"/>
    <w:rsid w:val="00105836"/>
    <w:rsid w:val="00105C1F"/>
    <w:rsid w:val="0010704B"/>
    <w:rsid w:val="00107233"/>
    <w:rsid w:val="00107680"/>
    <w:rsid w:val="00107AB4"/>
    <w:rsid w:val="00107B6C"/>
    <w:rsid w:val="0011012A"/>
    <w:rsid w:val="00110BAC"/>
    <w:rsid w:val="00110FD5"/>
    <w:rsid w:val="00111281"/>
    <w:rsid w:val="00111497"/>
    <w:rsid w:val="00111B5C"/>
    <w:rsid w:val="001123B4"/>
    <w:rsid w:val="00112530"/>
    <w:rsid w:val="0011258A"/>
    <w:rsid w:val="00112598"/>
    <w:rsid w:val="00113166"/>
    <w:rsid w:val="001133B9"/>
    <w:rsid w:val="001141B2"/>
    <w:rsid w:val="001141BD"/>
    <w:rsid w:val="00114764"/>
    <w:rsid w:val="00115F37"/>
    <w:rsid w:val="001168B6"/>
    <w:rsid w:val="0012080F"/>
    <w:rsid w:val="001223AA"/>
    <w:rsid w:val="00122658"/>
    <w:rsid w:val="001249CA"/>
    <w:rsid w:val="00124B6D"/>
    <w:rsid w:val="00124D87"/>
    <w:rsid w:val="00124EE6"/>
    <w:rsid w:val="001254D8"/>
    <w:rsid w:val="00125525"/>
    <w:rsid w:val="00125D2E"/>
    <w:rsid w:val="00126074"/>
    <w:rsid w:val="00126483"/>
    <w:rsid w:val="0012743B"/>
    <w:rsid w:val="00127A48"/>
    <w:rsid w:val="00131325"/>
    <w:rsid w:val="00131444"/>
    <w:rsid w:val="001314B0"/>
    <w:rsid w:val="00132482"/>
    <w:rsid w:val="00132502"/>
    <w:rsid w:val="00132AB8"/>
    <w:rsid w:val="00132FA4"/>
    <w:rsid w:val="001330EC"/>
    <w:rsid w:val="00133529"/>
    <w:rsid w:val="00133DDD"/>
    <w:rsid w:val="00133FA8"/>
    <w:rsid w:val="00135C20"/>
    <w:rsid w:val="00135D2B"/>
    <w:rsid w:val="001365AE"/>
    <w:rsid w:val="00136E82"/>
    <w:rsid w:val="001371B3"/>
    <w:rsid w:val="00137B90"/>
    <w:rsid w:val="00137FA5"/>
    <w:rsid w:val="00140A1D"/>
    <w:rsid w:val="00141192"/>
    <w:rsid w:val="00142035"/>
    <w:rsid w:val="00142769"/>
    <w:rsid w:val="00142B04"/>
    <w:rsid w:val="00142CDC"/>
    <w:rsid w:val="00143195"/>
    <w:rsid w:val="00144625"/>
    <w:rsid w:val="001449B3"/>
    <w:rsid w:val="00144A7E"/>
    <w:rsid w:val="00144CB8"/>
    <w:rsid w:val="0014589B"/>
    <w:rsid w:val="00145AF5"/>
    <w:rsid w:val="00146764"/>
    <w:rsid w:val="001478F5"/>
    <w:rsid w:val="00151094"/>
    <w:rsid w:val="0015168B"/>
    <w:rsid w:val="0015197B"/>
    <w:rsid w:val="0015209D"/>
    <w:rsid w:val="00152694"/>
    <w:rsid w:val="001527AD"/>
    <w:rsid w:val="001527C6"/>
    <w:rsid w:val="001543EE"/>
    <w:rsid w:val="0015460D"/>
    <w:rsid w:val="00154CD5"/>
    <w:rsid w:val="00155191"/>
    <w:rsid w:val="00155A30"/>
    <w:rsid w:val="00155C7F"/>
    <w:rsid w:val="00155CB0"/>
    <w:rsid w:val="0015602D"/>
    <w:rsid w:val="00156285"/>
    <w:rsid w:val="00156481"/>
    <w:rsid w:val="00156670"/>
    <w:rsid w:val="00156749"/>
    <w:rsid w:val="001570BA"/>
    <w:rsid w:val="001571B9"/>
    <w:rsid w:val="00157861"/>
    <w:rsid w:val="0015798A"/>
    <w:rsid w:val="00157CEC"/>
    <w:rsid w:val="00157FAA"/>
    <w:rsid w:val="00160069"/>
    <w:rsid w:val="00160704"/>
    <w:rsid w:val="00161126"/>
    <w:rsid w:val="00161327"/>
    <w:rsid w:val="001615AD"/>
    <w:rsid w:val="00162436"/>
    <w:rsid w:val="0016249C"/>
    <w:rsid w:val="00162623"/>
    <w:rsid w:val="00162C1E"/>
    <w:rsid w:val="001634C5"/>
    <w:rsid w:val="0016442F"/>
    <w:rsid w:val="00164ABF"/>
    <w:rsid w:val="00164F72"/>
    <w:rsid w:val="001652FD"/>
    <w:rsid w:val="00165A26"/>
    <w:rsid w:val="00165F45"/>
    <w:rsid w:val="0016612A"/>
    <w:rsid w:val="0016627B"/>
    <w:rsid w:val="00166360"/>
    <w:rsid w:val="001665F4"/>
    <w:rsid w:val="0016683B"/>
    <w:rsid w:val="0016690E"/>
    <w:rsid w:val="00167D78"/>
    <w:rsid w:val="0017015B"/>
    <w:rsid w:val="00170CA0"/>
    <w:rsid w:val="00171171"/>
    <w:rsid w:val="00171B8F"/>
    <w:rsid w:val="00172156"/>
    <w:rsid w:val="001726EE"/>
    <w:rsid w:val="00173D39"/>
    <w:rsid w:val="001749FB"/>
    <w:rsid w:val="00174AE7"/>
    <w:rsid w:val="00174CF4"/>
    <w:rsid w:val="001750F5"/>
    <w:rsid w:val="001753E1"/>
    <w:rsid w:val="00175768"/>
    <w:rsid w:val="00175849"/>
    <w:rsid w:val="001761DA"/>
    <w:rsid w:val="001764AF"/>
    <w:rsid w:val="00176654"/>
    <w:rsid w:val="001769FF"/>
    <w:rsid w:val="00176C1A"/>
    <w:rsid w:val="00176CA6"/>
    <w:rsid w:val="0017777E"/>
    <w:rsid w:val="00177C44"/>
    <w:rsid w:val="001803CF"/>
    <w:rsid w:val="00180B14"/>
    <w:rsid w:val="00180EA6"/>
    <w:rsid w:val="001812FA"/>
    <w:rsid w:val="00182056"/>
    <w:rsid w:val="00182D57"/>
    <w:rsid w:val="00183307"/>
    <w:rsid w:val="00183CBA"/>
    <w:rsid w:val="00185A9D"/>
    <w:rsid w:val="00185D5D"/>
    <w:rsid w:val="00186084"/>
    <w:rsid w:val="00186710"/>
    <w:rsid w:val="00186CDE"/>
    <w:rsid w:val="001873DD"/>
    <w:rsid w:val="001901BC"/>
    <w:rsid w:val="00190E17"/>
    <w:rsid w:val="0019164A"/>
    <w:rsid w:val="00191B3C"/>
    <w:rsid w:val="00192A26"/>
    <w:rsid w:val="00192DE6"/>
    <w:rsid w:val="00192E3C"/>
    <w:rsid w:val="00192EB6"/>
    <w:rsid w:val="00193263"/>
    <w:rsid w:val="00193418"/>
    <w:rsid w:val="00193A53"/>
    <w:rsid w:val="001946EB"/>
    <w:rsid w:val="001947B4"/>
    <w:rsid w:val="00194D90"/>
    <w:rsid w:val="00194E88"/>
    <w:rsid w:val="00194F1C"/>
    <w:rsid w:val="0019526C"/>
    <w:rsid w:val="00195911"/>
    <w:rsid w:val="001961FC"/>
    <w:rsid w:val="00196A1A"/>
    <w:rsid w:val="001978A6"/>
    <w:rsid w:val="00197F8F"/>
    <w:rsid w:val="001A04EF"/>
    <w:rsid w:val="001A1E1F"/>
    <w:rsid w:val="001A2286"/>
    <w:rsid w:val="001A275E"/>
    <w:rsid w:val="001A32DE"/>
    <w:rsid w:val="001A3484"/>
    <w:rsid w:val="001A350B"/>
    <w:rsid w:val="001A3A29"/>
    <w:rsid w:val="001A4867"/>
    <w:rsid w:val="001A4E15"/>
    <w:rsid w:val="001A544E"/>
    <w:rsid w:val="001A5625"/>
    <w:rsid w:val="001A699C"/>
    <w:rsid w:val="001A7416"/>
    <w:rsid w:val="001A7E11"/>
    <w:rsid w:val="001B0892"/>
    <w:rsid w:val="001B0F4E"/>
    <w:rsid w:val="001B13B0"/>
    <w:rsid w:val="001B1BDE"/>
    <w:rsid w:val="001B1CD8"/>
    <w:rsid w:val="001B21BD"/>
    <w:rsid w:val="001B26CF"/>
    <w:rsid w:val="001B3C6A"/>
    <w:rsid w:val="001B3CBA"/>
    <w:rsid w:val="001B4A80"/>
    <w:rsid w:val="001B50D7"/>
    <w:rsid w:val="001B5526"/>
    <w:rsid w:val="001B5731"/>
    <w:rsid w:val="001B5935"/>
    <w:rsid w:val="001B59C7"/>
    <w:rsid w:val="001B6278"/>
    <w:rsid w:val="001B7211"/>
    <w:rsid w:val="001B74BF"/>
    <w:rsid w:val="001B78B6"/>
    <w:rsid w:val="001B79A0"/>
    <w:rsid w:val="001B7A64"/>
    <w:rsid w:val="001B7B7F"/>
    <w:rsid w:val="001C09A6"/>
    <w:rsid w:val="001C0CED"/>
    <w:rsid w:val="001C2D67"/>
    <w:rsid w:val="001C3342"/>
    <w:rsid w:val="001C352A"/>
    <w:rsid w:val="001C3569"/>
    <w:rsid w:val="001C3891"/>
    <w:rsid w:val="001C51DF"/>
    <w:rsid w:val="001C522A"/>
    <w:rsid w:val="001C552E"/>
    <w:rsid w:val="001C5B7B"/>
    <w:rsid w:val="001C5F8E"/>
    <w:rsid w:val="001C6772"/>
    <w:rsid w:val="001C7323"/>
    <w:rsid w:val="001C750E"/>
    <w:rsid w:val="001D0107"/>
    <w:rsid w:val="001D0182"/>
    <w:rsid w:val="001D0749"/>
    <w:rsid w:val="001D08C5"/>
    <w:rsid w:val="001D0B0F"/>
    <w:rsid w:val="001D0CF7"/>
    <w:rsid w:val="001D0FCC"/>
    <w:rsid w:val="001D1051"/>
    <w:rsid w:val="001D1CC5"/>
    <w:rsid w:val="001D1D95"/>
    <w:rsid w:val="001D20A4"/>
    <w:rsid w:val="001D2482"/>
    <w:rsid w:val="001D2B61"/>
    <w:rsid w:val="001D2C35"/>
    <w:rsid w:val="001D2FC9"/>
    <w:rsid w:val="001D3571"/>
    <w:rsid w:val="001D4058"/>
    <w:rsid w:val="001D4848"/>
    <w:rsid w:val="001D5834"/>
    <w:rsid w:val="001D63F2"/>
    <w:rsid w:val="001D6600"/>
    <w:rsid w:val="001D6B67"/>
    <w:rsid w:val="001D7D2D"/>
    <w:rsid w:val="001E0F75"/>
    <w:rsid w:val="001E1453"/>
    <w:rsid w:val="001E2388"/>
    <w:rsid w:val="001E25CE"/>
    <w:rsid w:val="001E289B"/>
    <w:rsid w:val="001E3833"/>
    <w:rsid w:val="001E3D40"/>
    <w:rsid w:val="001E4345"/>
    <w:rsid w:val="001E496B"/>
    <w:rsid w:val="001E5832"/>
    <w:rsid w:val="001E5BDA"/>
    <w:rsid w:val="001E5D67"/>
    <w:rsid w:val="001E6542"/>
    <w:rsid w:val="001E67B4"/>
    <w:rsid w:val="001E69A4"/>
    <w:rsid w:val="001E70E1"/>
    <w:rsid w:val="001F120C"/>
    <w:rsid w:val="001F121F"/>
    <w:rsid w:val="001F176B"/>
    <w:rsid w:val="001F184B"/>
    <w:rsid w:val="001F2DF8"/>
    <w:rsid w:val="001F3A27"/>
    <w:rsid w:val="001F3D60"/>
    <w:rsid w:val="001F3DBC"/>
    <w:rsid w:val="001F443A"/>
    <w:rsid w:val="001F4A90"/>
    <w:rsid w:val="001F5A9F"/>
    <w:rsid w:val="001F6E49"/>
    <w:rsid w:val="001F6F97"/>
    <w:rsid w:val="00200BB7"/>
    <w:rsid w:val="00200DD4"/>
    <w:rsid w:val="00200FF9"/>
    <w:rsid w:val="00202017"/>
    <w:rsid w:val="0020282C"/>
    <w:rsid w:val="002028E4"/>
    <w:rsid w:val="0020384D"/>
    <w:rsid w:val="00203A32"/>
    <w:rsid w:val="00204D62"/>
    <w:rsid w:val="00204EC6"/>
    <w:rsid w:val="00205343"/>
    <w:rsid w:val="002064DA"/>
    <w:rsid w:val="002066B8"/>
    <w:rsid w:val="00206E2A"/>
    <w:rsid w:val="0020733A"/>
    <w:rsid w:val="002079C2"/>
    <w:rsid w:val="0021000C"/>
    <w:rsid w:val="00210774"/>
    <w:rsid w:val="00210995"/>
    <w:rsid w:val="00210C30"/>
    <w:rsid w:val="00211428"/>
    <w:rsid w:val="00211ADB"/>
    <w:rsid w:val="00211BFE"/>
    <w:rsid w:val="002127D5"/>
    <w:rsid w:val="002134BE"/>
    <w:rsid w:val="00213F9E"/>
    <w:rsid w:val="00214E51"/>
    <w:rsid w:val="00214E53"/>
    <w:rsid w:val="00214ECC"/>
    <w:rsid w:val="002153ED"/>
    <w:rsid w:val="00215594"/>
    <w:rsid w:val="0021645D"/>
    <w:rsid w:val="0021656B"/>
    <w:rsid w:val="00216DA7"/>
    <w:rsid w:val="00217074"/>
    <w:rsid w:val="0021728D"/>
    <w:rsid w:val="002178A8"/>
    <w:rsid w:val="00217B59"/>
    <w:rsid w:val="00217E73"/>
    <w:rsid w:val="00220132"/>
    <w:rsid w:val="002204C9"/>
    <w:rsid w:val="00220627"/>
    <w:rsid w:val="002216D9"/>
    <w:rsid w:val="002217C2"/>
    <w:rsid w:val="00221EDC"/>
    <w:rsid w:val="002238A4"/>
    <w:rsid w:val="0022394F"/>
    <w:rsid w:val="00223988"/>
    <w:rsid w:val="00223E24"/>
    <w:rsid w:val="002258F0"/>
    <w:rsid w:val="00225ED2"/>
    <w:rsid w:val="00226549"/>
    <w:rsid w:val="0022676A"/>
    <w:rsid w:val="00226AC7"/>
    <w:rsid w:val="002277A7"/>
    <w:rsid w:val="002301AC"/>
    <w:rsid w:val="002302C1"/>
    <w:rsid w:val="00231A1E"/>
    <w:rsid w:val="00231A21"/>
    <w:rsid w:val="002333B4"/>
    <w:rsid w:val="00233408"/>
    <w:rsid w:val="00234527"/>
    <w:rsid w:val="00234F0C"/>
    <w:rsid w:val="00236C56"/>
    <w:rsid w:val="00240C61"/>
    <w:rsid w:val="00240EC0"/>
    <w:rsid w:val="00241538"/>
    <w:rsid w:val="0024219E"/>
    <w:rsid w:val="00242439"/>
    <w:rsid w:val="00243618"/>
    <w:rsid w:val="00243AA4"/>
    <w:rsid w:val="00244241"/>
    <w:rsid w:val="0024448A"/>
    <w:rsid w:val="00244A55"/>
    <w:rsid w:val="00244A81"/>
    <w:rsid w:val="002451D0"/>
    <w:rsid w:val="0024670C"/>
    <w:rsid w:val="00246947"/>
    <w:rsid w:val="00246A47"/>
    <w:rsid w:val="00246DEC"/>
    <w:rsid w:val="00247524"/>
    <w:rsid w:val="0024793C"/>
    <w:rsid w:val="00250475"/>
    <w:rsid w:val="00250510"/>
    <w:rsid w:val="002507B8"/>
    <w:rsid w:val="002509A2"/>
    <w:rsid w:val="002513E9"/>
    <w:rsid w:val="00251742"/>
    <w:rsid w:val="002517B1"/>
    <w:rsid w:val="00251903"/>
    <w:rsid w:val="00251B8E"/>
    <w:rsid w:val="00251E41"/>
    <w:rsid w:val="00251F8B"/>
    <w:rsid w:val="00251FE7"/>
    <w:rsid w:val="0025344F"/>
    <w:rsid w:val="002535E3"/>
    <w:rsid w:val="00254A3D"/>
    <w:rsid w:val="00254F32"/>
    <w:rsid w:val="00255161"/>
    <w:rsid w:val="002555B3"/>
    <w:rsid w:val="0025693C"/>
    <w:rsid w:val="0025746E"/>
    <w:rsid w:val="00257DA4"/>
    <w:rsid w:val="0026130D"/>
    <w:rsid w:val="00262463"/>
    <w:rsid w:val="002624A6"/>
    <w:rsid w:val="0026298B"/>
    <w:rsid w:val="002631C5"/>
    <w:rsid w:val="0026399E"/>
    <w:rsid w:val="002639D3"/>
    <w:rsid w:val="0026498D"/>
    <w:rsid w:val="00264B10"/>
    <w:rsid w:val="00264C0A"/>
    <w:rsid w:val="00264FDB"/>
    <w:rsid w:val="00265D4D"/>
    <w:rsid w:val="00265E2D"/>
    <w:rsid w:val="002665DC"/>
    <w:rsid w:val="00267D16"/>
    <w:rsid w:val="00267D1A"/>
    <w:rsid w:val="00267F56"/>
    <w:rsid w:val="00270980"/>
    <w:rsid w:val="00270B63"/>
    <w:rsid w:val="0027178F"/>
    <w:rsid w:val="0027195B"/>
    <w:rsid w:val="0027239C"/>
    <w:rsid w:val="00272755"/>
    <w:rsid w:val="002728BD"/>
    <w:rsid w:val="00272CFB"/>
    <w:rsid w:val="00272D3F"/>
    <w:rsid w:val="0027377C"/>
    <w:rsid w:val="002749BD"/>
    <w:rsid w:val="00275F0C"/>
    <w:rsid w:val="00276A6A"/>
    <w:rsid w:val="00276DD5"/>
    <w:rsid w:val="002801F8"/>
    <w:rsid w:val="00280D87"/>
    <w:rsid w:val="0028102A"/>
    <w:rsid w:val="002810A6"/>
    <w:rsid w:val="002810C4"/>
    <w:rsid w:val="00281CDA"/>
    <w:rsid w:val="00282930"/>
    <w:rsid w:val="0028328A"/>
    <w:rsid w:val="00283715"/>
    <w:rsid w:val="00284308"/>
    <w:rsid w:val="00284B9B"/>
    <w:rsid w:val="00285151"/>
    <w:rsid w:val="002855E8"/>
    <w:rsid w:val="00286EDD"/>
    <w:rsid w:val="0028709C"/>
    <w:rsid w:val="0028738A"/>
    <w:rsid w:val="0029009C"/>
    <w:rsid w:val="0029028E"/>
    <w:rsid w:val="002906B8"/>
    <w:rsid w:val="00290E2A"/>
    <w:rsid w:val="00290F21"/>
    <w:rsid w:val="00291625"/>
    <w:rsid w:val="00292004"/>
    <w:rsid w:val="00292428"/>
    <w:rsid w:val="002927EC"/>
    <w:rsid w:val="00292966"/>
    <w:rsid w:val="00292B80"/>
    <w:rsid w:val="00292F19"/>
    <w:rsid w:val="002937B3"/>
    <w:rsid w:val="00293ED4"/>
    <w:rsid w:val="00294620"/>
    <w:rsid w:val="00294690"/>
    <w:rsid w:val="00294CFD"/>
    <w:rsid w:val="00294D03"/>
    <w:rsid w:val="00294F32"/>
    <w:rsid w:val="00295134"/>
    <w:rsid w:val="00295BE2"/>
    <w:rsid w:val="002961DF"/>
    <w:rsid w:val="002970B5"/>
    <w:rsid w:val="0029731A"/>
    <w:rsid w:val="00297392"/>
    <w:rsid w:val="002A06B4"/>
    <w:rsid w:val="002A0DC8"/>
    <w:rsid w:val="002A0EFD"/>
    <w:rsid w:val="002A1308"/>
    <w:rsid w:val="002A13B6"/>
    <w:rsid w:val="002A186A"/>
    <w:rsid w:val="002A20F8"/>
    <w:rsid w:val="002A296B"/>
    <w:rsid w:val="002A2D0C"/>
    <w:rsid w:val="002A2E8A"/>
    <w:rsid w:val="002A2F50"/>
    <w:rsid w:val="002A41BE"/>
    <w:rsid w:val="002A4492"/>
    <w:rsid w:val="002A4AEB"/>
    <w:rsid w:val="002A4C22"/>
    <w:rsid w:val="002A4E0B"/>
    <w:rsid w:val="002A4EB8"/>
    <w:rsid w:val="002A51BD"/>
    <w:rsid w:val="002A5393"/>
    <w:rsid w:val="002A54EE"/>
    <w:rsid w:val="002A5A56"/>
    <w:rsid w:val="002A60D2"/>
    <w:rsid w:val="002A66E6"/>
    <w:rsid w:val="002A6ABE"/>
    <w:rsid w:val="002A6B77"/>
    <w:rsid w:val="002A71FE"/>
    <w:rsid w:val="002A7401"/>
    <w:rsid w:val="002A782C"/>
    <w:rsid w:val="002B06A4"/>
    <w:rsid w:val="002B0FA7"/>
    <w:rsid w:val="002B1CE9"/>
    <w:rsid w:val="002B22AB"/>
    <w:rsid w:val="002B2E1F"/>
    <w:rsid w:val="002B2E92"/>
    <w:rsid w:val="002B3403"/>
    <w:rsid w:val="002B380E"/>
    <w:rsid w:val="002B3A98"/>
    <w:rsid w:val="002B3BE6"/>
    <w:rsid w:val="002B3FEF"/>
    <w:rsid w:val="002B42DA"/>
    <w:rsid w:val="002B50B2"/>
    <w:rsid w:val="002B6136"/>
    <w:rsid w:val="002B6381"/>
    <w:rsid w:val="002B72BF"/>
    <w:rsid w:val="002B76F7"/>
    <w:rsid w:val="002B7C3D"/>
    <w:rsid w:val="002C0753"/>
    <w:rsid w:val="002C0DB8"/>
    <w:rsid w:val="002C0E86"/>
    <w:rsid w:val="002C1328"/>
    <w:rsid w:val="002C18DC"/>
    <w:rsid w:val="002C23FF"/>
    <w:rsid w:val="002C2C09"/>
    <w:rsid w:val="002C2C2F"/>
    <w:rsid w:val="002C69D5"/>
    <w:rsid w:val="002C6F4F"/>
    <w:rsid w:val="002C6FE7"/>
    <w:rsid w:val="002C70E1"/>
    <w:rsid w:val="002C7122"/>
    <w:rsid w:val="002C714E"/>
    <w:rsid w:val="002C73A0"/>
    <w:rsid w:val="002C73DA"/>
    <w:rsid w:val="002C79D6"/>
    <w:rsid w:val="002C7F7C"/>
    <w:rsid w:val="002D082A"/>
    <w:rsid w:val="002D1892"/>
    <w:rsid w:val="002D18A2"/>
    <w:rsid w:val="002D19EB"/>
    <w:rsid w:val="002D1B36"/>
    <w:rsid w:val="002D1F50"/>
    <w:rsid w:val="002D2A27"/>
    <w:rsid w:val="002D4C47"/>
    <w:rsid w:val="002D69B7"/>
    <w:rsid w:val="002D6E29"/>
    <w:rsid w:val="002D70D5"/>
    <w:rsid w:val="002D77E7"/>
    <w:rsid w:val="002E1095"/>
    <w:rsid w:val="002E1981"/>
    <w:rsid w:val="002E1E17"/>
    <w:rsid w:val="002E1F7B"/>
    <w:rsid w:val="002E25DD"/>
    <w:rsid w:val="002E3EAF"/>
    <w:rsid w:val="002E442C"/>
    <w:rsid w:val="002E509E"/>
    <w:rsid w:val="002E55D4"/>
    <w:rsid w:val="002E5746"/>
    <w:rsid w:val="002E5AC5"/>
    <w:rsid w:val="002E67B9"/>
    <w:rsid w:val="002F0E2C"/>
    <w:rsid w:val="002F1B19"/>
    <w:rsid w:val="002F282A"/>
    <w:rsid w:val="002F2B1E"/>
    <w:rsid w:val="002F374E"/>
    <w:rsid w:val="002F4187"/>
    <w:rsid w:val="002F51B9"/>
    <w:rsid w:val="002F5547"/>
    <w:rsid w:val="002F5A7B"/>
    <w:rsid w:val="002F6251"/>
    <w:rsid w:val="002F70A7"/>
    <w:rsid w:val="002F778D"/>
    <w:rsid w:val="002F7F0C"/>
    <w:rsid w:val="00300261"/>
    <w:rsid w:val="00300431"/>
    <w:rsid w:val="0030092D"/>
    <w:rsid w:val="0030181E"/>
    <w:rsid w:val="0030354E"/>
    <w:rsid w:val="00303831"/>
    <w:rsid w:val="003038CD"/>
    <w:rsid w:val="00303F48"/>
    <w:rsid w:val="003048E1"/>
    <w:rsid w:val="00304E08"/>
    <w:rsid w:val="003054A4"/>
    <w:rsid w:val="003057CF"/>
    <w:rsid w:val="00305836"/>
    <w:rsid w:val="00305885"/>
    <w:rsid w:val="003062D1"/>
    <w:rsid w:val="00306623"/>
    <w:rsid w:val="003067DF"/>
    <w:rsid w:val="00306AE0"/>
    <w:rsid w:val="003070FD"/>
    <w:rsid w:val="00310265"/>
    <w:rsid w:val="0031095F"/>
    <w:rsid w:val="00310961"/>
    <w:rsid w:val="00310AF3"/>
    <w:rsid w:val="00310B21"/>
    <w:rsid w:val="00310B3E"/>
    <w:rsid w:val="00310D8E"/>
    <w:rsid w:val="003113B3"/>
    <w:rsid w:val="00311F0B"/>
    <w:rsid w:val="003121B5"/>
    <w:rsid w:val="003121F7"/>
    <w:rsid w:val="00312242"/>
    <w:rsid w:val="00312C81"/>
    <w:rsid w:val="00312E59"/>
    <w:rsid w:val="00313116"/>
    <w:rsid w:val="003135B6"/>
    <w:rsid w:val="00315592"/>
    <w:rsid w:val="00315665"/>
    <w:rsid w:val="0031603D"/>
    <w:rsid w:val="003161D0"/>
    <w:rsid w:val="003163B2"/>
    <w:rsid w:val="00316C89"/>
    <w:rsid w:val="00316FAD"/>
    <w:rsid w:val="00320179"/>
    <w:rsid w:val="00320DAC"/>
    <w:rsid w:val="00321388"/>
    <w:rsid w:val="00321EFC"/>
    <w:rsid w:val="0032275A"/>
    <w:rsid w:val="00322939"/>
    <w:rsid w:val="00323BE4"/>
    <w:rsid w:val="00324331"/>
    <w:rsid w:val="00324C33"/>
    <w:rsid w:val="0032518E"/>
    <w:rsid w:val="003259FB"/>
    <w:rsid w:val="00325D13"/>
    <w:rsid w:val="00325F34"/>
    <w:rsid w:val="003279F1"/>
    <w:rsid w:val="00330586"/>
    <w:rsid w:val="0033064E"/>
    <w:rsid w:val="00331285"/>
    <w:rsid w:val="00331638"/>
    <w:rsid w:val="0033257B"/>
    <w:rsid w:val="00333341"/>
    <w:rsid w:val="003335D7"/>
    <w:rsid w:val="00334115"/>
    <w:rsid w:val="00334EFC"/>
    <w:rsid w:val="00335155"/>
    <w:rsid w:val="00335A14"/>
    <w:rsid w:val="00335B39"/>
    <w:rsid w:val="00335C48"/>
    <w:rsid w:val="0033642F"/>
    <w:rsid w:val="00336521"/>
    <w:rsid w:val="00336C6A"/>
    <w:rsid w:val="00336FD0"/>
    <w:rsid w:val="003371FB"/>
    <w:rsid w:val="00337469"/>
    <w:rsid w:val="003378B5"/>
    <w:rsid w:val="003407B5"/>
    <w:rsid w:val="00341038"/>
    <w:rsid w:val="0034134C"/>
    <w:rsid w:val="003445BF"/>
    <w:rsid w:val="00345381"/>
    <w:rsid w:val="00345472"/>
    <w:rsid w:val="003457CD"/>
    <w:rsid w:val="003463C5"/>
    <w:rsid w:val="00346DAF"/>
    <w:rsid w:val="003478D3"/>
    <w:rsid w:val="00347AD4"/>
    <w:rsid w:val="00347D7E"/>
    <w:rsid w:val="00347E6B"/>
    <w:rsid w:val="003502D2"/>
    <w:rsid w:val="00350366"/>
    <w:rsid w:val="003506DA"/>
    <w:rsid w:val="00350868"/>
    <w:rsid w:val="003508A6"/>
    <w:rsid w:val="00350DA7"/>
    <w:rsid w:val="00351CD3"/>
    <w:rsid w:val="00352722"/>
    <w:rsid w:val="00353508"/>
    <w:rsid w:val="0035359D"/>
    <w:rsid w:val="00353812"/>
    <w:rsid w:val="00353B97"/>
    <w:rsid w:val="00354268"/>
    <w:rsid w:val="00354CE3"/>
    <w:rsid w:val="00354DAA"/>
    <w:rsid w:val="00356043"/>
    <w:rsid w:val="003564A1"/>
    <w:rsid w:val="0035664D"/>
    <w:rsid w:val="00356ADC"/>
    <w:rsid w:val="0035720E"/>
    <w:rsid w:val="00357C7D"/>
    <w:rsid w:val="00357F18"/>
    <w:rsid w:val="00360081"/>
    <w:rsid w:val="00361159"/>
    <w:rsid w:val="003613F5"/>
    <w:rsid w:val="0036242B"/>
    <w:rsid w:val="00362E9C"/>
    <w:rsid w:val="0036326E"/>
    <w:rsid w:val="0036517F"/>
    <w:rsid w:val="00365309"/>
    <w:rsid w:val="00365D10"/>
    <w:rsid w:val="00365EDF"/>
    <w:rsid w:val="003665DF"/>
    <w:rsid w:val="0036682B"/>
    <w:rsid w:val="00366D0B"/>
    <w:rsid w:val="0036779D"/>
    <w:rsid w:val="00370399"/>
    <w:rsid w:val="00370509"/>
    <w:rsid w:val="00370F02"/>
    <w:rsid w:val="0037199E"/>
    <w:rsid w:val="0037303B"/>
    <w:rsid w:val="00373A75"/>
    <w:rsid w:val="00373C4A"/>
    <w:rsid w:val="00374182"/>
    <w:rsid w:val="003745D4"/>
    <w:rsid w:val="00375174"/>
    <w:rsid w:val="00375289"/>
    <w:rsid w:val="00375628"/>
    <w:rsid w:val="00375D66"/>
    <w:rsid w:val="00376441"/>
    <w:rsid w:val="003767E6"/>
    <w:rsid w:val="0037694A"/>
    <w:rsid w:val="00376F6A"/>
    <w:rsid w:val="00377D1B"/>
    <w:rsid w:val="00380828"/>
    <w:rsid w:val="00380D86"/>
    <w:rsid w:val="00380E9B"/>
    <w:rsid w:val="0038255A"/>
    <w:rsid w:val="00383030"/>
    <w:rsid w:val="00383CE1"/>
    <w:rsid w:val="003848BD"/>
    <w:rsid w:val="00384FE9"/>
    <w:rsid w:val="00385F1F"/>
    <w:rsid w:val="00386113"/>
    <w:rsid w:val="00386217"/>
    <w:rsid w:val="0038627F"/>
    <w:rsid w:val="003868C6"/>
    <w:rsid w:val="00386C77"/>
    <w:rsid w:val="003879D7"/>
    <w:rsid w:val="00390ED8"/>
    <w:rsid w:val="00390FD3"/>
    <w:rsid w:val="00391083"/>
    <w:rsid w:val="003914C8"/>
    <w:rsid w:val="0039152C"/>
    <w:rsid w:val="0039190E"/>
    <w:rsid w:val="003919B1"/>
    <w:rsid w:val="00391C54"/>
    <w:rsid w:val="0039244E"/>
    <w:rsid w:val="0039259B"/>
    <w:rsid w:val="003942E6"/>
    <w:rsid w:val="003949BC"/>
    <w:rsid w:val="003964B6"/>
    <w:rsid w:val="003972DB"/>
    <w:rsid w:val="003974C0"/>
    <w:rsid w:val="00397963"/>
    <w:rsid w:val="003A0165"/>
    <w:rsid w:val="003A0329"/>
    <w:rsid w:val="003A0381"/>
    <w:rsid w:val="003A0525"/>
    <w:rsid w:val="003A095F"/>
    <w:rsid w:val="003A1044"/>
    <w:rsid w:val="003A113F"/>
    <w:rsid w:val="003A1424"/>
    <w:rsid w:val="003A167A"/>
    <w:rsid w:val="003A1B1C"/>
    <w:rsid w:val="003A2FD3"/>
    <w:rsid w:val="003A314B"/>
    <w:rsid w:val="003A4236"/>
    <w:rsid w:val="003A48C6"/>
    <w:rsid w:val="003A4CFC"/>
    <w:rsid w:val="003A5128"/>
    <w:rsid w:val="003A63EC"/>
    <w:rsid w:val="003A72FD"/>
    <w:rsid w:val="003B035F"/>
    <w:rsid w:val="003B0EE1"/>
    <w:rsid w:val="003B1280"/>
    <w:rsid w:val="003B17C6"/>
    <w:rsid w:val="003B188C"/>
    <w:rsid w:val="003B197A"/>
    <w:rsid w:val="003B26E3"/>
    <w:rsid w:val="003B28E7"/>
    <w:rsid w:val="003B3D6E"/>
    <w:rsid w:val="003B3ED0"/>
    <w:rsid w:val="003B4820"/>
    <w:rsid w:val="003B4A2E"/>
    <w:rsid w:val="003B4A4F"/>
    <w:rsid w:val="003B4B8B"/>
    <w:rsid w:val="003B5294"/>
    <w:rsid w:val="003B67BC"/>
    <w:rsid w:val="003B7059"/>
    <w:rsid w:val="003C0074"/>
    <w:rsid w:val="003C0394"/>
    <w:rsid w:val="003C039C"/>
    <w:rsid w:val="003C096B"/>
    <w:rsid w:val="003C0DC2"/>
    <w:rsid w:val="003C0F2F"/>
    <w:rsid w:val="003C153A"/>
    <w:rsid w:val="003C16A7"/>
    <w:rsid w:val="003C182D"/>
    <w:rsid w:val="003C2A8D"/>
    <w:rsid w:val="003C37E5"/>
    <w:rsid w:val="003C49D4"/>
    <w:rsid w:val="003C4D50"/>
    <w:rsid w:val="003C50B1"/>
    <w:rsid w:val="003C5980"/>
    <w:rsid w:val="003C5AA1"/>
    <w:rsid w:val="003C5B18"/>
    <w:rsid w:val="003C610D"/>
    <w:rsid w:val="003C6521"/>
    <w:rsid w:val="003C661B"/>
    <w:rsid w:val="003C66EF"/>
    <w:rsid w:val="003C7580"/>
    <w:rsid w:val="003C7B2D"/>
    <w:rsid w:val="003D0732"/>
    <w:rsid w:val="003D0861"/>
    <w:rsid w:val="003D0A51"/>
    <w:rsid w:val="003D0AC7"/>
    <w:rsid w:val="003D0B7D"/>
    <w:rsid w:val="003D0B90"/>
    <w:rsid w:val="003D158B"/>
    <w:rsid w:val="003D1E1C"/>
    <w:rsid w:val="003D21CE"/>
    <w:rsid w:val="003D2355"/>
    <w:rsid w:val="003D28D0"/>
    <w:rsid w:val="003D37DD"/>
    <w:rsid w:val="003D3CB8"/>
    <w:rsid w:val="003D41EA"/>
    <w:rsid w:val="003D5927"/>
    <w:rsid w:val="003D747A"/>
    <w:rsid w:val="003E02D6"/>
    <w:rsid w:val="003E07CB"/>
    <w:rsid w:val="003E1E16"/>
    <w:rsid w:val="003E22CD"/>
    <w:rsid w:val="003E297A"/>
    <w:rsid w:val="003E393B"/>
    <w:rsid w:val="003E3FEA"/>
    <w:rsid w:val="003E5260"/>
    <w:rsid w:val="003E5C11"/>
    <w:rsid w:val="003E5E74"/>
    <w:rsid w:val="003E6154"/>
    <w:rsid w:val="003E68CF"/>
    <w:rsid w:val="003E6902"/>
    <w:rsid w:val="003E6CEF"/>
    <w:rsid w:val="003E7368"/>
    <w:rsid w:val="003E79F5"/>
    <w:rsid w:val="003F02A9"/>
    <w:rsid w:val="003F08FD"/>
    <w:rsid w:val="003F0C32"/>
    <w:rsid w:val="003F1B3F"/>
    <w:rsid w:val="003F26D0"/>
    <w:rsid w:val="003F2A09"/>
    <w:rsid w:val="003F2F8C"/>
    <w:rsid w:val="003F32AC"/>
    <w:rsid w:val="003F3E6B"/>
    <w:rsid w:val="003F4245"/>
    <w:rsid w:val="003F44A8"/>
    <w:rsid w:val="003F58F1"/>
    <w:rsid w:val="003F5EC7"/>
    <w:rsid w:val="003F6262"/>
    <w:rsid w:val="003F6422"/>
    <w:rsid w:val="003F64BD"/>
    <w:rsid w:val="003F64D8"/>
    <w:rsid w:val="003F6B32"/>
    <w:rsid w:val="003F771D"/>
    <w:rsid w:val="004004FD"/>
    <w:rsid w:val="00400F2E"/>
    <w:rsid w:val="0040196C"/>
    <w:rsid w:val="00401D1C"/>
    <w:rsid w:val="00402651"/>
    <w:rsid w:val="00403720"/>
    <w:rsid w:val="004038FB"/>
    <w:rsid w:val="00404855"/>
    <w:rsid w:val="00404B7C"/>
    <w:rsid w:val="00404BE9"/>
    <w:rsid w:val="0040546E"/>
    <w:rsid w:val="00405884"/>
    <w:rsid w:val="00405ACD"/>
    <w:rsid w:val="00406BC8"/>
    <w:rsid w:val="004071B2"/>
    <w:rsid w:val="004076A6"/>
    <w:rsid w:val="0040770D"/>
    <w:rsid w:val="00410173"/>
    <w:rsid w:val="00410A2A"/>
    <w:rsid w:val="00411BA6"/>
    <w:rsid w:val="004121AB"/>
    <w:rsid w:val="004123CE"/>
    <w:rsid w:val="00412A3E"/>
    <w:rsid w:val="00412B18"/>
    <w:rsid w:val="004132A0"/>
    <w:rsid w:val="00413B9E"/>
    <w:rsid w:val="00414479"/>
    <w:rsid w:val="00414652"/>
    <w:rsid w:val="00414EFE"/>
    <w:rsid w:val="0041521F"/>
    <w:rsid w:val="00415376"/>
    <w:rsid w:val="004159E0"/>
    <w:rsid w:val="00416952"/>
    <w:rsid w:val="004177AF"/>
    <w:rsid w:val="00420571"/>
    <w:rsid w:val="00420B8B"/>
    <w:rsid w:val="0042110B"/>
    <w:rsid w:val="00421D54"/>
    <w:rsid w:val="00421E02"/>
    <w:rsid w:val="0042257C"/>
    <w:rsid w:val="00422C08"/>
    <w:rsid w:val="0042408B"/>
    <w:rsid w:val="00424BEF"/>
    <w:rsid w:val="00424D46"/>
    <w:rsid w:val="004260D6"/>
    <w:rsid w:val="00426E67"/>
    <w:rsid w:val="00427CD7"/>
    <w:rsid w:val="00430281"/>
    <w:rsid w:val="00430DA2"/>
    <w:rsid w:val="0043131F"/>
    <w:rsid w:val="004326F2"/>
    <w:rsid w:val="004335CD"/>
    <w:rsid w:val="0043383B"/>
    <w:rsid w:val="004361F2"/>
    <w:rsid w:val="00436782"/>
    <w:rsid w:val="00437363"/>
    <w:rsid w:val="004400D0"/>
    <w:rsid w:val="00440149"/>
    <w:rsid w:val="00440CCF"/>
    <w:rsid w:val="00441626"/>
    <w:rsid w:val="00441DFA"/>
    <w:rsid w:val="004436AA"/>
    <w:rsid w:val="00443B19"/>
    <w:rsid w:val="00443EAF"/>
    <w:rsid w:val="0044485A"/>
    <w:rsid w:val="00444A8D"/>
    <w:rsid w:val="00444AAA"/>
    <w:rsid w:val="00444AE4"/>
    <w:rsid w:val="00444B6E"/>
    <w:rsid w:val="00444F53"/>
    <w:rsid w:val="00445BC0"/>
    <w:rsid w:val="00445FC3"/>
    <w:rsid w:val="00446328"/>
    <w:rsid w:val="004472BD"/>
    <w:rsid w:val="0044743D"/>
    <w:rsid w:val="00447D56"/>
    <w:rsid w:val="00447EEF"/>
    <w:rsid w:val="0045000D"/>
    <w:rsid w:val="004500DD"/>
    <w:rsid w:val="00450916"/>
    <w:rsid w:val="00450E3E"/>
    <w:rsid w:val="004512A8"/>
    <w:rsid w:val="00451418"/>
    <w:rsid w:val="00452366"/>
    <w:rsid w:val="004527E0"/>
    <w:rsid w:val="00453457"/>
    <w:rsid w:val="004539AD"/>
    <w:rsid w:val="00454534"/>
    <w:rsid w:val="004546EF"/>
    <w:rsid w:val="004548DD"/>
    <w:rsid w:val="00454BAF"/>
    <w:rsid w:val="00455D92"/>
    <w:rsid w:val="00460587"/>
    <w:rsid w:val="00460D74"/>
    <w:rsid w:val="00461D48"/>
    <w:rsid w:val="00461D61"/>
    <w:rsid w:val="00462078"/>
    <w:rsid w:val="00462EDC"/>
    <w:rsid w:val="00463EB9"/>
    <w:rsid w:val="00463FA5"/>
    <w:rsid w:val="004647CF"/>
    <w:rsid w:val="0046514A"/>
    <w:rsid w:val="00465D64"/>
    <w:rsid w:val="00466227"/>
    <w:rsid w:val="00466527"/>
    <w:rsid w:val="00466A42"/>
    <w:rsid w:val="004674FD"/>
    <w:rsid w:val="0046793D"/>
    <w:rsid w:val="00467BC2"/>
    <w:rsid w:val="004709CF"/>
    <w:rsid w:val="00471240"/>
    <w:rsid w:val="0047163A"/>
    <w:rsid w:val="00472331"/>
    <w:rsid w:val="004726FC"/>
    <w:rsid w:val="004735D7"/>
    <w:rsid w:val="00473D1E"/>
    <w:rsid w:val="00474A57"/>
    <w:rsid w:val="00474C32"/>
    <w:rsid w:val="004756A8"/>
    <w:rsid w:val="004763F5"/>
    <w:rsid w:val="00476E58"/>
    <w:rsid w:val="004771D9"/>
    <w:rsid w:val="00480D1E"/>
    <w:rsid w:val="0048109E"/>
    <w:rsid w:val="00481119"/>
    <w:rsid w:val="004811F7"/>
    <w:rsid w:val="00481EC8"/>
    <w:rsid w:val="00482A2A"/>
    <w:rsid w:val="004835F5"/>
    <w:rsid w:val="0048361E"/>
    <w:rsid w:val="00484ED1"/>
    <w:rsid w:val="004858F1"/>
    <w:rsid w:val="004863BA"/>
    <w:rsid w:val="004865C9"/>
    <w:rsid w:val="00486B87"/>
    <w:rsid w:val="00486C8A"/>
    <w:rsid w:val="0048792D"/>
    <w:rsid w:val="00487F59"/>
    <w:rsid w:val="004916A9"/>
    <w:rsid w:val="00492D0A"/>
    <w:rsid w:val="00492D54"/>
    <w:rsid w:val="00493BD3"/>
    <w:rsid w:val="0049595E"/>
    <w:rsid w:val="00495D1F"/>
    <w:rsid w:val="00496048"/>
    <w:rsid w:val="004971B3"/>
    <w:rsid w:val="0049743B"/>
    <w:rsid w:val="00497AFF"/>
    <w:rsid w:val="004A082D"/>
    <w:rsid w:val="004A0B6D"/>
    <w:rsid w:val="004A109F"/>
    <w:rsid w:val="004A12C0"/>
    <w:rsid w:val="004A1649"/>
    <w:rsid w:val="004A1E24"/>
    <w:rsid w:val="004A2123"/>
    <w:rsid w:val="004A2322"/>
    <w:rsid w:val="004A32A1"/>
    <w:rsid w:val="004A4161"/>
    <w:rsid w:val="004A41A3"/>
    <w:rsid w:val="004A5665"/>
    <w:rsid w:val="004A5867"/>
    <w:rsid w:val="004A5A75"/>
    <w:rsid w:val="004A68A3"/>
    <w:rsid w:val="004A6C55"/>
    <w:rsid w:val="004B0AFC"/>
    <w:rsid w:val="004B0C3C"/>
    <w:rsid w:val="004B1C03"/>
    <w:rsid w:val="004B2389"/>
    <w:rsid w:val="004B2592"/>
    <w:rsid w:val="004B2E27"/>
    <w:rsid w:val="004B2EE6"/>
    <w:rsid w:val="004B3C44"/>
    <w:rsid w:val="004B48EE"/>
    <w:rsid w:val="004B5124"/>
    <w:rsid w:val="004B67AB"/>
    <w:rsid w:val="004B7968"/>
    <w:rsid w:val="004B7BBC"/>
    <w:rsid w:val="004C01BC"/>
    <w:rsid w:val="004C04C3"/>
    <w:rsid w:val="004C06B3"/>
    <w:rsid w:val="004C113F"/>
    <w:rsid w:val="004C1326"/>
    <w:rsid w:val="004C13E9"/>
    <w:rsid w:val="004C1443"/>
    <w:rsid w:val="004C1FDE"/>
    <w:rsid w:val="004C3504"/>
    <w:rsid w:val="004C350E"/>
    <w:rsid w:val="004C3973"/>
    <w:rsid w:val="004C3B6B"/>
    <w:rsid w:val="004C3F6E"/>
    <w:rsid w:val="004C455E"/>
    <w:rsid w:val="004C4A87"/>
    <w:rsid w:val="004C60CF"/>
    <w:rsid w:val="004C6975"/>
    <w:rsid w:val="004C7181"/>
    <w:rsid w:val="004D0273"/>
    <w:rsid w:val="004D0DFD"/>
    <w:rsid w:val="004D1313"/>
    <w:rsid w:val="004D15BC"/>
    <w:rsid w:val="004D243B"/>
    <w:rsid w:val="004D29FE"/>
    <w:rsid w:val="004D2E57"/>
    <w:rsid w:val="004D3429"/>
    <w:rsid w:val="004D46FC"/>
    <w:rsid w:val="004D4C7D"/>
    <w:rsid w:val="004D53E4"/>
    <w:rsid w:val="004D615A"/>
    <w:rsid w:val="004D74F7"/>
    <w:rsid w:val="004D757D"/>
    <w:rsid w:val="004D7634"/>
    <w:rsid w:val="004D7A7C"/>
    <w:rsid w:val="004D7F3C"/>
    <w:rsid w:val="004E05D6"/>
    <w:rsid w:val="004E0C62"/>
    <w:rsid w:val="004E0D37"/>
    <w:rsid w:val="004E1031"/>
    <w:rsid w:val="004E1577"/>
    <w:rsid w:val="004E2342"/>
    <w:rsid w:val="004E3C34"/>
    <w:rsid w:val="004E3DE0"/>
    <w:rsid w:val="004E3F4F"/>
    <w:rsid w:val="004E4B2F"/>
    <w:rsid w:val="004E4DE1"/>
    <w:rsid w:val="004E5154"/>
    <w:rsid w:val="004E548C"/>
    <w:rsid w:val="004E6AAA"/>
    <w:rsid w:val="004E6EDB"/>
    <w:rsid w:val="004E7477"/>
    <w:rsid w:val="004E74FC"/>
    <w:rsid w:val="004E75A4"/>
    <w:rsid w:val="004E7B59"/>
    <w:rsid w:val="004E7D21"/>
    <w:rsid w:val="004F0016"/>
    <w:rsid w:val="004F0550"/>
    <w:rsid w:val="004F0C08"/>
    <w:rsid w:val="004F0F12"/>
    <w:rsid w:val="004F1B5E"/>
    <w:rsid w:val="004F2213"/>
    <w:rsid w:val="004F241C"/>
    <w:rsid w:val="004F2867"/>
    <w:rsid w:val="004F2D53"/>
    <w:rsid w:val="004F31BD"/>
    <w:rsid w:val="004F3896"/>
    <w:rsid w:val="004F391C"/>
    <w:rsid w:val="004F3A3A"/>
    <w:rsid w:val="004F43C0"/>
    <w:rsid w:val="004F5A16"/>
    <w:rsid w:val="004F5FEB"/>
    <w:rsid w:val="0050017D"/>
    <w:rsid w:val="0050122C"/>
    <w:rsid w:val="00502057"/>
    <w:rsid w:val="005021A7"/>
    <w:rsid w:val="0050237C"/>
    <w:rsid w:val="005027A9"/>
    <w:rsid w:val="00503894"/>
    <w:rsid w:val="00503950"/>
    <w:rsid w:val="0050567E"/>
    <w:rsid w:val="005056D4"/>
    <w:rsid w:val="00505D22"/>
    <w:rsid w:val="00506E87"/>
    <w:rsid w:val="00507028"/>
    <w:rsid w:val="00507DFD"/>
    <w:rsid w:val="00510086"/>
    <w:rsid w:val="0051036E"/>
    <w:rsid w:val="005107CB"/>
    <w:rsid w:val="005112F9"/>
    <w:rsid w:val="00511938"/>
    <w:rsid w:val="00511E33"/>
    <w:rsid w:val="00512D19"/>
    <w:rsid w:val="00512D9B"/>
    <w:rsid w:val="00514173"/>
    <w:rsid w:val="00515020"/>
    <w:rsid w:val="00515AA9"/>
    <w:rsid w:val="00515D66"/>
    <w:rsid w:val="0051605E"/>
    <w:rsid w:val="0051736F"/>
    <w:rsid w:val="0052016D"/>
    <w:rsid w:val="005204AA"/>
    <w:rsid w:val="00520F72"/>
    <w:rsid w:val="00521537"/>
    <w:rsid w:val="00521666"/>
    <w:rsid w:val="005221E5"/>
    <w:rsid w:val="005229D5"/>
    <w:rsid w:val="00522AD8"/>
    <w:rsid w:val="00522BA9"/>
    <w:rsid w:val="00524161"/>
    <w:rsid w:val="00524312"/>
    <w:rsid w:val="005244C3"/>
    <w:rsid w:val="00524573"/>
    <w:rsid w:val="00524F41"/>
    <w:rsid w:val="00525662"/>
    <w:rsid w:val="00525C88"/>
    <w:rsid w:val="0052718D"/>
    <w:rsid w:val="00527E61"/>
    <w:rsid w:val="00527F97"/>
    <w:rsid w:val="00530881"/>
    <w:rsid w:val="00530B87"/>
    <w:rsid w:val="005315C9"/>
    <w:rsid w:val="00533769"/>
    <w:rsid w:val="005338F8"/>
    <w:rsid w:val="00534410"/>
    <w:rsid w:val="0053465C"/>
    <w:rsid w:val="00535310"/>
    <w:rsid w:val="0053537F"/>
    <w:rsid w:val="0053539D"/>
    <w:rsid w:val="00535E94"/>
    <w:rsid w:val="005366B8"/>
    <w:rsid w:val="00536AFA"/>
    <w:rsid w:val="00536D33"/>
    <w:rsid w:val="00536E97"/>
    <w:rsid w:val="005372B9"/>
    <w:rsid w:val="0053772D"/>
    <w:rsid w:val="005403A5"/>
    <w:rsid w:val="00540FF8"/>
    <w:rsid w:val="00541C53"/>
    <w:rsid w:val="00541D30"/>
    <w:rsid w:val="00542615"/>
    <w:rsid w:val="005438BA"/>
    <w:rsid w:val="00543E26"/>
    <w:rsid w:val="00543F6B"/>
    <w:rsid w:val="005444D1"/>
    <w:rsid w:val="0054493B"/>
    <w:rsid w:val="00544AD9"/>
    <w:rsid w:val="00544FF1"/>
    <w:rsid w:val="005451E9"/>
    <w:rsid w:val="00545251"/>
    <w:rsid w:val="005458C9"/>
    <w:rsid w:val="005464B6"/>
    <w:rsid w:val="00547534"/>
    <w:rsid w:val="00547CDB"/>
    <w:rsid w:val="00547D7A"/>
    <w:rsid w:val="005504E2"/>
    <w:rsid w:val="0055098C"/>
    <w:rsid w:val="00550A29"/>
    <w:rsid w:val="00550F00"/>
    <w:rsid w:val="005513EB"/>
    <w:rsid w:val="0055208E"/>
    <w:rsid w:val="005529AF"/>
    <w:rsid w:val="00552EEA"/>
    <w:rsid w:val="005530ED"/>
    <w:rsid w:val="00553762"/>
    <w:rsid w:val="005538B5"/>
    <w:rsid w:val="00553A1B"/>
    <w:rsid w:val="00553F9A"/>
    <w:rsid w:val="0055554B"/>
    <w:rsid w:val="00555E0B"/>
    <w:rsid w:val="00557486"/>
    <w:rsid w:val="00557587"/>
    <w:rsid w:val="005575E5"/>
    <w:rsid w:val="00560593"/>
    <w:rsid w:val="0056073F"/>
    <w:rsid w:val="0056090A"/>
    <w:rsid w:val="00560EC4"/>
    <w:rsid w:val="00561265"/>
    <w:rsid w:val="00561602"/>
    <w:rsid w:val="005618A5"/>
    <w:rsid w:val="005619B7"/>
    <w:rsid w:val="00561B9B"/>
    <w:rsid w:val="005628CF"/>
    <w:rsid w:val="00563956"/>
    <w:rsid w:val="00563A12"/>
    <w:rsid w:val="00563E60"/>
    <w:rsid w:val="00563EBF"/>
    <w:rsid w:val="00564430"/>
    <w:rsid w:val="00564F8F"/>
    <w:rsid w:val="00565F2D"/>
    <w:rsid w:val="005669FC"/>
    <w:rsid w:val="00567993"/>
    <w:rsid w:val="00567F81"/>
    <w:rsid w:val="00570F4A"/>
    <w:rsid w:val="00572424"/>
    <w:rsid w:val="00572687"/>
    <w:rsid w:val="00572DEA"/>
    <w:rsid w:val="00572EEE"/>
    <w:rsid w:val="00572FA6"/>
    <w:rsid w:val="0057326A"/>
    <w:rsid w:val="005732F6"/>
    <w:rsid w:val="00573E98"/>
    <w:rsid w:val="00574292"/>
    <w:rsid w:val="00574895"/>
    <w:rsid w:val="00574FD0"/>
    <w:rsid w:val="0057536A"/>
    <w:rsid w:val="0057598A"/>
    <w:rsid w:val="00575F5B"/>
    <w:rsid w:val="005764A3"/>
    <w:rsid w:val="00576C7D"/>
    <w:rsid w:val="00577C02"/>
    <w:rsid w:val="00580A9A"/>
    <w:rsid w:val="005815A5"/>
    <w:rsid w:val="0058184E"/>
    <w:rsid w:val="0058211C"/>
    <w:rsid w:val="00582AE5"/>
    <w:rsid w:val="0058323E"/>
    <w:rsid w:val="0058361D"/>
    <w:rsid w:val="0058403B"/>
    <w:rsid w:val="005845B1"/>
    <w:rsid w:val="00585442"/>
    <w:rsid w:val="005855DA"/>
    <w:rsid w:val="00585CFC"/>
    <w:rsid w:val="00586202"/>
    <w:rsid w:val="005862F9"/>
    <w:rsid w:val="00586E59"/>
    <w:rsid w:val="00586FCE"/>
    <w:rsid w:val="005909D2"/>
    <w:rsid w:val="00591153"/>
    <w:rsid w:val="0059124B"/>
    <w:rsid w:val="005913C9"/>
    <w:rsid w:val="00591774"/>
    <w:rsid w:val="0059224A"/>
    <w:rsid w:val="005928A0"/>
    <w:rsid w:val="005931D6"/>
    <w:rsid w:val="00593EBA"/>
    <w:rsid w:val="005946E4"/>
    <w:rsid w:val="00596712"/>
    <w:rsid w:val="00596AB8"/>
    <w:rsid w:val="00597156"/>
    <w:rsid w:val="00597982"/>
    <w:rsid w:val="00597E43"/>
    <w:rsid w:val="005A158A"/>
    <w:rsid w:val="005A26FB"/>
    <w:rsid w:val="005A2C42"/>
    <w:rsid w:val="005A2F98"/>
    <w:rsid w:val="005A3840"/>
    <w:rsid w:val="005A39BB"/>
    <w:rsid w:val="005A3CC8"/>
    <w:rsid w:val="005A3DB4"/>
    <w:rsid w:val="005A4EE2"/>
    <w:rsid w:val="005A5341"/>
    <w:rsid w:val="005A5671"/>
    <w:rsid w:val="005A5BA6"/>
    <w:rsid w:val="005A5C38"/>
    <w:rsid w:val="005A6248"/>
    <w:rsid w:val="005A639D"/>
    <w:rsid w:val="005A69ED"/>
    <w:rsid w:val="005A72AC"/>
    <w:rsid w:val="005A7591"/>
    <w:rsid w:val="005B0494"/>
    <w:rsid w:val="005B1091"/>
    <w:rsid w:val="005B1B80"/>
    <w:rsid w:val="005B1C4C"/>
    <w:rsid w:val="005B1EE4"/>
    <w:rsid w:val="005B2A12"/>
    <w:rsid w:val="005B2C00"/>
    <w:rsid w:val="005B2D51"/>
    <w:rsid w:val="005B2FAB"/>
    <w:rsid w:val="005B3A1F"/>
    <w:rsid w:val="005B3CAD"/>
    <w:rsid w:val="005B3FF6"/>
    <w:rsid w:val="005B4BB6"/>
    <w:rsid w:val="005B583E"/>
    <w:rsid w:val="005B6251"/>
    <w:rsid w:val="005B6256"/>
    <w:rsid w:val="005B644A"/>
    <w:rsid w:val="005B6F63"/>
    <w:rsid w:val="005B782F"/>
    <w:rsid w:val="005B7E7B"/>
    <w:rsid w:val="005B7F9E"/>
    <w:rsid w:val="005C07B5"/>
    <w:rsid w:val="005C08E3"/>
    <w:rsid w:val="005C15A4"/>
    <w:rsid w:val="005C1AE5"/>
    <w:rsid w:val="005C260C"/>
    <w:rsid w:val="005C2AC4"/>
    <w:rsid w:val="005C2D67"/>
    <w:rsid w:val="005C30F3"/>
    <w:rsid w:val="005C3218"/>
    <w:rsid w:val="005C4096"/>
    <w:rsid w:val="005C428E"/>
    <w:rsid w:val="005C489A"/>
    <w:rsid w:val="005C4B67"/>
    <w:rsid w:val="005C4C48"/>
    <w:rsid w:val="005C4D06"/>
    <w:rsid w:val="005C4E0A"/>
    <w:rsid w:val="005C52CD"/>
    <w:rsid w:val="005C61BE"/>
    <w:rsid w:val="005C64F2"/>
    <w:rsid w:val="005C6B04"/>
    <w:rsid w:val="005C7E42"/>
    <w:rsid w:val="005D0F16"/>
    <w:rsid w:val="005D1995"/>
    <w:rsid w:val="005D1A06"/>
    <w:rsid w:val="005D1D8E"/>
    <w:rsid w:val="005D1FEE"/>
    <w:rsid w:val="005D42D1"/>
    <w:rsid w:val="005D4A8A"/>
    <w:rsid w:val="005D4D2D"/>
    <w:rsid w:val="005D4E3D"/>
    <w:rsid w:val="005D4F43"/>
    <w:rsid w:val="005D5045"/>
    <w:rsid w:val="005D6053"/>
    <w:rsid w:val="005D6366"/>
    <w:rsid w:val="005D6C4D"/>
    <w:rsid w:val="005D6D64"/>
    <w:rsid w:val="005D6F21"/>
    <w:rsid w:val="005D735B"/>
    <w:rsid w:val="005E0666"/>
    <w:rsid w:val="005E1937"/>
    <w:rsid w:val="005E2974"/>
    <w:rsid w:val="005E3E54"/>
    <w:rsid w:val="005E4245"/>
    <w:rsid w:val="005E4300"/>
    <w:rsid w:val="005E44EE"/>
    <w:rsid w:val="005E5F20"/>
    <w:rsid w:val="005E666D"/>
    <w:rsid w:val="005E7E58"/>
    <w:rsid w:val="005F1748"/>
    <w:rsid w:val="005F2169"/>
    <w:rsid w:val="005F2268"/>
    <w:rsid w:val="005F3860"/>
    <w:rsid w:val="005F3983"/>
    <w:rsid w:val="005F4540"/>
    <w:rsid w:val="005F5636"/>
    <w:rsid w:val="005F6CDB"/>
    <w:rsid w:val="005F76BB"/>
    <w:rsid w:val="005F7888"/>
    <w:rsid w:val="005F7F5B"/>
    <w:rsid w:val="00600160"/>
    <w:rsid w:val="00600271"/>
    <w:rsid w:val="006011B3"/>
    <w:rsid w:val="006028CA"/>
    <w:rsid w:val="00604023"/>
    <w:rsid w:val="00604316"/>
    <w:rsid w:val="00604BDE"/>
    <w:rsid w:val="00605F03"/>
    <w:rsid w:val="00606067"/>
    <w:rsid w:val="00606220"/>
    <w:rsid w:val="00606566"/>
    <w:rsid w:val="006065F8"/>
    <w:rsid w:val="00606688"/>
    <w:rsid w:val="006068FD"/>
    <w:rsid w:val="00606EF8"/>
    <w:rsid w:val="006105F1"/>
    <w:rsid w:val="00611462"/>
    <w:rsid w:val="00611845"/>
    <w:rsid w:val="0061267A"/>
    <w:rsid w:val="006127B2"/>
    <w:rsid w:val="006133A0"/>
    <w:rsid w:val="0061343D"/>
    <w:rsid w:val="006137D0"/>
    <w:rsid w:val="0061470A"/>
    <w:rsid w:val="00614887"/>
    <w:rsid w:val="006155B3"/>
    <w:rsid w:val="0061583D"/>
    <w:rsid w:val="006164DD"/>
    <w:rsid w:val="0061762D"/>
    <w:rsid w:val="00620404"/>
    <w:rsid w:val="00620456"/>
    <w:rsid w:val="006210DF"/>
    <w:rsid w:val="006211E6"/>
    <w:rsid w:val="0062129C"/>
    <w:rsid w:val="00621F8A"/>
    <w:rsid w:val="00622AE2"/>
    <w:rsid w:val="00623178"/>
    <w:rsid w:val="00623254"/>
    <w:rsid w:val="0062386B"/>
    <w:rsid w:val="00624078"/>
    <w:rsid w:val="00624285"/>
    <w:rsid w:val="00624800"/>
    <w:rsid w:val="00625396"/>
    <w:rsid w:val="00625BE6"/>
    <w:rsid w:val="00625EC7"/>
    <w:rsid w:val="0062622B"/>
    <w:rsid w:val="00626578"/>
    <w:rsid w:val="0062712D"/>
    <w:rsid w:val="006278FE"/>
    <w:rsid w:val="00630FB9"/>
    <w:rsid w:val="00632C80"/>
    <w:rsid w:val="00632E06"/>
    <w:rsid w:val="00633249"/>
    <w:rsid w:val="00633307"/>
    <w:rsid w:val="00633B16"/>
    <w:rsid w:val="00634099"/>
    <w:rsid w:val="00634495"/>
    <w:rsid w:val="006346F5"/>
    <w:rsid w:val="0063476F"/>
    <w:rsid w:val="0063616C"/>
    <w:rsid w:val="0063623B"/>
    <w:rsid w:val="006369AC"/>
    <w:rsid w:val="00637274"/>
    <w:rsid w:val="006373EC"/>
    <w:rsid w:val="006378DF"/>
    <w:rsid w:val="006401E4"/>
    <w:rsid w:val="00640FDF"/>
    <w:rsid w:val="006411C7"/>
    <w:rsid w:val="00641AE7"/>
    <w:rsid w:val="00642889"/>
    <w:rsid w:val="00642EAD"/>
    <w:rsid w:val="00643066"/>
    <w:rsid w:val="006435C8"/>
    <w:rsid w:val="006435FA"/>
    <w:rsid w:val="00643D5E"/>
    <w:rsid w:val="00643E91"/>
    <w:rsid w:val="00644214"/>
    <w:rsid w:val="006447A5"/>
    <w:rsid w:val="00644FAE"/>
    <w:rsid w:val="00645CD4"/>
    <w:rsid w:val="00645EEC"/>
    <w:rsid w:val="006462D0"/>
    <w:rsid w:val="00646529"/>
    <w:rsid w:val="00647801"/>
    <w:rsid w:val="00650B6A"/>
    <w:rsid w:val="00650E69"/>
    <w:rsid w:val="00651122"/>
    <w:rsid w:val="00651639"/>
    <w:rsid w:val="00651AA4"/>
    <w:rsid w:val="00652090"/>
    <w:rsid w:val="00652348"/>
    <w:rsid w:val="0065299A"/>
    <w:rsid w:val="0065332A"/>
    <w:rsid w:val="006534E9"/>
    <w:rsid w:val="00653AC7"/>
    <w:rsid w:val="0065553E"/>
    <w:rsid w:val="00660108"/>
    <w:rsid w:val="0066022F"/>
    <w:rsid w:val="00660263"/>
    <w:rsid w:val="00660EB6"/>
    <w:rsid w:val="00660F6C"/>
    <w:rsid w:val="00661567"/>
    <w:rsid w:val="006624AE"/>
    <w:rsid w:val="006628FD"/>
    <w:rsid w:val="0066298A"/>
    <w:rsid w:val="00664F74"/>
    <w:rsid w:val="006652F0"/>
    <w:rsid w:val="00665497"/>
    <w:rsid w:val="006657A3"/>
    <w:rsid w:val="006658F9"/>
    <w:rsid w:val="00665C12"/>
    <w:rsid w:val="00665FF7"/>
    <w:rsid w:val="0066691D"/>
    <w:rsid w:val="0066752D"/>
    <w:rsid w:val="00670101"/>
    <w:rsid w:val="00670930"/>
    <w:rsid w:val="0067168F"/>
    <w:rsid w:val="00672AE8"/>
    <w:rsid w:val="00672B90"/>
    <w:rsid w:val="00673484"/>
    <w:rsid w:val="0067377B"/>
    <w:rsid w:val="006741F2"/>
    <w:rsid w:val="00675402"/>
    <w:rsid w:val="00675616"/>
    <w:rsid w:val="00675A1C"/>
    <w:rsid w:val="00677BC2"/>
    <w:rsid w:val="00680A2A"/>
    <w:rsid w:val="00680CCE"/>
    <w:rsid w:val="0068105A"/>
    <w:rsid w:val="006810D8"/>
    <w:rsid w:val="00681474"/>
    <w:rsid w:val="0068151C"/>
    <w:rsid w:val="0068154D"/>
    <w:rsid w:val="006819A8"/>
    <w:rsid w:val="00681F37"/>
    <w:rsid w:val="00681F6F"/>
    <w:rsid w:val="006825DF"/>
    <w:rsid w:val="00682DD0"/>
    <w:rsid w:val="0068359E"/>
    <w:rsid w:val="00683719"/>
    <w:rsid w:val="00684154"/>
    <w:rsid w:val="006842FF"/>
    <w:rsid w:val="00684C4E"/>
    <w:rsid w:val="00685101"/>
    <w:rsid w:val="006851A9"/>
    <w:rsid w:val="00685C8C"/>
    <w:rsid w:val="00686FA5"/>
    <w:rsid w:val="006879F0"/>
    <w:rsid w:val="00687A02"/>
    <w:rsid w:val="00687C36"/>
    <w:rsid w:val="006909C3"/>
    <w:rsid w:val="00692406"/>
    <w:rsid w:val="00692450"/>
    <w:rsid w:val="00693305"/>
    <w:rsid w:val="0069435F"/>
    <w:rsid w:val="00694492"/>
    <w:rsid w:val="00694F28"/>
    <w:rsid w:val="00695C14"/>
    <w:rsid w:val="00695EDA"/>
    <w:rsid w:val="00697167"/>
    <w:rsid w:val="0069761F"/>
    <w:rsid w:val="006A0018"/>
    <w:rsid w:val="006A067A"/>
    <w:rsid w:val="006A0960"/>
    <w:rsid w:val="006A1041"/>
    <w:rsid w:val="006A1109"/>
    <w:rsid w:val="006A19DD"/>
    <w:rsid w:val="006A1B8C"/>
    <w:rsid w:val="006A2908"/>
    <w:rsid w:val="006A32F8"/>
    <w:rsid w:val="006A4260"/>
    <w:rsid w:val="006A44AC"/>
    <w:rsid w:val="006A4D4D"/>
    <w:rsid w:val="006A54E6"/>
    <w:rsid w:val="006A6B7B"/>
    <w:rsid w:val="006A7061"/>
    <w:rsid w:val="006A7231"/>
    <w:rsid w:val="006A7B42"/>
    <w:rsid w:val="006B000E"/>
    <w:rsid w:val="006B0191"/>
    <w:rsid w:val="006B14C8"/>
    <w:rsid w:val="006B180B"/>
    <w:rsid w:val="006B19BF"/>
    <w:rsid w:val="006B19D3"/>
    <w:rsid w:val="006B204B"/>
    <w:rsid w:val="006B237E"/>
    <w:rsid w:val="006B266C"/>
    <w:rsid w:val="006B2B88"/>
    <w:rsid w:val="006B2CC1"/>
    <w:rsid w:val="006B3108"/>
    <w:rsid w:val="006B35D2"/>
    <w:rsid w:val="006B3F1F"/>
    <w:rsid w:val="006B476E"/>
    <w:rsid w:val="006B555C"/>
    <w:rsid w:val="006B561B"/>
    <w:rsid w:val="006B58DB"/>
    <w:rsid w:val="006B6AD3"/>
    <w:rsid w:val="006C0113"/>
    <w:rsid w:val="006C06AF"/>
    <w:rsid w:val="006C0821"/>
    <w:rsid w:val="006C15FD"/>
    <w:rsid w:val="006C220C"/>
    <w:rsid w:val="006C2762"/>
    <w:rsid w:val="006C29E8"/>
    <w:rsid w:val="006C2D88"/>
    <w:rsid w:val="006C3011"/>
    <w:rsid w:val="006C3787"/>
    <w:rsid w:val="006C3957"/>
    <w:rsid w:val="006C3E4C"/>
    <w:rsid w:val="006C4CAF"/>
    <w:rsid w:val="006C511E"/>
    <w:rsid w:val="006C55F3"/>
    <w:rsid w:val="006C5A27"/>
    <w:rsid w:val="006C6056"/>
    <w:rsid w:val="006C66B9"/>
    <w:rsid w:val="006C66CC"/>
    <w:rsid w:val="006C71FD"/>
    <w:rsid w:val="006C7CA9"/>
    <w:rsid w:val="006C7DB1"/>
    <w:rsid w:val="006D00D3"/>
    <w:rsid w:val="006D100B"/>
    <w:rsid w:val="006D1681"/>
    <w:rsid w:val="006D16E2"/>
    <w:rsid w:val="006D1DCD"/>
    <w:rsid w:val="006D31B7"/>
    <w:rsid w:val="006D4387"/>
    <w:rsid w:val="006D43F2"/>
    <w:rsid w:val="006D481F"/>
    <w:rsid w:val="006D4A9D"/>
    <w:rsid w:val="006D4B9D"/>
    <w:rsid w:val="006D5364"/>
    <w:rsid w:val="006D5966"/>
    <w:rsid w:val="006D63C9"/>
    <w:rsid w:val="006D6C35"/>
    <w:rsid w:val="006D6D44"/>
    <w:rsid w:val="006D6EBF"/>
    <w:rsid w:val="006D7467"/>
    <w:rsid w:val="006E001A"/>
    <w:rsid w:val="006E018F"/>
    <w:rsid w:val="006E12D4"/>
    <w:rsid w:val="006E1913"/>
    <w:rsid w:val="006E23CA"/>
    <w:rsid w:val="006E273C"/>
    <w:rsid w:val="006E316A"/>
    <w:rsid w:val="006E3F9C"/>
    <w:rsid w:val="006E43AF"/>
    <w:rsid w:val="006E4473"/>
    <w:rsid w:val="006E4C73"/>
    <w:rsid w:val="006E59B9"/>
    <w:rsid w:val="006E659A"/>
    <w:rsid w:val="006E6688"/>
    <w:rsid w:val="006E7166"/>
    <w:rsid w:val="006E77C2"/>
    <w:rsid w:val="006F1618"/>
    <w:rsid w:val="006F1832"/>
    <w:rsid w:val="006F2117"/>
    <w:rsid w:val="006F3451"/>
    <w:rsid w:val="006F412D"/>
    <w:rsid w:val="006F45D3"/>
    <w:rsid w:val="006F4A3F"/>
    <w:rsid w:val="006F5179"/>
    <w:rsid w:val="006F53DC"/>
    <w:rsid w:val="006F6929"/>
    <w:rsid w:val="006F7008"/>
    <w:rsid w:val="006F7B8C"/>
    <w:rsid w:val="007006B4"/>
    <w:rsid w:val="00700878"/>
    <w:rsid w:val="00700B44"/>
    <w:rsid w:val="00700B7D"/>
    <w:rsid w:val="00700CF3"/>
    <w:rsid w:val="007017E2"/>
    <w:rsid w:val="0070188E"/>
    <w:rsid w:val="00702A83"/>
    <w:rsid w:val="0070370D"/>
    <w:rsid w:val="007051A6"/>
    <w:rsid w:val="00705699"/>
    <w:rsid w:val="00705AD8"/>
    <w:rsid w:val="00705D3A"/>
    <w:rsid w:val="0070700F"/>
    <w:rsid w:val="007102A9"/>
    <w:rsid w:val="00710E0F"/>
    <w:rsid w:val="0071111D"/>
    <w:rsid w:val="007126AD"/>
    <w:rsid w:val="00712888"/>
    <w:rsid w:val="00716302"/>
    <w:rsid w:val="00716519"/>
    <w:rsid w:val="00716A56"/>
    <w:rsid w:val="00716B2E"/>
    <w:rsid w:val="00716BD3"/>
    <w:rsid w:val="00716E0E"/>
    <w:rsid w:val="00716F35"/>
    <w:rsid w:val="0071777B"/>
    <w:rsid w:val="00720DB6"/>
    <w:rsid w:val="00721525"/>
    <w:rsid w:val="007237DE"/>
    <w:rsid w:val="007256DC"/>
    <w:rsid w:val="00725DCC"/>
    <w:rsid w:val="00726DC8"/>
    <w:rsid w:val="0072744F"/>
    <w:rsid w:val="00727BC7"/>
    <w:rsid w:val="00730740"/>
    <w:rsid w:val="00730D4D"/>
    <w:rsid w:val="00731417"/>
    <w:rsid w:val="00733736"/>
    <w:rsid w:val="00733767"/>
    <w:rsid w:val="00733E3A"/>
    <w:rsid w:val="00735CCF"/>
    <w:rsid w:val="00736568"/>
    <w:rsid w:val="0073767D"/>
    <w:rsid w:val="0073775B"/>
    <w:rsid w:val="0074002D"/>
    <w:rsid w:val="007403D1"/>
    <w:rsid w:val="00740E30"/>
    <w:rsid w:val="00741148"/>
    <w:rsid w:val="00742242"/>
    <w:rsid w:val="00742630"/>
    <w:rsid w:val="007426DB"/>
    <w:rsid w:val="00742894"/>
    <w:rsid w:val="007428C4"/>
    <w:rsid w:val="00742B7B"/>
    <w:rsid w:val="00743BEF"/>
    <w:rsid w:val="007440DF"/>
    <w:rsid w:val="00744B09"/>
    <w:rsid w:val="00746BC5"/>
    <w:rsid w:val="00746DB3"/>
    <w:rsid w:val="00747516"/>
    <w:rsid w:val="00747F2E"/>
    <w:rsid w:val="007500D7"/>
    <w:rsid w:val="007507FB"/>
    <w:rsid w:val="007509AB"/>
    <w:rsid w:val="00750A06"/>
    <w:rsid w:val="00751D14"/>
    <w:rsid w:val="00751EC9"/>
    <w:rsid w:val="00753C18"/>
    <w:rsid w:val="00754126"/>
    <w:rsid w:val="00754729"/>
    <w:rsid w:val="00754A72"/>
    <w:rsid w:val="00754B25"/>
    <w:rsid w:val="00754E35"/>
    <w:rsid w:val="007551B9"/>
    <w:rsid w:val="00760F56"/>
    <w:rsid w:val="007611FE"/>
    <w:rsid w:val="00761645"/>
    <w:rsid w:val="007618FD"/>
    <w:rsid w:val="00761B75"/>
    <w:rsid w:val="007620B8"/>
    <w:rsid w:val="00762A23"/>
    <w:rsid w:val="00762CA0"/>
    <w:rsid w:val="0076344B"/>
    <w:rsid w:val="00763878"/>
    <w:rsid w:val="00763F11"/>
    <w:rsid w:val="007642A1"/>
    <w:rsid w:val="0076433F"/>
    <w:rsid w:val="00764780"/>
    <w:rsid w:val="00765C61"/>
    <w:rsid w:val="00765FC0"/>
    <w:rsid w:val="007660E8"/>
    <w:rsid w:val="007661FD"/>
    <w:rsid w:val="007664D6"/>
    <w:rsid w:val="00766C39"/>
    <w:rsid w:val="007679C5"/>
    <w:rsid w:val="00767ACB"/>
    <w:rsid w:val="007713DF"/>
    <w:rsid w:val="007719E1"/>
    <w:rsid w:val="00771EE7"/>
    <w:rsid w:val="007730B7"/>
    <w:rsid w:val="0077381E"/>
    <w:rsid w:val="0077563C"/>
    <w:rsid w:val="00775A52"/>
    <w:rsid w:val="00775B80"/>
    <w:rsid w:val="00776E36"/>
    <w:rsid w:val="00777BC5"/>
    <w:rsid w:val="00780FF2"/>
    <w:rsid w:val="007816F1"/>
    <w:rsid w:val="00781A47"/>
    <w:rsid w:val="00781C9C"/>
    <w:rsid w:val="007829B0"/>
    <w:rsid w:val="00782D92"/>
    <w:rsid w:val="0078320E"/>
    <w:rsid w:val="00783A2B"/>
    <w:rsid w:val="0078401F"/>
    <w:rsid w:val="0078424D"/>
    <w:rsid w:val="007843C9"/>
    <w:rsid w:val="007849F1"/>
    <w:rsid w:val="007850BE"/>
    <w:rsid w:val="00785B3C"/>
    <w:rsid w:val="00785D30"/>
    <w:rsid w:val="00785DAC"/>
    <w:rsid w:val="0078659D"/>
    <w:rsid w:val="00786F2F"/>
    <w:rsid w:val="007872AE"/>
    <w:rsid w:val="00787412"/>
    <w:rsid w:val="007877EA"/>
    <w:rsid w:val="00787BEE"/>
    <w:rsid w:val="00787DD7"/>
    <w:rsid w:val="007908D7"/>
    <w:rsid w:val="00790A23"/>
    <w:rsid w:val="00790E09"/>
    <w:rsid w:val="00791776"/>
    <w:rsid w:val="007919C6"/>
    <w:rsid w:val="00792EEB"/>
    <w:rsid w:val="00793CB8"/>
    <w:rsid w:val="00795196"/>
    <w:rsid w:val="007956B7"/>
    <w:rsid w:val="007958FD"/>
    <w:rsid w:val="007964BA"/>
    <w:rsid w:val="00796ABE"/>
    <w:rsid w:val="00797133"/>
    <w:rsid w:val="007A0A8F"/>
    <w:rsid w:val="007A0EB0"/>
    <w:rsid w:val="007A15CB"/>
    <w:rsid w:val="007A176D"/>
    <w:rsid w:val="007A18D3"/>
    <w:rsid w:val="007A1C99"/>
    <w:rsid w:val="007A1E3C"/>
    <w:rsid w:val="007A1EB4"/>
    <w:rsid w:val="007A23A8"/>
    <w:rsid w:val="007A295A"/>
    <w:rsid w:val="007A3308"/>
    <w:rsid w:val="007A35AB"/>
    <w:rsid w:val="007A35C4"/>
    <w:rsid w:val="007A35E6"/>
    <w:rsid w:val="007A44E5"/>
    <w:rsid w:val="007A4B86"/>
    <w:rsid w:val="007A4C71"/>
    <w:rsid w:val="007A5B79"/>
    <w:rsid w:val="007A626D"/>
    <w:rsid w:val="007A68B2"/>
    <w:rsid w:val="007A6A65"/>
    <w:rsid w:val="007A714A"/>
    <w:rsid w:val="007B07DA"/>
    <w:rsid w:val="007B0BD6"/>
    <w:rsid w:val="007B0C18"/>
    <w:rsid w:val="007B160A"/>
    <w:rsid w:val="007B1978"/>
    <w:rsid w:val="007B1E59"/>
    <w:rsid w:val="007B27CA"/>
    <w:rsid w:val="007B2C3E"/>
    <w:rsid w:val="007B2DE5"/>
    <w:rsid w:val="007B3527"/>
    <w:rsid w:val="007B481F"/>
    <w:rsid w:val="007B48E3"/>
    <w:rsid w:val="007B4D11"/>
    <w:rsid w:val="007B5EFC"/>
    <w:rsid w:val="007B65E6"/>
    <w:rsid w:val="007B6608"/>
    <w:rsid w:val="007B6BB6"/>
    <w:rsid w:val="007B6D7C"/>
    <w:rsid w:val="007B728F"/>
    <w:rsid w:val="007B7392"/>
    <w:rsid w:val="007B7C9B"/>
    <w:rsid w:val="007B7E3B"/>
    <w:rsid w:val="007C0327"/>
    <w:rsid w:val="007C0D40"/>
    <w:rsid w:val="007C146B"/>
    <w:rsid w:val="007C1C0D"/>
    <w:rsid w:val="007C27E3"/>
    <w:rsid w:val="007C2CBD"/>
    <w:rsid w:val="007C4300"/>
    <w:rsid w:val="007C49AE"/>
    <w:rsid w:val="007C4EC3"/>
    <w:rsid w:val="007C4F35"/>
    <w:rsid w:val="007C50B7"/>
    <w:rsid w:val="007C67FD"/>
    <w:rsid w:val="007C685C"/>
    <w:rsid w:val="007C6AEB"/>
    <w:rsid w:val="007C7747"/>
    <w:rsid w:val="007D0717"/>
    <w:rsid w:val="007D1313"/>
    <w:rsid w:val="007D1344"/>
    <w:rsid w:val="007D378D"/>
    <w:rsid w:val="007D39D0"/>
    <w:rsid w:val="007D3CAE"/>
    <w:rsid w:val="007D458B"/>
    <w:rsid w:val="007D458D"/>
    <w:rsid w:val="007D4E72"/>
    <w:rsid w:val="007D5E24"/>
    <w:rsid w:val="007D6A01"/>
    <w:rsid w:val="007D6BFB"/>
    <w:rsid w:val="007D6EB1"/>
    <w:rsid w:val="007D721D"/>
    <w:rsid w:val="007E032F"/>
    <w:rsid w:val="007E04BB"/>
    <w:rsid w:val="007E154A"/>
    <w:rsid w:val="007E1A4C"/>
    <w:rsid w:val="007E1B23"/>
    <w:rsid w:val="007E1C44"/>
    <w:rsid w:val="007E1E5E"/>
    <w:rsid w:val="007E2359"/>
    <w:rsid w:val="007E30F8"/>
    <w:rsid w:val="007E34D5"/>
    <w:rsid w:val="007E3809"/>
    <w:rsid w:val="007E4DB9"/>
    <w:rsid w:val="007E532D"/>
    <w:rsid w:val="007E68AE"/>
    <w:rsid w:val="007E6BE9"/>
    <w:rsid w:val="007E7133"/>
    <w:rsid w:val="007E73A2"/>
    <w:rsid w:val="007E7513"/>
    <w:rsid w:val="007E7FDD"/>
    <w:rsid w:val="007F0B70"/>
    <w:rsid w:val="007F19F4"/>
    <w:rsid w:val="007F210E"/>
    <w:rsid w:val="007F2477"/>
    <w:rsid w:val="007F2AA4"/>
    <w:rsid w:val="007F35D3"/>
    <w:rsid w:val="007F3625"/>
    <w:rsid w:val="007F3732"/>
    <w:rsid w:val="007F3993"/>
    <w:rsid w:val="007F3E19"/>
    <w:rsid w:val="007F4A71"/>
    <w:rsid w:val="007F4CB6"/>
    <w:rsid w:val="007F4F4D"/>
    <w:rsid w:val="007F653D"/>
    <w:rsid w:val="007F6F5D"/>
    <w:rsid w:val="00800A42"/>
    <w:rsid w:val="0080131A"/>
    <w:rsid w:val="008023AD"/>
    <w:rsid w:val="0080258C"/>
    <w:rsid w:val="00803EB3"/>
    <w:rsid w:val="0080414E"/>
    <w:rsid w:val="00804340"/>
    <w:rsid w:val="008049C3"/>
    <w:rsid w:val="00804E16"/>
    <w:rsid w:val="008051B4"/>
    <w:rsid w:val="00805338"/>
    <w:rsid w:val="0080564D"/>
    <w:rsid w:val="00805718"/>
    <w:rsid w:val="0080723F"/>
    <w:rsid w:val="00807A32"/>
    <w:rsid w:val="0081038C"/>
    <w:rsid w:val="00811D1F"/>
    <w:rsid w:val="008124CD"/>
    <w:rsid w:val="008129E7"/>
    <w:rsid w:val="00812AFE"/>
    <w:rsid w:val="008131CF"/>
    <w:rsid w:val="00813646"/>
    <w:rsid w:val="0081374A"/>
    <w:rsid w:val="00813CC4"/>
    <w:rsid w:val="00815365"/>
    <w:rsid w:val="00815392"/>
    <w:rsid w:val="00815476"/>
    <w:rsid w:val="008158A6"/>
    <w:rsid w:val="008160B4"/>
    <w:rsid w:val="008163C6"/>
    <w:rsid w:val="00816427"/>
    <w:rsid w:val="0081684A"/>
    <w:rsid w:val="00816C2F"/>
    <w:rsid w:val="008179A1"/>
    <w:rsid w:val="008179CD"/>
    <w:rsid w:val="00817DE8"/>
    <w:rsid w:val="00817DF6"/>
    <w:rsid w:val="00820075"/>
    <w:rsid w:val="0082182C"/>
    <w:rsid w:val="008219E2"/>
    <w:rsid w:val="00821F39"/>
    <w:rsid w:val="008246F6"/>
    <w:rsid w:val="00825574"/>
    <w:rsid w:val="00825C9F"/>
    <w:rsid w:val="00825FB7"/>
    <w:rsid w:val="00826953"/>
    <w:rsid w:val="0082720B"/>
    <w:rsid w:val="008279B7"/>
    <w:rsid w:val="00827FE1"/>
    <w:rsid w:val="00830980"/>
    <w:rsid w:val="008309D1"/>
    <w:rsid w:val="00832A4F"/>
    <w:rsid w:val="00832B74"/>
    <w:rsid w:val="0083315F"/>
    <w:rsid w:val="00834010"/>
    <w:rsid w:val="0083481A"/>
    <w:rsid w:val="00834CFB"/>
    <w:rsid w:val="00835351"/>
    <w:rsid w:val="0083566A"/>
    <w:rsid w:val="00835F0A"/>
    <w:rsid w:val="008367BF"/>
    <w:rsid w:val="008373B3"/>
    <w:rsid w:val="0083740D"/>
    <w:rsid w:val="00837CEF"/>
    <w:rsid w:val="0084049E"/>
    <w:rsid w:val="008404C6"/>
    <w:rsid w:val="00840954"/>
    <w:rsid w:val="00840EB6"/>
    <w:rsid w:val="008414FF"/>
    <w:rsid w:val="0084247D"/>
    <w:rsid w:val="0084281D"/>
    <w:rsid w:val="0084294A"/>
    <w:rsid w:val="008434E5"/>
    <w:rsid w:val="00843915"/>
    <w:rsid w:val="00843E86"/>
    <w:rsid w:val="00844123"/>
    <w:rsid w:val="00844886"/>
    <w:rsid w:val="00844CB8"/>
    <w:rsid w:val="00844EC2"/>
    <w:rsid w:val="00844F07"/>
    <w:rsid w:val="008454B0"/>
    <w:rsid w:val="00845BFF"/>
    <w:rsid w:val="00845D74"/>
    <w:rsid w:val="00846F5B"/>
    <w:rsid w:val="0084742A"/>
    <w:rsid w:val="0085048E"/>
    <w:rsid w:val="008522F4"/>
    <w:rsid w:val="00852F5A"/>
    <w:rsid w:val="0085336A"/>
    <w:rsid w:val="00853BF9"/>
    <w:rsid w:val="00854965"/>
    <w:rsid w:val="0085548A"/>
    <w:rsid w:val="00855628"/>
    <w:rsid w:val="008558F8"/>
    <w:rsid w:val="00856213"/>
    <w:rsid w:val="00856775"/>
    <w:rsid w:val="0085729A"/>
    <w:rsid w:val="0085765F"/>
    <w:rsid w:val="00857A9A"/>
    <w:rsid w:val="00857D41"/>
    <w:rsid w:val="0086083A"/>
    <w:rsid w:val="008612F9"/>
    <w:rsid w:val="00861FA2"/>
    <w:rsid w:val="00862210"/>
    <w:rsid w:val="0086232A"/>
    <w:rsid w:val="00862CCD"/>
    <w:rsid w:val="00863E81"/>
    <w:rsid w:val="00863FE2"/>
    <w:rsid w:val="00864118"/>
    <w:rsid w:val="00865B3B"/>
    <w:rsid w:val="00866B8D"/>
    <w:rsid w:val="008674CF"/>
    <w:rsid w:val="008702D0"/>
    <w:rsid w:val="008710D1"/>
    <w:rsid w:val="008711B3"/>
    <w:rsid w:val="008711E7"/>
    <w:rsid w:val="008715FB"/>
    <w:rsid w:val="00871C8F"/>
    <w:rsid w:val="008720CB"/>
    <w:rsid w:val="008725AC"/>
    <w:rsid w:val="0087321B"/>
    <w:rsid w:val="00873555"/>
    <w:rsid w:val="00873AFE"/>
    <w:rsid w:val="00874246"/>
    <w:rsid w:val="00874B21"/>
    <w:rsid w:val="008755A0"/>
    <w:rsid w:val="00875931"/>
    <w:rsid w:val="00875A83"/>
    <w:rsid w:val="00875BF1"/>
    <w:rsid w:val="00875D4C"/>
    <w:rsid w:val="0087656E"/>
    <w:rsid w:val="008768CF"/>
    <w:rsid w:val="00876CE8"/>
    <w:rsid w:val="00876EA2"/>
    <w:rsid w:val="0087737C"/>
    <w:rsid w:val="0087777E"/>
    <w:rsid w:val="00877942"/>
    <w:rsid w:val="008801A5"/>
    <w:rsid w:val="00880262"/>
    <w:rsid w:val="008806D8"/>
    <w:rsid w:val="00880BDB"/>
    <w:rsid w:val="00880D82"/>
    <w:rsid w:val="00881E6C"/>
    <w:rsid w:val="0088243C"/>
    <w:rsid w:val="008824B1"/>
    <w:rsid w:val="00883307"/>
    <w:rsid w:val="00883B64"/>
    <w:rsid w:val="00883C55"/>
    <w:rsid w:val="008844C2"/>
    <w:rsid w:val="008848DA"/>
    <w:rsid w:val="00886292"/>
    <w:rsid w:val="008867D6"/>
    <w:rsid w:val="0088697B"/>
    <w:rsid w:val="00886BC7"/>
    <w:rsid w:val="00887154"/>
    <w:rsid w:val="00887984"/>
    <w:rsid w:val="00890B60"/>
    <w:rsid w:val="0089138E"/>
    <w:rsid w:val="00892B42"/>
    <w:rsid w:val="00892EF4"/>
    <w:rsid w:val="00892F35"/>
    <w:rsid w:val="00893A65"/>
    <w:rsid w:val="00893A9A"/>
    <w:rsid w:val="00893B2F"/>
    <w:rsid w:val="00893B32"/>
    <w:rsid w:val="00893E57"/>
    <w:rsid w:val="00894346"/>
    <w:rsid w:val="008950ED"/>
    <w:rsid w:val="008952E6"/>
    <w:rsid w:val="00895427"/>
    <w:rsid w:val="00895DA0"/>
    <w:rsid w:val="00896C01"/>
    <w:rsid w:val="008A0392"/>
    <w:rsid w:val="008A0FCC"/>
    <w:rsid w:val="008A116C"/>
    <w:rsid w:val="008A12E0"/>
    <w:rsid w:val="008A15F8"/>
    <w:rsid w:val="008A2032"/>
    <w:rsid w:val="008A2291"/>
    <w:rsid w:val="008A26D0"/>
    <w:rsid w:val="008A27B6"/>
    <w:rsid w:val="008A2A44"/>
    <w:rsid w:val="008A2FBD"/>
    <w:rsid w:val="008A3A68"/>
    <w:rsid w:val="008A3DB6"/>
    <w:rsid w:val="008A4AA2"/>
    <w:rsid w:val="008A4D60"/>
    <w:rsid w:val="008A53D6"/>
    <w:rsid w:val="008A547E"/>
    <w:rsid w:val="008A56A6"/>
    <w:rsid w:val="008A5980"/>
    <w:rsid w:val="008A5EBD"/>
    <w:rsid w:val="008A635E"/>
    <w:rsid w:val="008A6858"/>
    <w:rsid w:val="008A7975"/>
    <w:rsid w:val="008B033A"/>
    <w:rsid w:val="008B0386"/>
    <w:rsid w:val="008B065C"/>
    <w:rsid w:val="008B1325"/>
    <w:rsid w:val="008B1FCF"/>
    <w:rsid w:val="008B2203"/>
    <w:rsid w:val="008B2456"/>
    <w:rsid w:val="008B2745"/>
    <w:rsid w:val="008B285A"/>
    <w:rsid w:val="008B299C"/>
    <w:rsid w:val="008B2D0D"/>
    <w:rsid w:val="008B4297"/>
    <w:rsid w:val="008B4B5E"/>
    <w:rsid w:val="008B52A6"/>
    <w:rsid w:val="008B5902"/>
    <w:rsid w:val="008B6267"/>
    <w:rsid w:val="008B642B"/>
    <w:rsid w:val="008B6596"/>
    <w:rsid w:val="008B6B3E"/>
    <w:rsid w:val="008B6FF1"/>
    <w:rsid w:val="008B71F0"/>
    <w:rsid w:val="008B7699"/>
    <w:rsid w:val="008B78E5"/>
    <w:rsid w:val="008B7F99"/>
    <w:rsid w:val="008C0155"/>
    <w:rsid w:val="008C03B2"/>
    <w:rsid w:val="008C0ACA"/>
    <w:rsid w:val="008C1169"/>
    <w:rsid w:val="008C15CD"/>
    <w:rsid w:val="008C1C76"/>
    <w:rsid w:val="008C25DC"/>
    <w:rsid w:val="008C2C46"/>
    <w:rsid w:val="008C2FFF"/>
    <w:rsid w:val="008C3EAF"/>
    <w:rsid w:val="008C40D8"/>
    <w:rsid w:val="008C5B75"/>
    <w:rsid w:val="008C5EB2"/>
    <w:rsid w:val="008C5FC0"/>
    <w:rsid w:val="008C6347"/>
    <w:rsid w:val="008C6470"/>
    <w:rsid w:val="008C6D8D"/>
    <w:rsid w:val="008C743B"/>
    <w:rsid w:val="008C7DCF"/>
    <w:rsid w:val="008D037E"/>
    <w:rsid w:val="008D0814"/>
    <w:rsid w:val="008D0817"/>
    <w:rsid w:val="008D0BA1"/>
    <w:rsid w:val="008D13D7"/>
    <w:rsid w:val="008D1500"/>
    <w:rsid w:val="008D1514"/>
    <w:rsid w:val="008D1A1A"/>
    <w:rsid w:val="008D1E5E"/>
    <w:rsid w:val="008D25D5"/>
    <w:rsid w:val="008D4575"/>
    <w:rsid w:val="008D48F4"/>
    <w:rsid w:val="008D4BC1"/>
    <w:rsid w:val="008D5146"/>
    <w:rsid w:val="008D6030"/>
    <w:rsid w:val="008D610A"/>
    <w:rsid w:val="008D6D05"/>
    <w:rsid w:val="008D7877"/>
    <w:rsid w:val="008D7DCE"/>
    <w:rsid w:val="008E06D3"/>
    <w:rsid w:val="008E076A"/>
    <w:rsid w:val="008E0A6C"/>
    <w:rsid w:val="008E10AF"/>
    <w:rsid w:val="008E11F1"/>
    <w:rsid w:val="008E257B"/>
    <w:rsid w:val="008E3891"/>
    <w:rsid w:val="008E3C66"/>
    <w:rsid w:val="008E45F6"/>
    <w:rsid w:val="008E47ED"/>
    <w:rsid w:val="008E4B1E"/>
    <w:rsid w:val="008E4BA1"/>
    <w:rsid w:val="008E4C1C"/>
    <w:rsid w:val="008E6503"/>
    <w:rsid w:val="008E6AE7"/>
    <w:rsid w:val="008F00C0"/>
    <w:rsid w:val="008F012B"/>
    <w:rsid w:val="008F0171"/>
    <w:rsid w:val="008F01A9"/>
    <w:rsid w:val="008F04B0"/>
    <w:rsid w:val="008F0630"/>
    <w:rsid w:val="008F0B9F"/>
    <w:rsid w:val="008F203C"/>
    <w:rsid w:val="008F236E"/>
    <w:rsid w:val="008F23C8"/>
    <w:rsid w:val="008F24BE"/>
    <w:rsid w:val="008F315E"/>
    <w:rsid w:val="008F3601"/>
    <w:rsid w:val="008F37E6"/>
    <w:rsid w:val="008F3AA1"/>
    <w:rsid w:val="008F5407"/>
    <w:rsid w:val="008F548D"/>
    <w:rsid w:val="008F571A"/>
    <w:rsid w:val="008F5847"/>
    <w:rsid w:val="008F5868"/>
    <w:rsid w:val="008F5C4D"/>
    <w:rsid w:val="008F5ED5"/>
    <w:rsid w:val="008F6390"/>
    <w:rsid w:val="008F6980"/>
    <w:rsid w:val="008F6DF3"/>
    <w:rsid w:val="008F6EEA"/>
    <w:rsid w:val="008F76E2"/>
    <w:rsid w:val="008F794A"/>
    <w:rsid w:val="00900519"/>
    <w:rsid w:val="00900974"/>
    <w:rsid w:val="0090099C"/>
    <w:rsid w:val="00901070"/>
    <w:rsid w:val="0090140D"/>
    <w:rsid w:val="00901616"/>
    <w:rsid w:val="00903449"/>
    <w:rsid w:val="00903C6E"/>
    <w:rsid w:val="00903E50"/>
    <w:rsid w:val="00903E8B"/>
    <w:rsid w:val="009040D6"/>
    <w:rsid w:val="00904241"/>
    <w:rsid w:val="00904871"/>
    <w:rsid w:val="009048B8"/>
    <w:rsid w:val="00904E86"/>
    <w:rsid w:val="00905239"/>
    <w:rsid w:val="00905555"/>
    <w:rsid w:val="0090558B"/>
    <w:rsid w:val="00905A8B"/>
    <w:rsid w:val="00905CCF"/>
    <w:rsid w:val="0090674D"/>
    <w:rsid w:val="00906E3E"/>
    <w:rsid w:val="0090715A"/>
    <w:rsid w:val="0090715D"/>
    <w:rsid w:val="009079FD"/>
    <w:rsid w:val="009106F0"/>
    <w:rsid w:val="00910C5F"/>
    <w:rsid w:val="009113FB"/>
    <w:rsid w:val="00911772"/>
    <w:rsid w:val="00912447"/>
    <w:rsid w:val="00912A05"/>
    <w:rsid w:val="0091311E"/>
    <w:rsid w:val="009131D4"/>
    <w:rsid w:val="00913684"/>
    <w:rsid w:val="00913A31"/>
    <w:rsid w:val="00913DC7"/>
    <w:rsid w:val="00915392"/>
    <w:rsid w:val="00915499"/>
    <w:rsid w:val="009154A4"/>
    <w:rsid w:val="00915595"/>
    <w:rsid w:val="0091730C"/>
    <w:rsid w:val="009175D3"/>
    <w:rsid w:val="009202FA"/>
    <w:rsid w:val="0092071C"/>
    <w:rsid w:val="00920C78"/>
    <w:rsid w:val="00921017"/>
    <w:rsid w:val="00924107"/>
    <w:rsid w:val="009244E8"/>
    <w:rsid w:val="009247BA"/>
    <w:rsid w:val="00924B6C"/>
    <w:rsid w:val="0092544C"/>
    <w:rsid w:val="009254C2"/>
    <w:rsid w:val="00925AD2"/>
    <w:rsid w:val="00925F1D"/>
    <w:rsid w:val="00926A23"/>
    <w:rsid w:val="00926D62"/>
    <w:rsid w:val="00926F65"/>
    <w:rsid w:val="00927073"/>
    <w:rsid w:val="00927142"/>
    <w:rsid w:val="00930304"/>
    <w:rsid w:val="009309AF"/>
    <w:rsid w:val="00930D2B"/>
    <w:rsid w:val="0093109F"/>
    <w:rsid w:val="009310A3"/>
    <w:rsid w:val="009314CE"/>
    <w:rsid w:val="00931EF8"/>
    <w:rsid w:val="00931F71"/>
    <w:rsid w:val="00931FDF"/>
    <w:rsid w:val="009323CF"/>
    <w:rsid w:val="009325BC"/>
    <w:rsid w:val="00933968"/>
    <w:rsid w:val="009340EE"/>
    <w:rsid w:val="0093473E"/>
    <w:rsid w:val="00934D0E"/>
    <w:rsid w:val="00934D1C"/>
    <w:rsid w:val="00934E05"/>
    <w:rsid w:val="00934EB0"/>
    <w:rsid w:val="0093542B"/>
    <w:rsid w:val="00935F8F"/>
    <w:rsid w:val="009363AC"/>
    <w:rsid w:val="00936CE4"/>
    <w:rsid w:val="00936FA2"/>
    <w:rsid w:val="00936FF2"/>
    <w:rsid w:val="0093700A"/>
    <w:rsid w:val="009377FD"/>
    <w:rsid w:val="00940CDA"/>
    <w:rsid w:val="00940DC5"/>
    <w:rsid w:val="00940E6E"/>
    <w:rsid w:val="00942B8B"/>
    <w:rsid w:val="009432F3"/>
    <w:rsid w:val="00943E5C"/>
    <w:rsid w:val="00944011"/>
    <w:rsid w:val="00944CB0"/>
    <w:rsid w:val="009450ED"/>
    <w:rsid w:val="009453B6"/>
    <w:rsid w:val="009465C6"/>
    <w:rsid w:val="00946A76"/>
    <w:rsid w:val="00946D7B"/>
    <w:rsid w:val="00947DF4"/>
    <w:rsid w:val="009504E4"/>
    <w:rsid w:val="0095051D"/>
    <w:rsid w:val="00950F7C"/>
    <w:rsid w:val="009516C0"/>
    <w:rsid w:val="00952054"/>
    <w:rsid w:val="009527CA"/>
    <w:rsid w:val="00953957"/>
    <w:rsid w:val="00954452"/>
    <w:rsid w:val="009544AA"/>
    <w:rsid w:val="00954B3B"/>
    <w:rsid w:val="00954EB8"/>
    <w:rsid w:val="00955002"/>
    <w:rsid w:val="00955616"/>
    <w:rsid w:val="00955C87"/>
    <w:rsid w:val="00955EAB"/>
    <w:rsid w:val="009561AF"/>
    <w:rsid w:val="00956499"/>
    <w:rsid w:val="00956F55"/>
    <w:rsid w:val="009574FA"/>
    <w:rsid w:val="00957734"/>
    <w:rsid w:val="0096067F"/>
    <w:rsid w:val="009610A3"/>
    <w:rsid w:val="009611F8"/>
    <w:rsid w:val="009612A0"/>
    <w:rsid w:val="009624C8"/>
    <w:rsid w:val="00963022"/>
    <w:rsid w:val="0096304F"/>
    <w:rsid w:val="00963767"/>
    <w:rsid w:val="00963ADE"/>
    <w:rsid w:val="0096567B"/>
    <w:rsid w:val="00965E6F"/>
    <w:rsid w:val="00965F76"/>
    <w:rsid w:val="00966747"/>
    <w:rsid w:val="00966B1A"/>
    <w:rsid w:val="00967A18"/>
    <w:rsid w:val="00967A5D"/>
    <w:rsid w:val="009700A8"/>
    <w:rsid w:val="0097084A"/>
    <w:rsid w:val="00970D43"/>
    <w:rsid w:val="0097118E"/>
    <w:rsid w:val="009720AA"/>
    <w:rsid w:val="009722F5"/>
    <w:rsid w:val="00972A83"/>
    <w:rsid w:val="00972CDF"/>
    <w:rsid w:val="00973012"/>
    <w:rsid w:val="00973491"/>
    <w:rsid w:val="009736E8"/>
    <w:rsid w:val="0097385A"/>
    <w:rsid w:val="00974D2F"/>
    <w:rsid w:val="009752B3"/>
    <w:rsid w:val="00975A7C"/>
    <w:rsid w:val="00975BE5"/>
    <w:rsid w:val="00976151"/>
    <w:rsid w:val="00976703"/>
    <w:rsid w:val="0098060B"/>
    <w:rsid w:val="00980B17"/>
    <w:rsid w:val="00981166"/>
    <w:rsid w:val="00981443"/>
    <w:rsid w:val="009822B0"/>
    <w:rsid w:val="009824A9"/>
    <w:rsid w:val="00982527"/>
    <w:rsid w:val="0098260E"/>
    <w:rsid w:val="00984CDE"/>
    <w:rsid w:val="0098576F"/>
    <w:rsid w:val="00985E41"/>
    <w:rsid w:val="00986710"/>
    <w:rsid w:val="00986C85"/>
    <w:rsid w:val="00987204"/>
    <w:rsid w:val="0099004D"/>
    <w:rsid w:val="00991155"/>
    <w:rsid w:val="00991BDA"/>
    <w:rsid w:val="00991CAC"/>
    <w:rsid w:val="00991D39"/>
    <w:rsid w:val="00991DF7"/>
    <w:rsid w:val="009922CF"/>
    <w:rsid w:val="00993154"/>
    <w:rsid w:val="009940A7"/>
    <w:rsid w:val="00994452"/>
    <w:rsid w:val="00994529"/>
    <w:rsid w:val="009947FB"/>
    <w:rsid w:val="00994BD3"/>
    <w:rsid w:val="009952AE"/>
    <w:rsid w:val="009961A1"/>
    <w:rsid w:val="009979CE"/>
    <w:rsid w:val="009979DF"/>
    <w:rsid w:val="009A068B"/>
    <w:rsid w:val="009A078B"/>
    <w:rsid w:val="009A0796"/>
    <w:rsid w:val="009A0868"/>
    <w:rsid w:val="009A0A1E"/>
    <w:rsid w:val="009A0E67"/>
    <w:rsid w:val="009A0EF0"/>
    <w:rsid w:val="009A137A"/>
    <w:rsid w:val="009A1BC7"/>
    <w:rsid w:val="009A2181"/>
    <w:rsid w:val="009A2203"/>
    <w:rsid w:val="009A2409"/>
    <w:rsid w:val="009A2D40"/>
    <w:rsid w:val="009A30A6"/>
    <w:rsid w:val="009A3201"/>
    <w:rsid w:val="009A33EF"/>
    <w:rsid w:val="009A355C"/>
    <w:rsid w:val="009A3583"/>
    <w:rsid w:val="009A40E0"/>
    <w:rsid w:val="009A42B9"/>
    <w:rsid w:val="009A4F7E"/>
    <w:rsid w:val="009A5A77"/>
    <w:rsid w:val="009A5A86"/>
    <w:rsid w:val="009A5C6E"/>
    <w:rsid w:val="009A6AA2"/>
    <w:rsid w:val="009A6EE2"/>
    <w:rsid w:val="009A759B"/>
    <w:rsid w:val="009B0601"/>
    <w:rsid w:val="009B0990"/>
    <w:rsid w:val="009B1FB7"/>
    <w:rsid w:val="009B270F"/>
    <w:rsid w:val="009B2A1E"/>
    <w:rsid w:val="009B2B49"/>
    <w:rsid w:val="009B2D40"/>
    <w:rsid w:val="009B2FEE"/>
    <w:rsid w:val="009B36C3"/>
    <w:rsid w:val="009B3CA1"/>
    <w:rsid w:val="009B493E"/>
    <w:rsid w:val="009B5437"/>
    <w:rsid w:val="009B57C4"/>
    <w:rsid w:val="009B599C"/>
    <w:rsid w:val="009B5CA5"/>
    <w:rsid w:val="009B5E7E"/>
    <w:rsid w:val="009B6271"/>
    <w:rsid w:val="009B64FD"/>
    <w:rsid w:val="009B7094"/>
    <w:rsid w:val="009B75BB"/>
    <w:rsid w:val="009C06BD"/>
    <w:rsid w:val="009C0FF8"/>
    <w:rsid w:val="009C2C20"/>
    <w:rsid w:val="009C2ED5"/>
    <w:rsid w:val="009C2F0D"/>
    <w:rsid w:val="009C3BAA"/>
    <w:rsid w:val="009C3C97"/>
    <w:rsid w:val="009C5045"/>
    <w:rsid w:val="009C5130"/>
    <w:rsid w:val="009C595C"/>
    <w:rsid w:val="009C604A"/>
    <w:rsid w:val="009C69D6"/>
    <w:rsid w:val="009C6F51"/>
    <w:rsid w:val="009C70E5"/>
    <w:rsid w:val="009D2600"/>
    <w:rsid w:val="009D3507"/>
    <w:rsid w:val="009D52DF"/>
    <w:rsid w:val="009D5457"/>
    <w:rsid w:val="009D5714"/>
    <w:rsid w:val="009D577A"/>
    <w:rsid w:val="009D585E"/>
    <w:rsid w:val="009D6FC1"/>
    <w:rsid w:val="009D7549"/>
    <w:rsid w:val="009D7C4A"/>
    <w:rsid w:val="009E042B"/>
    <w:rsid w:val="009E06DA"/>
    <w:rsid w:val="009E1011"/>
    <w:rsid w:val="009E1429"/>
    <w:rsid w:val="009E14A3"/>
    <w:rsid w:val="009E1613"/>
    <w:rsid w:val="009E2E12"/>
    <w:rsid w:val="009E2EC5"/>
    <w:rsid w:val="009E3593"/>
    <w:rsid w:val="009E3828"/>
    <w:rsid w:val="009E3AC4"/>
    <w:rsid w:val="009E3D1E"/>
    <w:rsid w:val="009E3E1B"/>
    <w:rsid w:val="009E40B3"/>
    <w:rsid w:val="009E40F1"/>
    <w:rsid w:val="009E55CD"/>
    <w:rsid w:val="009E6C3F"/>
    <w:rsid w:val="009E7490"/>
    <w:rsid w:val="009E7563"/>
    <w:rsid w:val="009E7D14"/>
    <w:rsid w:val="009F0787"/>
    <w:rsid w:val="009F094A"/>
    <w:rsid w:val="009F0A22"/>
    <w:rsid w:val="009F16B5"/>
    <w:rsid w:val="009F1E0A"/>
    <w:rsid w:val="009F1FE8"/>
    <w:rsid w:val="009F2255"/>
    <w:rsid w:val="009F2426"/>
    <w:rsid w:val="009F2473"/>
    <w:rsid w:val="009F35A7"/>
    <w:rsid w:val="009F4544"/>
    <w:rsid w:val="009F4EB9"/>
    <w:rsid w:val="009F51A2"/>
    <w:rsid w:val="009F5555"/>
    <w:rsid w:val="009F728D"/>
    <w:rsid w:val="009F73D5"/>
    <w:rsid w:val="009F7751"/>
    <w:rsid w:val="009F7A52"/>
    <w:rsid w:val="00A00C6F"/>
    <w:rsid w:val="00A00E7D"/>
    <w:rsid w:val="00A016F5"/>
    <w:rsid w:val="00A04EFE"/>
    <w:rsid w:val="00A04FA8"/>
    <w:rsid w:val="00A05238"/>
    <w:rsid w:val="00A05CB4"/>
    <w:rsid w:val="00A05EDC"/>
    <w:rsid w:val="00A0608C"/>
    <w:rsid w:val="00A06BA2"/>
    <w:rsid w:val="00A07268"/>
    <w:rsid w:val="00A0748B"/>
    <w:rsid w:val="00A074AB"/>
    <w:rsid w:val="00A1005A"/>
    <w:rsid w:val="00A10792"/>
    <w:rsid w:val="00A11360"/>
    <w:rsid w:val="00A116B5"/>
    <w:rsid w:val="00A116D3"/>
    <w:rsid w:val="00A1180C"/>
    <w:rsid w:val="00A1182D"/>
    <w:rsid w:val="00A1196A"/>
    <w:rsid w:val="00A11B3B"/>
    <w:rsid w:val="00A126E8"/>
    <w:rsid w:val="00A1286B"/>
    <w:rsid w:val="00A12CAF"/>
    <w:rsid w:val="00A12D08"/>
    <w:rsid w:val="00A12DA6"/>
    <w:rsid w:val="00A132AC"/>
    <w:rsid w:val="00A135AD"/>
    <w:rsid w:val="00A1431F"/>
    <w:rsid w:val="00A14581"/>
    <w:rsid w:val="00A15586"/>
    <w:rsid w:val="00A158C7"/>
    <w:rsid w:val="00A1666F"/>
    <w:rsid w:val="00A166E8"/>
    <w:rsid w:val="00A171C6"/>
    <w:rsid w:val="00A20D4C"/>
    <w:rsid w:val="00A21752"/>
    <w:rsid w:val="00A21B42"/>
    <w:rsid w:val="00A221D5"/>
    <w:rsid w:val="00A22C32"/>
    <w:rsid w:val="00A23428"/>
    <w:rsid w:val="00A23CF0"/>
    <w:rsid w:val="00A23DC2"/>
    <w:rsid w:val="00A24B1E"/>
    <w:rsid w:val="00A24C85"/>
    <w:rsid w:val="00A253F2"/>
    <w:rsid w:val="00A25645"/>
    <w:rsid w:val="00A25B13"/>
    <w:rsid w:val="00A2676D"/>
    <w:rsid w:val="00A26A39"/>
    <w:rsid w:val="00A26C34"/>
    <w:rsid w:val="00A27578"/>
    <w:rsid w:val="00A27AC9"/>
    <w:rsid w:val="00A27BE4"/>
    <w:rsid w:val="00A30444"/>
    <w:rsid w:val="00A30C0B"/>
    <w:rsid w:val="00A31272"/>
    <w:rsid w:val="00A31DD1"/>
    <w:rsid w:val="00A3216B"/>
    <w:rsid w:val="00A323D8"/>
    <w:rsid w:val="00A332F6"/>
    <w:rsid w:val="00A337C1"/>
    <w:rsid w:val="00A33859"/>
    <w:rsid w:val="00A33B1A"/>
    <w:rsid w:val="00A33F81"/>
    <w:rsid w:val="00A343EC"/>
    <w:rsid w:val="00A35D94"/>
    <w:rsid w:val="00A35E72"/>
    <w:rsid w:val="00A36394"/>
    <w:rsid w:val="00A37AAA"/>
    <w:rsid w:val="00A407AC"/>
    <w:rsid w:val="00A40A27"/>
    <w:rsid w:val="00A42D00"/>
    <w:rsid w:val="00A43506"/>
    <w:rsid w:val="00A438BF"/>
    <w:rsid w:val="00A4521E"/>
    <w:rsid w:val="00A454EE"/>
    <w:rsid w:val="00A46E61"/>
    <w:rsid w:val="00A47037"/>
    <w:rsid w:val="00A47E3F"/>
    <w:rsid w:val="00A47EFF"/>
    <w:rsid w:val="00A47F25"/>
    <w:rsid w:val="00A50912"/>
    <w:rsid w:val="00A51129"/>
    <w:rsid w:val="00A51A4A"/>
    <w:rsid w:val="00A536BF"/>
    <w:rsid w:val="00A5429D"/>
    <w:rsid w:val="00A54828"/>
    <w:rsid w:val="00A558BD"/>
    <w:rsid w:val="00A56594"/>
    <w:rsid w:val="00A5674C"/>
    <w:rsid w:val="00A56896"/>
    <w:rsid w:val="00A56A71"/>
    <w:rsid w:val="00A57465"/>
    <w:rsid w:val="00A57654"/>
    <w:rsid w:val="00A57D38"/>
    <w:rsid w:val="00A57F27"/>
    <w:rsid w:val="00A60332"/>
    <w:rsid w:val="00A605AF"/>
    <w:rsid w:val="00A60881"/>
    <w:rsid w:val="00A60FBA"/>
    <w:rsid w:val="00A61201"/>
    <w:rsid w:val="00A61ACE"/>
    <w:rsid w:val="00A61DF7"/>
    <w:rsid w:val="00A61F48"/>
    <w:rsid w:val="00A6205E"/>
    <w:rsid w:val="00A627B5"/>
    <w:rsid w:val="00A629FC"/>
    <w:rsid w:val="00A62A34"/>
    <w:rsid w:val="00A62D1A"/>
    <w:rsid w:val="00A633B3"/>
    <w:rsid w:val="00A63B5E"/>
    <w:rsid w:val="00A63D2B"/>
    <w:rsid w:val="00A650D8"/>
    <w:rsid w:val="00A65858"/>
    <w:rsid w:val="00A70287"/>
    <w:rsid w:val="00A706EE"/>
    <w:rsid w:val="00A70F82"/>
    <w:rsid w:val="00A71040"/>
    <w:rsid w:val="00A710AB"/>
    <w:rsid w:val="00A71808"/>
    <w:rsid w:val="00A718E9"/>
    <w:rsid w:val="00A72235"/>
    <w:rsid w:val="00A73384"/>
    <w:rsid w:val="00A73440"/>
    <w:rsid w:val="00A7355C"/>
    <w:rsid w:val="00A7382A"/>
    <w:rsid w:val="00A73EEF"/>
    <w:rsid w:val="00A7406D"/>
    <w:rsid w:val="00A74322"/>
    <w:rsid w:val="00A7470F"/>
    <w:rsid w:val="00A747FA"/>
    <w:rsid w:val="00A75888"/>
    <w:rsid w:val="00A75948"/>
    <w:rsid w:val="00A75A7A"/>
    <w:rsid w:val="00A75D0D"/>
    <w:rsid w:val="00A77AC0"/>
    <w:rsid w:val="00A80288"/>
    <w:rsid w:val="00A80C7B"/>
    <w:rsid w:val="00A80FAF"/>
    <w:rsid w:val="00A814EE"/>
    <w:rsid w:val="00A816BF"/>
    <w:rsid w:val="00A82492"/>
    <w:rsid w:val="00A824BE"/>
    <w:rsid w:val="00A846AF"/>
    <w:rsid w:val="00A847C3"/>
    <w:rsid w:val="00A854D1"/>
    <w:rsid w:val="00A8676D"/>
    <w:rsid w:val="00A869EC"/>
    <w:rsid w:val="00A86BED"/>
    <w:rsid w:val="00A86C79"/>
    <w:rsid w:val="00A86EC9"/>
    <w:rsid w:val="00A90907"/>
    <w:rsid w:val="00A909C9"/>
    <w:rsid w:val="00A90B21"/>
    <w:rsid w:val="00A90BBB"/>
    <w:rsid w:val="00A9154D"/>
    <w:rsid w:val="00A91C6A"/>
    <w:rsid w:val="00A91DBA"/>
    <w:rsid w:val="00A91F2D"/>
    <w:rsid w:val="00A920EC"/>
    <w:rsid w:val="00A920F3"/>
    <w:rsid w:val="00A92423"/>
    <w:rsid w:val="00A93729"/>
    <w:rsid w:val="00A93A86"/>
    <w:rsid w:val="00A953D0"/>
    <w:rsid w:val="00A953F8"/>
    <w:rsid w:val="00A95404"/>
    <w:rsid w:val="00A96A21"/>
    <w:rsid w:val="00A97223"/>
    <w:rsid w:val="00A97708"/>
    <w:rsid w:val="00A9783B"/>
    <w:rsid w:val="00A97A4C"/>
    <w:rsid w:val="00A97CCC"/>
    <w:rsid w:val="00AA0769"/>
    <w:rsid w:val="00AA0F98"/>
    <w:rsid w:val="00AA1616"/>
    <w:rsid w:val="00AA1A84"/>
    <w:rsid w:val="00AA26D6"/>
    <w:rsid w:val="00AA28D2"/>
    <w:rsid w:val="00AA2913"/>
    <w:rsid w:val="00AA417D"/>
    <w:rsid w:val="00AA4802"/>
    <w:rsid w:val="00AA5259"/>
    <w:rsid w:val="00AA5973"/>
    <w:rsid w:val="00AA706C"/>
    <w:rsid w:val="00AA77EF"/>
    <w:rsid w:val="00AB00F8"/>
    <w:rsid w:val="00AB5253"/>
    <w:rsid w:val="00AB5D43"/>
    <w:rsid w:val="00AB6336"/>
    <w:rsid w:val="00AB6595"/>
    <w:rsid w:val="00AB7533"/>
    <w:rsid w:val="00AB77A3"/>
    <w:rsid w:val="00AB79AF"/>
    <w:rsid w:val="00AB79DC"/>
    <w:rsid w:val="00AB7E7A"/>
    <w:rsid w:val="00AC0795"/>
    <w:rsid w:val="00AC07EE"/>
    <w:rsid w:val="00AC1752"/>
    <w:rsid w:val="00AC1753"/>
    <w:rsid w:val="00AC1AA5"/>
    <w:rsid w:val="00AC1B58"/>
    <w:rsid w:val="00AC4276"/>
    <w:rsid w:val="00AC50D2"/>
    <w:rsid w:val="00AC5541"/>
    <w:rsid w:val="00AC5A48"/>
    <w:rsid w:val="00AC63D4"/>
    <w:rsid w:val="00AC6E80"/>
    <w:rsid w:val="00AC704D"/>
    <w:rsid w:val="00AC74E7"/>
    <w:rsid w:val="00AC7ED4"/>
    <w:rsid w:val="00AC7EEF"/>
    <w:rsid w:val="00AD02FF"/>
    <w:rsid w:val="00AD0349"/>
    <w:rsid w:val="00AD097C"/>
    <w:rsid w:val="00AD156A"/>
    <w:rsid w:val="00AD1B60"/>
    <w:rsid w:val="00AD1D59"/>
    <w:rsid w:val="00AD2761"/>
    <w:rsid w:val="00AD3580"/>
    <w:rsid w:val="00AD39E0"/>
    <w:rsid w:val="00AD3B4D"/>
    <w:rsid w:val="00AD4048"/>
    <w:rsid w:val="00AD4239"/>
    <w:rsid w:val="00AD42A6"/>
    <w:rsid w:val="00AD4310"/>
    <w:rsid w:val="00AD4452"/>
    <w:rsid w:val="00AD47F8"/>
    <w:rsid w:val="00AD4E9C"/>
    <w:rsid w:val="00AD69BD"/>
    <w:rsid w:val="00AD7303"/>
    <w:rsid w:val="00AD788A"/>
    <w:rsid w:val="00AE019A"/>
    <w:rsid w:val="00AE19D2"/>
    <w:rsid w:val="00AE1E99"/>
    <w:rsid w:val="00AE20E9"/>
    <w:rsid w:val="00AE2204"/>
    <w:rsid w:val="00AE23E1"/>
    <w:rsid w:val="00AE2444"/>
    <w:rsid w:val="00AE2F4C"/>
    <w:rsid w:val="00AE31A6"/>
    <w:rsid w:val="00AE33FD"/>
    <w:rsid w:val="00AE36E6"/>
    <w:rsid w:val="00AE4B27"/>
    <w:rsid w:val="00AE51B9"/>
    <w:rsid w:val="00AE58B7"/>
    <w:rsid w:val="00AE60C3"/>
    <w:rsid w:val="00AE6603"/>
    <w:rsid w:val="00AE737A"/>
    <w:rsid w:val="00AE758F"/>
    <w:rsid w:val="00AF0031"/>
    <w:rsid w:val="00AF0715"/>
    <w:rsid w:val="00AF0986"/>
    <w:rsid w:val="00AF0C65"/>
    <w:rsid w:val="00AF14D2"/>
    <w:rsid w:val="00AF1A14"/>
    <w:rsid w:val="00AF1C48"/>
    <w:rsid w:val="00AF2E67"/>
    <w:rsid w:val="00AF3642"/>
    <w:rsid w:val="00AF43AD"/>
    <w:rsid w:val="00AF4697"/>
    <w:rsid w:val="00AF54D9"/>
    <w:rsid w:val="00AF5A05"/>
    <w:rsid w:val="00AF5F86"/>
    <w:rsid w:val="00AF6105"/>
    <w:rsid w:val="00AF64DF"/>
    <w:rsid w:val="00AF6731"/>
    <w:rsid w:val="00AF70B9"/>
    <w:rsid w:val="00AF7124"/>
    <w:rsid w:val="00AF76F1"/>
    <w:rsid w:val="00AF79A6"/>
    <w:rsid w:val="00B016D2"/>
    <w:rsid w:val="00B01C05"/>
    <w:rsid w:val="00B0212E"/>
    <w:rsid w:val="00B0265B"/>
    <w:rsid w:val="00B029DC"/>
    <w:rsid w:val="00B036E5"/>
    <w:rsid w:val="00B03704"/>
    <w:rsid w:val="00B04571"/>
    <w:rsid w:val="00B04F02"/>
    <w:rsid w:val="00B05352"/>
    <w:rsid w:val="00B062DA"/>
    <w:rsid w:val="00B063F1"/>
    <w:rsid w:val="00B0698D"/>
    <w:rsid w:val="00B06CDC"/>
    <w:rsid w:val="00B07C47"/>
    <w:rsid w:val="00B10205"/>
    <w:rsid w:val="00B10C2F"/>
    <w:rsid w:val="00B10DE3"/>
    <w:rsid w:val="00B11D43"/>
    <w:rsid w:val="00B11F9D"/>
    <w:rsid w:val="00B12433"/>
    <w:rsid w:val="00B12B1B"/>
    <w:rsid w:val="00B12D1D"/>
    <w:rsid w:val="00B12D30"/>
    <w:rsid w:val="00B12EDC"/>
    <w:rsid w:val="00B13A25"/>
    <w:rsid w:val="00B1469E"/>
    <w:rsid w:val="00B14E92"/>
    <w:rsid w:val="00B14F50"/>
    <w:rsid w:val="00B14F8C"/>
    <w:rsid w:val="00B153DD"/>
    <w:rsid w:val="00B15C3B"/>
    <w:rsid w:val="00B16A5A"/>
    <w:rsid w:val="00B16C8D"/>
    <w:rsid w:val="00B17142"/>
    <w:rsid w:val="00B1778C"/>
    <w:rsid w:val="00B1778E"/>
    <w:rsid w:val="00B17889"/>
    <w:rsid w:val="00B17E0E"/>
    <w:rsid w:val="00B2051F"/>
    <w:rsid w:val="00B21318"/>
    <w:rsid w:val="00B216F0"/>
    <w:rsid w:val="00B219ED"/>
    <w:rsid w:val="00B227E4"/>
    <w:rsid w:val="00B22967"/>
    <w:rsid w:val="00B22E50"/>
    <w:rsid w:val="00B23138"/>
    <w:rsid w:val="00B23423"/>
    <w:rsid w:val="00B2351B"/>
    <w:rsid w:val="00B23B60"/>
    <w:rsid w:val="00B242A5"/>
    <w:rsid w:val="00B24C0C"/>
    <w:rsid w:val="00B252C4"/>
    <w:rsid w:val="00B25E2B"/>
    <w:rsid w:val="00B27127"/>
    <w:rsid w:val="00B274B1"/>
    <w:rsid w:val="00B276F0"/>
    <w:rsid w:val="00B3025D"/>
    <w:rsid w:val="00B316CE"/>
    <w:rsid w:val="00B3270A"/>
    <w:rsid w:val="00B32803"/>
    <w:rsid w:val="00B32866"/>
    <w:rsid w:val="00B3671D"/>
    <w:rsid w:val="00B37350"/>
    <w:rsid w:val="00B37647"/>
    <w:rsid w:val="00B37A73"/>
    <w:rsid w:val="00B400AC"/>
    <w:rsid w:val="00B4014F"/>
    <w:rsid w:val="00B41259"/>
    <w:rsid w:val="00B4167F"/>
    <w:rsid w:val="00B42326"/>
    <w:rsid w:val="00B42656"/>
    <w:rsid w:val="00B439EA"/>
    <w:rsid w:val="00B4409F"/>
    <w:rsid w:val="00B440A0"/>
    <w:rsid w:val="00B4431F"/>
    <w:rsid w:val="00B443D0"/>
    <w:rsid w:val="00B44F34"/>
    <w:rsid w:val="00B45495"/>
    <w:rsid w:val="00B4556D"/>
    <w:rsid w:val="00B46EED"/>
    <w:rsid w:val="00B50359"/>
    <w:rsid w:val="00B508F5"/>
    <w:rsid w:val="00B50F82"/>
    <w:rsid w:val="00B511F4"/>
    <w:rsid w:val="00B51647"/>
    <w:rsid w:val="00B518C5"/>
    <w:rsid w:val="00B51916"/>
    <w:rsid w:val="00B52AAA"/>
    <w:rsid w:val="00B52BED"/>
    <w:rsid w:val="00B52EC6"/>
    <w:rsid w:val="00B53D76"/>
    <w:rsid w:val="00B53EAE"/>
    <w:rsid w:val="00B54CE9"/>
    <w:rsid w:val="00B55072"/>
    <w:rsid w:val="00B55CAB"/>
    <w:rsid w:val="00B55E96"/>
    <w:rsid w:val="00B5693A"/>
    <w:rsid w:val="00B575F2"/>
    <w:rsid w:val="00B579D8"/>
    <w:rsid w:val="00B57D23"/>
    <w:rsid w:val="00B606D0"/>
    <w:rsid w:val="00B6099A"/>
    <w:rsid w:val="00B60FF4"/>
    <w:rsid w:val="00B610D5"/>
    <w:rsid w:val="00B614B6"/>
    <w:rsid w:val="00B62023"/>
    <w:rsid w:val="00B62CBD"/>
    <w:rsid w:val="00B63798"/>
    <w:rsid w:val="00B639C4"/>
    <w:rsid w:val="00B63D05"/>
    <w:rsid w:val="00B6501F"/>
    <w:rsid w:val="00B65C33"/>
    <w:rsid w:val="00B660AE"/>
    <w:rsid w:val="00B66223"/>
    <w:rsid w:val="00B6635E"/>
    <w:rsid w:val="00B67269"/>
    <w:rsid w:val="00B67ADC"/>
    <w:rsid w:val="00B67D98"/>
    <w:rsid w:val="00B7014E"/>
    <w:rsid w:val="00B71034"/>
    <w:rsid w:val="00B712A6"/>
    <w:rsid w:val="00B72222"/>
    <w:rsid w:val="00B72455"/>
    <w:rsid w:val="00B72554"/>
    <w:rsid w:val="00B72C1E"/>
    <w:rsid w:val="00B72F6D"/>
    <w:rsid w:val="00B72FF5"/>
    <w:rsid w:val="00B741B4"/>
    <w:rsid w:val="00B75E08"/>
    <w:rsid w:val="00B76CF9"/>
    <w:rsid w:val="00B76F94"/>
    <w:rsid w:val="00B77AA9"/>
    <w:rsid w:val="00B77C50"/>
    <w:rsid w:val="00B80E70"/>
    <w:rsid w:val="00B8163A"/>
    <w:rsid w:val="00B82352"/>
    <w:rsid w:val="00B83993"/>
    <w:rsid w:val="00B84299"/>
    <w:rsid w:val="00B84A95"/>
    <w:rsid w:val="00B84DEF"/>
    <w:rsid w:val="00B84F15"/>
    <w:rsid w:val="00B856EA"/>
    <w:rsid w:val="00B86120"/>
    <w:rsid w:val="00B86C0D"/>
    <w:rsid w:val="00B872F1"/>
    <w:rsid w:val="00B8760C"/>
    <w:rsid w:val="00B87952"/>
    <w:rsid w:val="00B87C96"/>
    <w:rsid w:val="00B87D56"/>
    <w:rsid w:val="00B90236"/>
    <w:rsid w:val="00B90CF3"/>
    <w:rsid w:val="00B91F93"/>
    <w:rsid w:val="00B92815"/>
    <w:rsid w:val="00B92E40"/>
    <w:rsid w:val="00B92FD9"/>
    <w:rsid w:val="00B933E4"/>
    <w:rsid w:val="00B9372D"/>
    <w:rsid w:val="00B937DB"/>
    <w:rsid w:val="00B94CCC"/>
    <w:rsid w:val="00B95AE0"/>
    <w:rsid w:val="00B95EFA"/>
    <w:rsid w:val="00B96B53"/>
    <w:rsid w:val="00B9737C"/>
    <w:rsid w:val="00B976B6"/>
    <w:rsid w:val="00B978CE"/>
    <w:rsid w:val="00BA07C1"/>
    <w:rsid w:val="00BA0926"/>
    <w:rsid w:val="00BA10D2"/>
    <w:rsid w:val="00BA1171"/>
    <w:rsid w:val="00BA129A"/>
    <w:rsid w:val="00BA12DA"/>
    <w:rsid w:val="00BA1696"/>
    <w:rsid w:val="00BA1720"/>
    <w:rsid w:val="00BA18D4"/>
    <w:rsid w:val="00BA21FE"/>
    <w:rsid w:val="00BA2671"/>
    <w:rsid w:val="00BA26B5"/>
    <w:rsid w:val="00BA2FBD"/>
    <w:rsid w:val="00BA3030"/>
    <w:rsid w:val="00BA3361"/>
    <w:rsid w:val="00BA3515"/>
    <w:rsid w:val="00BA374F"/>
    <w:rsid w:val="00BA3A87"/>
    <w:rsid w:val="00BA3E56"/>
    <w:rsid w:val="00BA3F22"/>
    <w:rsid w:val="00BA5250"/>
    <w:rsid w:val="00BA666D"/>
    <w:rsid w:val="00BA71A4"/>
    <w:rsid w:val="00BA742E"/>
    <w:rsid w:val="00BB135F"/>
    <w:rsid w:val="00BB163D"/>
    <w:rsid w:val="00BB1A19"/>
    <w:rsid w:val="00BB1C0E"/>
    <w:rsid w:val="00BB1FD6"/>
    <w:rsid w:val="00BB35B2"/>
    <w:rsid w:val="00BB39FD"/>
    <w:rsid w:val="00BB3D8C"/>
    <w:rsid w:val="00BB41C8"/>
    <w:rsid w:val="00BB4485"/>
    <w:rsid w:val="00BB559C"/>
    <w:rsid w:val="00BB5DCA"/>
    <w:rsid w:val="00BB66B9"/>
    <w:rsid w:val="00BB6EE2"/>
    <w:rsid w:val="00BC0131"/>
    <w:rsid w:val="00BC0478"/>
    <w:rsid w:val="00BC062C"/>
    <w:rsid w:val="00BC0857"/>
    <w:rsid w:val="00BC0A28"/>
    <w:rsid w:val="00BC0DD7"/>
    <w:rsid w:val="00BC14AD"/>
    <w:rsid w:val="00BC17C9"/>
    <w:rsid w:val="00BC18C1"/>
    <w:rsid w:val="00BC18E0"/>
    <w:rsid w:val="00BC1B1A"/>
    <w:rsid w:val="00BC234D"/>
    <w:rsid w:val="00BC3DD2"/>
    <w:rsid w:val="00BC3FE2"/>
    <w:rsid w:val="00BC468B"/>
    <w:rsid w:val="00BC543B"/>
    <w:rsid w:val="00BC5528"/>
    <w:rsid w:val="00BC58FF"/>
    <w:rsid w:val="00BC595C"/>
    <w:rsid w:val="00BC5A74"/>
    <w:rsid w:val="00BC5A7F"/>
    <w:rsid w:val="00BC69A3"/>
    <w:rsid w:val="00BC6AF5"/>
    <w:rsid w:val="00BC71EC"/>
    <w:rsid w:val="00BC77A1"/>
    <w:rsid w:val="00BC78F2"/>
    <w:rsid w:val="00BC7A64"/>
    <w:rsid w:val="00BD1270"/>
    <w:rsid w:val="00BD1AE6"/>
    <w:rsid w:val="00BD1D89"/>
    <w:rsid w:val="00BD2035"/>
    <w:rsid w:val="00BD206D"/>
    <w:rsid w:val="00BD2639"/>
    <w:rsid w:val="00BD3571"/>
    <w:rsid w:val="00BD3857"/>
    <w:rsid w:val="00BD42AB"/>
    <w:rsid w:val="00BD4D28"/>
    <w:rsid w:val="00BD555F"/>
    <w:rsid w:val="00BD699A"/>
    <w:rsid w:val="00BD73F0"/>
    <w:rsid w:val="00BD747C"/>
    <w:rsid w:val="00BE0348"/>
    <w:rsid w:val="00BE03DD"/>
    <w:rsid w:val="00BE1157"/>
    <w:rsid w:val="00BE12B4"/>
    <w:rsid w:val="00BE12CB"/>
    <w:rsid w:val="00BE15A3"/>
    <w:rsid w:val="00BE19CA"/>
    <w:rsid w:val="00BE1D66"/>
    <w:rsid w:val="00BE1FDF"/>
    <w:rsid w:val="00BE2266"/>
    <w:rsid w:val="00BE2304"/>
    <w:rsid w:val="00BE33DB"/>
    <w:rsid w:val="00BE3678"/>
    <w:rsid w:val="00BE4570"/>
    <w:rsid w:val="00BE4A44"/>
    <w:rsid w:val="00BE4C92"/>
    <w:rsid w:val="00BE4F07"/>
    <w:rsid w:val="00BE541A"/>
    <w:rsid w:val="00BE56EB"/>
    <w:rsid w:val="00BE5CEB"/>
    <w:rsid w:val="00BE61EF"/>
    <w:rsid w:val="00BF05E4"/>
    <w:rsid w:val="00BF0707"/>
    <w:rsid w:val="00BF2C41"/>
    <w:rsid w:val="00BF3308"/>
    <w:rsid w:val="00BF3B1A"/>
    <w:rsid w:val="00BF3F84"/>
    <w:rsid w:val="00BF40AC"/>
    <w:rsid w:val="00BF486A"/>
    <w:rsid w:val="00BF4E62"/>
    <w:rsid w:val="00BF6041"/>
    <w:rsid w:val="00BF6DBA"/>
    <w:rsid w:val="00BF7D3E"/>
    <w:rsid w:val="00C005D5"/>
    <w:rsid w:val="00C007F6"/>
    <w:rsid w:val="00C00FD3"/>
    <w:rsid w:val="00C014F2"/>
    <w:rsid w:val="00C021D8"/>
    <w:rsid w:val="00C025DB"/>
    <w:rsid w:val="00C02EB4"/>
    <w:rsid w:val="00C0305E"/>
    <w:rsid w:val="00C0323B"/>
    <w:rsid w:val="00C03A25"/>
    <w:rsid w:val="00C0427B"/>
    <w:rsid w:val="00C04860"/>
    <w:rsid w:val="00C04966"/>
    <w:rsid w:val="00C051A8"/>
    <w:rsid w:val="00C06ABF"/>
    <w:rsid w:val="00C076AE"/>
    <w:rsid w:val="00C07A8A"/>
    <w:rsid w:val="00C07FCE"/>
    <w:rsid w:val="00C10E0B"/>
    <w:rsid w:val="00C10E0E"/>
    <w:rsid w:val="00C125E8"/>
    <w:rsid w:val="00C13AD3"/>
    <w:rsid w:val="00C14055"/>
    <w:rsid w:val="00C148FB"/>
    <w:rsid w:val="00C14C52"/>
    <w:rsid w:val="00C14EE1"/>
    <w:rsid w:val="00C151E6"/>
    <w:rsid w:val="00C157D7"/>
    <w:rsid w:val="00C15E4B"/>
    <w:rsid w:val="00C1683A"/>
    <w:rsid w:val="00C16E68"/>
    <w:rsid w:val="00C17871"/>
    <w:rsid w:val="00C207EB"/>
    <w:rsid w:val="00C21332"/>
    <w:rsid w:val="00C21B8A"/>
    <w:rsid w:val="00C22137"/>
    <w:rsid w:val="00C22381"/>
    <w:rsid w:val="00C223AB"/>
    <w:rsid w:val="00C22CCA"/>
    <w:rsid w:val="00C234A2"/>
    <w:rsid w:val="00C23869"/>
    <w:rsid w:val="00C23BCD"/>
    <w:rsid w:val="00C2422B"/>
    <w:rsid w:val="00C24483"/>
    <w:rsid w:val="00C249C1"/>
    <w:rsid w:val="00C24D48"/>
    <w:rsid w:val="00C259CD"/>
    <w:rsid w:val="00C25A4A"/>
    <w:rsid w:val="00C25E42"/>
    <w:rsid w:val="00C2666C"/>
    <w:rsid w:val="00C26E4D"/>
    <w:rsid w:val="00C311ED"/>
    <w:rsid w:val="00C3158F"/>
    <w:rsid w:val="00C318CC"/>
    <w:rsid w:val="00C325F6"/>
    <w:rsid w:val="00C32696"/>
    <w:rsid w:val="00C3272B"/>
    <w:rsid w:val="00C3342E"/>
    <w:rsid w:val="00C33517"/>
    <w:rsid w:val="00C335B1"/>
    <w:rsid w:val="00C34955"/>
    <w:rsid w:val="00C3573A"/>
    <w:rsid w:val="00C360A1"/>
    <w:rsid w:val="00C37FA4"/>
    <w:rsid w:val="00C404E5"/>
    <w:rsid w:val="00C4159F"/>
    <w:rsid w:val="00C41ED6"/>
    <w:rsid w:val="00C4247E"/>
    <w:rsid w:val="00C42BD1"/>
    <w:rsid w:val="00C4307E"/>
    <w:rsid w:val="00C4369B"/>
    <w:rsid w:val="00C44065"/>
    <w:rsid w:val="00C4417C"/>
    <w:rsid w:val="00C451A8"/>
    <w:rsid w:val="00C45444"/>
    <w:rsid w:val="00C454CB"/>
    <w:rsid w:val="00C45ADF"/>
    <w:rsid w:val="00C45CE1"/>
    <w:rsid w:val="00C46512"/>
    <w:rsid w:val="00C46AF5"/>
    <w:rsid w:val="00C47423"/>
    <w:rsid w:val="00C47465"/>
    <w:rsid w:val="00C47DE7"/>
    <w:rsid w:val="00C5077F"/>
    <w:rsid w:val="00C50C22"/>
    <w:rsid w:val="00C51C3B"/>
    <w:rsid w:val="00C5265E"/>
    <w:rsid w:val="00C52C3A"/>
    <w:rsid w:val="00C5334D"/>
    <w:rsid w:val="00C53573"/>
    <w:rsid w:val="00C53C7C"/>
    <w:rsid w:val="00C54E22"/>
    <w:rsid w:val="00C550DE"/>
    <w:rsid w:val="00C55372"/>
    <w:rsid w:val="00C55DAF"/>
    <w:rsid w:val="00C56434"/>
    <w:rsid w:val="00C571E9"/>
    <w:rsid w:val="00C60613"/>
    <w:rsid w:val="00C6070B"/>
    <w:rsid w:val="00C6071F"/>
    <w:rsid w:val="00C608AB"/>
    <w:rsid w:val="00C60C2B"/>
    <w:rsid w:val="00C62711"/>
    <w:rsid w:val="00C6290D"/>
    <w:rsid w:val="00C62B8E"/>
    <w:rsid w:val="00C63BDF"/>
    <w:rsid w:val="00C64CED"/>
    <w:rsid w:val="00C64F6A"/>
    <w:rsid w:val="00C656E9"/>
    <w:rsid w:val="00C658C1"/>
    <w:rsid w:val="00C65B04"/>
    <w:rsid w:val="00C65F67"/>
    <w:rsid w:val="00C66180"/>
    <w:rsid w:val="00C662A3"/>
    <w:rsid w:val="00C66C81"/>
    <w:rsid w:val="00C67819"/>
    <w:rsid w:val="00C70BFB"/>
    <w:rsid w:val="00C714D6"/>
    <w:rsid w:val="00C71A1C"/>
    <w:rsid w:val="00C71DA5"/>
    <w:rsid w:val="00C72D85"/>
    <w:rsid w:val="00C74F2D"/>
    <w:rsid w:val="00C75009"/>
    <w:rsid w:val="00C76503"/>
    <w:rsid w:val="00C76A1B"/>
    <w:rsid w:val="00C76BCA"/>
    <w:rsid w:val="00C7739E"/>
    <w:rsid w:val="00C77A89"/>
    <w:rsid w:val="00C77F0B"/>
    <w:rsid w:val="00C80250"/>
    <w:rsid w:val="00C80465"/>
    <w:rsid w:val="00C80FB5"/>
    <w:rsid w:val="00C80FBE"/>
    <w:rsid w:val="00C8187E"/>
    <w:rsid w:val="00C81FA2"/>
    <w:rsid w:val="00C83128"/>
    <w:rsid w:val="00C83DB5"/>
    <w:rsid w:val="00C84418"/>
    <w:rsid w:val="00C84F7F"/>
    <w:rsid w:val="00C85845"/>
    <w:rsid w:val="00C86062"/>
    <w:rsid w:val="00C86A16"/>
    <w:rsid w:val="00C8752B"/>
    <w:rsid w:val="00C87585"/>
    <w:rsid w:val="00C8781D"/>
    <w:rsid w:val="00C87A8D"/>
    <w:rsid w:val="00C87F40"/>
    <w:rsid w:val="00C90AF5"/>
    <w:rsid w:val="00C91140"/>
    <w:rsid w:val="00C91849"/>
    <w:rsid w:val="00C9229B"/>
    <w:rsid w:val="00C92F08"/>
    <w:rsid w:val="00C92F29"/>
    <w:rsid w:val="00C93154"/>
    <w:rsid w:val="00C937C2"/>
    <w:rsid w:val="00C93865"/>
    <w:rsid w:val="00C93C43"/>
    <w:rsid w:val="00C94392"/>
    <w:rsid w:val="00C94693"/>
    <w:rsid w:val="00C951E1"/>
    <w:rsid w:val="00C95626"/>
    <w:rsid w:val="00C96EB7"/>
    <w:rsid w:val="00C970A1"/>
    <w:rsid w:val="00C970D2"/>
    <w:rsid w:val="00C97584"/>
    <w:rsid w:val="00C97669"/>
    <w:rsid w:val="00C978C0"/>
    <w:rsid w:val="00C97A1E"/>
    <w:rsid w:val="00CA0C5E"/>
    <w:rsid w:val="00CA0CCA"/>
    <w:rsid w:val="00CA0DEB"/>
    <w:rsid w:val="00CA0FFF"/>
    <w:rsid w:val="00CA136B"/>
    <w:rsid w:val="00CA28C0"/>
    <w:rsid w:val="00CA3D65"/>
    <w:rsid w:val="00CA46AD"/>
    <w:rsid w:val="00CA6166"/>
    <w:rsid w:val="00CA7109"/>
    <w:rsid w:val="00CA73B9"/>
    <w:rsid w:val="00CA76CA"/>
    <w:rsid w:val="00CA7926"/>
    <w:rsid w:val="00CA7CE0"/>
    <w:rsid w:val="00CB0A1C"/>
    <w:rsid w:val="00CB0E1E"/>
    <w:rsid w:val="00CB10BE"/>
    <w:rsid w:val="00CB15C3"/>
    <w:rsid w:val="00CB204C"/>
    <w:rsid w:val="00CB2B35"/>
    <w:rsid w:val="00CB30C3"/>
    <w:rsid w:val="00CB399B"/>
    <w:rsid w:val="00CB4114"/>
    <w:rsid w:val="00CB4227"/>
    <w:rsid w:val="00CB469A"/>
    <w:rsid w:val="00CB5201"/>
    <w:rsid w:val="00CB56F2"/>
    <w:rsid w:val="00CB5E5B"/>
    <w:rsid w:val="00CB6699"/>
    <w:rsid w:val="00CB7B3A"/>
    <w:rsid w:val="00CC03D9"/>
    <w:rsid w:val="00CC06DB"/>
    <w:rsid w:val="00CC274C"/>
    <w:rsid w:val="00CC2900"/>
    <w:rsid w:val="00CC29BA"/>
    <w:rsid w:val="00CC2D24"/>
    <w:rsid w:val="00CC35EB"/>
    <w:rsid w:val="00CC3E7F"/>
    <w:rsid w:val="00CC4B73"/>
    <w:rsid w:val="00CC544F"/>
    <w:rsid w:val="00CC5535"/>
    <w:rsid w:val="00CC5C1C"/>
    <w:rsid w:val="00CC60B6"/>
    <w:rsid w:val="00CC6309"/>
    <w:rsid w:val="00CC7AF2"/>
    <w:rsid w:val="00CC7D13"/>
    <w:rsid w:val="00CD0161"/>
    <w:rsid w:val="00CD0621"/>
    <w:rsid w:val="00CD0773"/>
    <w:rsid w:val="00CD0841"/>
    <w:rsid w:val="00CD1061"/>
    <w:rsid w:val="00CD1724"/>
    <w:rsid w:val="00CD32E4"/>
    <w:rsid w:val="00CD364E"/>
    <w:rsid w:val="00CD3E51"/>
    <w:rsid w:val="00CD429B"/>
    <w:rsid w:val="00CD42F4"/>
    <w:rsid w:val="00CD4803"/>
    <w:rsid w:val="00CD4B70"/>
    <w:rsid w:val="00CD50CD"/>
    <w:rsid w:val="00CD597A"/>
    <w:rsid w:val="00CD5D26"/>
    <w:rsid w:val="00CD5E63"/>
    <w:rsid w:val="00CD5E9C"/>
    <w:rsid w:val="00CD646C"/>
    <w:rsid w:val="00CD6923"/>
    <w:rsid w:val="00CD695D"/>
    <w:rsid w:val="00CD6B22"/>
    <w:rsid w:val="00CD70B9"/>
    <w:rsid w:val="00CD7149"/>
    <w:rsid w:val="00CD79D3"/>
    <w:rsid w:val="00CD7C89"/>
    <w:rsid w:val="00CD7EA8"/>
    <w:rsid w:val="00CE0CE0"/>
    <w:rsid w:val="00CE0EDE"/>
    <w:rsid w:val="00CE17AC"/>
    <w:rsid w:val="00CE1DBB"/>
    <w:rsid w:val="00CE1FB8"/>
    <w:rsid w:val="00CE1FCA"/>
    <w:rsid w:val="00CE2BB9"/>
    <w:rsid w:val="00CE2E80"/>
    <w:rsid w:val="00CE3631"/>
    <w:rsid w:val="00CE375C"/>
    <w:rsid w:val="00CE38AB"/>
    <w:rsid w:val="00CE3DF5"/>
    <w:rsid w:val="00CE3F79"/>
    <w:rsid w:val="00CE3FF8"/>
    <w:rsid w:val="00CE40A7"/>
    <w:rsid w:val="00CE42E8"/>
    <w:rsid w:val="00CE44DA"/>
    <w:rsid w:val="00CE457E"/>
    <w:rsid w:val="00CE4AE3"/>
    <w:rsid w:val="00CE5EE0"/>
    <w:rsid w:val="00CE5FFB"/>
    <w:rsid w:val="00CE7A84"/>
    <w:rsid w:val="00CE7B7B"/>
    <w:rsid w:val="00CE7DD8"/>
    <w:rsid w:val="00CF0378"/>
    <w:rsid w:val="00CF050C"/>
    <w:rsid w:val="00CF0599"/>
    <w:rsid w:val="00CF064F"/>
    <w:rsid w:val="00CF0654"/>
    <w:rsid w:val="00CF0C98"/>
    <w:rsid w:val="00CF1250"/>
    <w:rsid w:val="00CF1575"/>
    <w:rsid w:val="00CF17A1"/>
    <w:rsid w:val="00CF182C"/>
    <w:rsid w:val="00CF1934"/>
    <w:rsid w:val="00CF2479"/>
    <w:rsid w:val="00CF2728"/>
    <w:rsid w:val="00CF2B71"/>
    <w:rsid w:val="00CF36A6"/>
    <w:rsid w:val="00CF41A8"/>
    <w:rsid w:val="00CF45FF"/>
    <w:rsid w:val="00CF46EB"/>
    <w:rsid w:val="00CF4DE5"/>
    <w:rsid w:val="00CF4ED4"/>
    <w:rsid w:val="00CF57CD"/>
    <w:rsid w:val="00CF5A88"/>
    <w:rsid w:val="00CF5B3D"/>
    <w:rsid w:val="00CF61BA"/>
    <w:rsid w:val="00CF65D2"/>
    <w:rsid w:val="00CF6CE5"/>
    <w:rsid w:val="00CF6FE3"/>
    <w:rsid w:val="00CF745F"/>
    <w:rsid w:val="00CF79CD"/>
    <w:rsid w:val="00D00058"/>
    <w:rsid w:val="00D00537"/>
    <w:rsid w:val="00D008C5"/>
    <w:rsid w:val="00D00A62"/>
    <w:rsid w:val="00D013E4"/>
    <w:rsid w:val="00D01EE2"/>
    <w:rsid w:val="00D01FE0"/>
    <w:rsid w:val="00D02372"/>
    <w:rsid w:val="00D025EE"/>
    <w:rsid w:val="00D0287E"/>
    <w:rsid w:val="00D0444A"/>
    <w:rsid w:val="00D046FC"/>
    <w:rsid w:val="00D04EB1"/>
    <w:rsid w:val="00D051C8"/>
    <w:rsid w:val="00D05519"/>
    <w:rsid w:val="00D05C2A"/>
    <w:rsid w:val="00D06253"/>
    <w:rsid w:val="00D06467"/>
    <w:rsid w:val="00D06BF0"/>
    <w:rsid w:val="00D079C1"/>
    <w:rsid w:val="00D1042E"/>
    <w:rsid w:val="00D11232"/>
    <w:rsid w:val="00D11344"/>
    <w:rsid w:val="00D11660"/>
    <w:rsid w:val="00D11B16"/>
    <w:rsid w:val="00D11FEF"/>
    <w:rsid w:val="00D121C6"/>
    <w:rsid w:val="00D12C8E"/>
    <w:rsid w:val="00D1344A"/>
    <w:rsid w:val="00D13468"/>
    <w:rsid w:val="00D1360C"/>
    <w:rsid w:val="00D13C4A"/>
    <w:rsid w:val="00D148DE"/>
    <w:rsid w:val="00D14BE6"/>
    <w:rsid w:val="00D15225"/>
    <w:rsid w:val="00D157F8"/>
    <w:rsid w:val="00D162B5"/>
    <w:rsid w:val="00D16577"/>
    <w:rsid w:val="00D20D30"/>
    <w:rsid w:val="00D217B8"/>
    <w:rsid w:val="00D21DC9"/>
    <w:rsid w:val="00D22E4B"/>
    <w:rsid w:val="00D22F84"/>
    <w:rsid w:val="00D2317A"/>
    <w:rsid w:val="00D23D0A"/>
    <w:rsid w:val="00D23D82"/>
    <w:rsid w:val="00D248DB"/>
    <w:rsid w:val="00D256CC"/>
    <w:rsid w:val="00D25882"/>
    <w:rsid w:val="00D25DD9"/>
    <w:rsid w:val="00D26093"/>
    <w:rsid w:val="00D2619A"/>
    <w:rsid w:val="00D26469"/>
    <w:rsid w:val="00D26931"/>
    <w:rsid w:val="00D26B97"/>
    <w:rsid w:val="00D27C83"/>
    <w:rsid w:val="00D30649"/>
    <w:rsid w:val="00D306F5"/>
    <w:rsid w:val="00D312CA"/>
    <w:rsid w:val="00D31C31"/>
    <w:rsid w:val="00D32AB7"/>
    <w:rsid w:val="00D33918"/>
    <w:rsid w:val="00D33CB1"/>
    <w:rsid w:val="00D343DB"/>
    <w:rsid w:val="00D37F5D"/>
    <w:rsid w:val="00D40CE7"/>
    <w:rsid w:val="00D40D0F"/>
    <w:rsid w:val="00D41293"/>
    <w:rsid w:val="00D41658"/>
    <w:rsid w:val="00D418D8"/>
    <w:rsid w:val="00D421B4"/>
    <w:rsid w:val="00D42388"/>
    <w:rsid w:val="00D431B9"/>
    <w:rsid w:val="00D43C5E"/>
    <w:rsid w:val="00D455FE"/>
    <w:rsid w:val="00D45824"/>
    <w:rsid w:val="00D45AE4"/>
    <w:rsid w:val="00D46A08"/>
    <w:rsid w:val="00D4752D"/>
    <w:rsid w:val="00D4763D"/>
    <w:rsid w:val="00D50167"/>
    <w:rsid w:val="00D50351"/>
    <w:rsid w:val="00D51D4E"/>
    <w:rsid w:val="00D51DD5"/>
    <w:rsid w:val="00D5312C"/>
    <w:rsid w:val="00D53A03"/>
    <w:rsid w:val="00D53BF8"/>
    <w:rsid w:val="00D54024"/>
    <w:rsid w:val="00D54CD6"/>
    <w:rsid w:val="00D54CE6"/>
    <w:rsid w:val="00D54F20"/>
    <w:rsid w:val="00D551C1"/>
    <w:rsid w:val="00D55858"/>
    <w:rsid w:val="00D55CE7"/>
    <w:rsid w:val="00D55ECA"/>
    <w:rsid w:val="00D56B21"/>
    <w:rsid w:val="00D56CB1"/>
    <w:rsid w:val="00D56CCA"/>
    <w:rsid w:val="00D56F79"/>
    <w:rsid w:val="00D5709C"/>
    <w:rsid w:val="00D5746F"/>
    <w:rsid w:val="00D60C57"/>
    <w:rsid w:val="00D618AB"/>
    <w:rsid w:val="00D619CA"/>
    <w:rsid w:val="00D620B3"/>
    <w:rsid w:val="00D62193"/>
    <w:rsid w:val="00D62684"/>
    <w:rsid w:val="00D62782"/>
    <w:rsid w:val="00D62889"/>
    <w:rsid w:val="00D63388"/>
    <w:rsid w:val="00D63471"/>
    <w:rsid w:val="00D63C60"/>
    <w:rsid w:val="00D64852"/>
    <w:rsid w:val="00D652E1"/>
    <w:rsid w:val="00D65618"/>
    <w:rsid w:val="00D6586F"/>
    <w:rsid w:val="00D6605B"/>
    <w:rsid w:val="00D66999"/>
    <w:rsid w:val="00D66AF4"/>
    <w:rsid w:val="00D67980"/>
    <w:rsid w:val="00D67FA6"/>
    <w:rsid w:val="00D7059F"/>
    <w:rsid w:val="00D70E05"/>
    <w:rsid w:val="00D71221"/>
    <w:rsid w:val="00D7183E"/>
    <w:rsid w:val="00D71DFF"/>
    <w:rsid w:val="00D72302"/>
    <w:rsid w:val="00D7314E"/>
    <w:rsid w:val="00D73A4F"/>
    <w:rsid w:val="00D73BF2"/>
    <w:rsid w:val="00D742C9"/>
    <w:rsid w:val="00D75613"/>
    <w:rsid w:val="00D765B5"/>
    <w:rsid w:val="00D76E5C"/>
    <w:rsid w:val="00D76F57"/>
    <w:rsid w:val="00D77F9B"/>
    <w:rsid w:val="00D801EE"/>
    <w:rsid w:val="00D80C99"/>
    <w:rsid w:val="00D81D18"/>
    <w:rsid w:val="00D82312"/>
    <w:rsid w:val="00D8314E"/>
    <w:rsid w:val="00D848E7"/>
    <w:rsid w:val="00D84E91"/>
    <w:rsid w:val="00D85001"/>
    <w:rsid w:val="00D8528A"/>
    <w:rsid w:val="00D8553A"/>
    <w:rsid w:val="00D857CF"/>
    <w:rsid w:val="00D86CB7"/>
    <w:rsid w:val="00D87350"/>
    <w:rsid w:val="00D87EA9"/>
    <w:rsid w:val="00D90418"/>
    <w:rsid w:val="00D906F9"/>
    <w:rsid w:val="00D90785"/>
    <w:rsid w:val="00D909D6"/>
    <w:rsid w:val="00D90DFB"/>
    <w:rsid w:val="00D9153C"/>
    <w:rsid w:val="00D91978"/>
    <w:rsid w:val="00D91EA8"/>
    <w:rsid w:val="00D92128"/>
    <w:rsid w:val="00D9282C"/>
    <w:rsid w:val="00D92E74"/>
    <w:rsid w:val="00D93959"/>
    <w:rsid w:val="00D93B9F"/>
    <w:rsid w:val="00D9440D"/>
    <w:rsid w:val="00D94B5C"/>
    <w:rsid w:val="00D94C3C"/>
    <w:rsid w:val="00D9589F"/>
    <w:rsid w:val="00D96F53"/>
    <w:rsid w:val="00D97DAE"/>
    <w:rsid w:val="00DA0160"/>
    <w:rsid w:val="00DA01FC"/>
    <w:rsid w:val="00DA077D"/>
    <w:rsid w:val="00DA11FF"/>
    <w:rsid w:val="00DA15F3"/>
    <w:rsid w:val="00DA175E"/>
    <w:rsid w:val="00DA1B44"/>
    <w:rsid w:val="00DA1B9E"/>
    <w:rsid w:val="00DA2401"/>
    <w:rsid w:val="00DA2553"/>
    <w:rsid w:val="00DA2E05"/>
    <w:rsid w:val="00DA431C"/>
    <w:rsid w:val="00DA4C28"/>
    <w:rsid w:val="00DA5D9C"/>
    <w:rsid w:val="00DA5DCB"/>
    <w:rsid w:val="00DA5E10"/>
    <w:rsid w:val="00DA5E5A"/>
    <w:rsid w:val="00DA615E"/>
    <w:rsid w:val="00DA73CB"/>
    <w:rsid w:val="00DA774A"/>
    <w:rsid w:val="00DA7E1B"/>
    <w:rsid w:val="00DA7F3B"/>
    <w:rsid w:val="00DB0038"/>
    <w:rsid w:val="00DB1330"/>
    <w:rsid w:val="00DB2512"/>
    <w:rsid w:val="00DB2834"/>
    <w:rsid w:val="00DB316E"/>
    <w:rsid w:val="00DB3A1A"/>
    <w:rsid w:val="00DB3B82"/>
    <w:rsid w:val="00DB468A"/>
    <w:rsid w:val="00DB4A53"/>
    <w:rsid w:val="00DB50F9"/>
    <w:rsid w:val="00DB5202"/>
    <w:rsid w:val="00DB584E"/>
    <w:rsid w:val="00DB6150"/>
    <w:rsid w:val="00DB6731"/>
    <w:rsid w:val="00DB6E05"/>
    <w:rsid w:val="00DB6EF4"/>
    <w:rsid w:val="00DB72A6"/>
    <w:rsid w:val="00DB7C8E"/>
    <w:rsid w:val="00DC011C"/>
    <w:rsid w:val="00DC015E"/>
    <w:rsid w:val="00DC0449"/>
    <w:rsid w:val="00DC0890"/>
    <w:rsid w:val="00DC0BAB"/>
    <w:rsid w:val="00DC177D"/>
    <w:rsid w:val="00DC21E3"/>
    <w:rsid w:val="00DC27B3"/>
    <w:rsid w:val="00DC36BD"/>
    <w:rsid w:val="00DC4368"/>
    <w:rsid w:val="00DC473A"/>
    <w:rsid w:val="00DC4777"/>
    <w:rsid w:val="00DC5315"/>
    <w:rsid w:val="00DC7B38"/>
    <w:rsid w:val="00DC7E02"/>
    <w:rsid w:val="00DC7E31"/>
    <w:rsid w:val="00DC7FAB"/>
    <w:rsid w:val="00DD0655"/>
    <w:rsid w:val="00DD0EE6"/>
    <w:rsid w:val="00DD156B"/>
    <w:rsid w:val="00DD17E2"/>
    <w:rsid w:val="00DD1EEE"/>
    <w:rsid w:val="00DD1FEB"/>
    <w:rsid w:val="00DD263C"/>
    <w:rsid w:val="00DD3435"/>
    <w:rsid w:val="00DD3E67"/>
    <w:rsid w:val="00DD4641"/>
    <w:rsid w:val="00DD49ED"/>
    <w:rsid w:val="00DD4BA5"/>
    <w:rsid w:val="00DD4DBB"/>
    <w:rsid w:val="00DD50B1"/>
    <w:rsid w:val="00DD5720"/>
    <w:rsid w:val="00DD5ADD"/>
    <w:rsid w:val="00DD6718"/>
    <w:rsid w:val="00DD6DD7"/>
    <w:rsid w:val="00DD7C91"/>
    <w:rsid w:val="00DD7CEB"/>
    <w:rsid w:val="00DE123B"/>
    <w:rsid w:val="00DE1612"/>
    <w:rsid w:val="00DE1D6D"/>
    <w:rsid w:val="00DE262D"/>
    <w:rsid w:val="00DE2A89"/>
    <w:rsid w:val="00DE2FA4"/>
    <w:rsid w:val="00DE340B"/>
    <w:rsid w:val="00DE3C8C"/>
    <w:rsid w:val="00DE43AB"/>
    <w:rsid w:val="00DE43EC"/>
    <w:rsid w:val="00DE4C4D"/>
    <w:rsid w:val="00DE5022"/>
    <w:rsid w:val="00DE50B4"/>
    <w:rsid w:val="00DE5539"/>
    <w:rsid w:val="00DE5DB7"/>
    <w:rsid w:val="00DE6856"/>
    <w:rsid w:val="00DE6B57"/>
    <w:rsid w:val="00DE6FF6"/>
    <w:rsid w:val="00DF00CE"/>
    <w:rsid w:val="00DF060B"/>
    <w:rsid w:val="00DF0C9B"/>
    <w:rsid w:val="00DF1CDB"/>
    <w:rsid w:val="00DF2434"/>
    <w:rsid w:val="00DF24B2"/>
    <w:rsid w:val="00DF2735"/>
    <w:rsid w:val="00DF27FF"/>
    <w:rsid w:val="00DF28E1"/>
    <w:rsid w:val="00DF2BAC"/>
    <w:rsid w:val="00DF32B9"/>
    <w:rsid w:val="00DF32F2"/>
    <w:rsid w:val="00DF3327"/>
    <w:rsid w:val="00DF370C"/>
    <w:rsid w:val="00DF38F4"/>
    <w:rsid w:val="00DF3FC4"/>
    <w:rsid w:val="00DF42CC"/>
    <w:rsid w:val="00DF4850"/>
    <w:rsid w:val="00DF4D88"/>
    <w:rsid w:val="00DF4E94"/>
    <w:rsid w:val="00DF648B"/>
    <w:rsid w:val="00DF65A5"/>
    <w:rsid w:val="00DF705C"/>
    <w:rsid w:val="00DF7B93"/>
    <w:rsid w:val="00E000EA"/>
    <w:rsid w:val="00E005F8"/>
    <w:rsid w:val="00E00F81"/>
    <w:rsid w:val="00E0122B"/>
    <w:rsid w:val="00E015D8"/>
    <w:rsid w:val="00E0223D"/>
    <w:rsid w:val="00E02869"/>
    <w:rsid w:val="00E02873"/>
    <w:rsid w:val="00E02A35"/>
    <w:rsid w:val="00E04137"/>
    <w:rsid w:val="00E04209"/>
    <w:rsid w:val="00E0434E"/>
    <w:rsid w:val="00E04A98"/>
    <w:rsid w:val="00E0560B"/>
    <w:rsid w:val="00E059DE"/>
    <w:rsid w:val="00E06186"/>
    <w:rsid w:val="00E0740B"/>
    <w:rsid w:val="00E100ED"/>
    <w:rsid w:val="00E116FD"/>
    <w:rsid w:val="00E1298F"/>
    <w:rsid w:val="00E12BC5"/>
    <w:rsid w:val="00E135DC"/>
    <w:rsid w:val="00E136CC"/>
    <w:rsid w:val="00E136FC"/>
    <w:rsid w:val="00E13CE5"/>
    <w:rsid w:val="00E149CF"/>
    <w:rsid w:val="00E1507A"/>
    <w:rsid w:val="00E1565C"/>
    <w:rsid w:val="00E15C1A"/>
    <w:rsid w:val="00E16447"/>
    <w:rsid w:val="00E16F12"/>
    <w:rsid w:val="00E17985"/>
    <w:rsid w:val="00E2051D"/>
    <w:rsid w:val="00E2089D"/>
    <w:rsid w:val="00E2122F"/>
    <w:rsid w:val="00E22833"/>
    <w:rsid w:val="00E24C3A"/>
    <w:rsid w:val="00E250AB"/>
    <w:rsid w:val="00E25BFA"/>
    <w:rsid w:val="00E25CF3"/>
    <w:rsid w:val="00E25D37"/>
    <w:rsid w:val="00E2696D"/>
    <w:rsid w:val="00E273A1"/>
    <w:rsid w:val="00E30081"/>
    <w:rsid w:val="00E3043D"/>
    <w:rsid w:val="00E3247A"/>
    <w:rsid w:val="00E32AE6"/>
    <w:rsid w:val="00E33146"/>
    <w:rsid w:val="00E342EB"/>
    <w:rsid w:val="00E34D11"/>
    <w:rsid w:val="00E35593"/>
    <w:rsid w:val="00E36898"/>
    <w:rsid w:val="00E36B4D"/>
    <w:rsid w:val="00E3745E"/>
    <w:rsid w:val="00E37BE1"/>
    <w:rsid w:val="00E40024"/>
    <w:rsid w:val="00E40177"/>
    <w:rsid w:val="00E40DB8"/>
    <w:rsid w:val="00E41385"/>
    <w:rsid w:val="00E418A9"/>
    <w:rsid w:val="00E41FBA"/>
    <w:rsid w:val="00E42975"/>
    <w:rsid w:val="00E45410"/>
    <w:rsid w:val="00E458E7"/>
    <w:rsid w:val="00E45B7E"/>
    <w:rsid w:val="00E45BF4"/>
    <w:rsid w:val="00E45D94"/>
    <w:rsid w:val="00E461E1"/>
    <w:rsid w:val="00E46590"/>
    <w:rsid w:val="00E46DC7"/>
    <w:rsid w:val="00E4702D"/>
    <w:rsid w:val="00E470DC"/>
    <w:rsid w:val="00E47992"/>
    <w:rsid w:val="00E47BCF"/>
    <w:rsid w:val="00E50740"/>
    <w:rsid w:val="00E507FE"/>
    <w:rsid w:val="00E50FAA"/>
    <w:rsid w:val="00E51138"/>
    <w:rsid w:val="00E511C8"/>
    <w:rsid w:val="00E516CB"/>
    <w:rsid w:val="00E5346E"/>
    <w:rsid w:val="00E53D8E"/>
    <w:rsid w:val="00E54B39"/>
    <w:rsid w:val="00E54CD3"/>
    <w:rsid w:val="00E54D09"/>
    <w:rsid w:val="00E5512D"/>
    <w:rsid w:val="00E5550A"/>
    <w:rsid w:val="00E5591E"/>
    <w:rsid w:val="00E55995"/>
    <w:rsid w:val="00E562D2"/>
    <w:rsid w:val="00E56377"/>
    <w:rsid w:val="00E56515"/>
    <w:rsid w:val="00E57887"/>
    <w:rsid w:val="00E579BC"/>
    <w:rsid w:val="00E57D8D"/>
    <w:rsid w:val="00E60274"/>
    <w:rsid w:val="00E60613"/>
    <w:rsid w:val="00E611FF"/>
    <w:rsid w:val="00E61C38"/>
    <w:rsid w:val="00E631E7"/>
    <w:rsid w:val="00E63283"/>
    <w:rsid w:val="00E63AAF"/>
    <w:rsid w:val="00E63BA9"/>
    <w:rsid w:val="00E63E51"/>
    <w:rsid w:val="00E65934"/>
    <w:rsid w:val="00E65A44"/>
    <w:rsid w:val="00E65CB2"/>
    <w:rsid w:val="00E65E59"/>
    <w:rsid w:val="00E664C3"/>
    <w:rsid w:val="00E6652A"/>
    <w:rsid w:val="00E66723"/>
    <w:rsid w:val="00E6681A"/>
    <w:rsid w:val="00E66A21"/>
    <w:rsid w:val="00E67399"/>
    <w:rsid w:val="00E678FA"/>
    <w:rsid w:val="00E71B31"/>
    <w:rsid w:val="00E72763"/>
    <w:rsid w:val="00E732E2"/>
    <w:rsid w:val="00E73570"/>
    <w:rsid w:val="00E73944"/>
    <w:rsid w:val="00E74DC0"/>
    <w:rsid w:val="00E74E0B"/>
    <w:rsid w:val="00E7525C"/>
    <w:rsid w:val="00E757BA"/>
    <w:rsid w:val="00E764E9"/>
    <w:rsid w:val="00E7766F"/>
    <w:rsid w:val="00E776F9"/>
    <w:rsid w:val="00E7789C"/>
    <w:rsid w:val="00E77A94"/>
    <w:rsid w:val="00E77C04"/>
    <w:rsid w:val="00E805D9"/>
    <w:rsid w:val="00E80B59"/>
    <w:rsid w:val="00E81138"/>
    <w:rsid w:val="00E81538"/>
    <w:rsid w:val="00E81E05"/>
    <w:rsid w:val="00E82934"/>
    <w:rsid w:val="00E832E1"/>
    <w:rsid w:val="00E8374D"/>
    <w:rsid w:val="00E83BE4"/>
    <w:rsid w:val="00E84D78"/>
    <w:rsid w:val="00E84DEE"/>
    <w:rsid w:val="00E85120"/>
    <w:rsid w:val="00E8530E"/>
    <w:rsid w:val="00E860E7"/>
    <w:rsid w:val="00E90200"/>
    <w:rsid w:val="00E90746"/>
    <w:rsid w:val="00E90B0D"/>
    <w:rsid w:val="00E90D2E"/>
    <w:rsid w:val="00E9168A"/>
    <w:rsid w:val="00E92909"/>
    <w:rsid w:val="00E9296A"/>
    <w:rsid w:val="00E92A3C"/>
    <w:rsid w:val="00E92EE3"/>
    <w:rsid w:val="00E92FAE"/>
    <w:rsid w:val="00E931C7"/>
    <w:rsid w:val="00E946E1"/>
    <w:rsid w:val="00E958E5"/>
    <w:rsid w:val="00E95A7A"/>
    <w:rsid w:val="00E96015"/>
    <w:rsid w:val="00E964BA"/>
    <w:rsid w:val="00E97BFC"/>
    <w:rsid w:val="00E97F42"/>
    <w:rsid w:val="00EA0A0A"/>
    <w:rsid w:val="00EA0D1A"/>
    <w:rsid w:val="00EA0EDA"/>
    <w:rsid w:val="00EA1322"/>
    <w:rsid w:val="00EA1B84"/>
    <w:rsid w:val="00EA1C54"/>
    <w:rsid w:val="00EA205E"/>
    <w:rsid w:val="00EA2908"/>
    <w:rsid w:val="00EA365C"/>
    <w:rsid w:val="00EA3EC1"/>
    <w:rsid w:val="00EA4755"/>
    <w:rsid w:val="00EA4CD9"/>
    <w:rsid w:val="00EA4F8E"/>
    <w:rsid w:val="00EA527E"/>
    <w:rsid w:val="00EA5496"/>
    <w:rsid w:val="00EA5CB1"/>
    <w:rsid w:val="00EA61D0"/>
    <w:rsid w:val="00EA6A5B"/>
    <w:rsid w:val="00EA6E7C"/>
    <w:rsid w:val="00EA727D"/>
    <w:rsid w:val="00EA76CB"/>
    <w:rsid w:val="00EA7E50"/>
    <w:rsid w:val="00EA7F64"/>
    <w:rsid w:val="00EB0F21"/>
    <w:rsid w:val="00EB1536"/>
    <w:rsid w:val="00EB2188"/>
    <w:rsid w:val="00EB32A6"/>
    <w:rsid w:val="00EB3A83"/>
    <w:rsid w:val="00EB3CF1"/>
    <w:rsid w:val="00EB414D"/>
    <w:rsid w:val="00EB4349"/>
    <w:rsid w:val="00EB485C"/>
    <w:rsid w:val="00EB48A6"/>
    <w:rsid w:val="00EB4927"/>
    <w:rsid w:val="00EB4CE5"/>
    <w:rsid w:val="00EB5C33"/>
    <w:rsid w:val="00EB602D"/>
    <w:rsid w:val="00EB66FD"/>
    <w:rsid w:val="00EB70B6"/>
    <w:rsid w:val="00EB76E3"/>
    <w:rsid w:val="00EB7795"/>
    <w:rsid w:val="00EC0231"/>
    <w:rsid w:val="00EC1BBA"/>
    <w:rsid w:val="00EC201B"/>
    <w:rsid w:val="00EC2B18"/>
    <w:rsid w:val="00EC32EC"/>
    <w:rsid w:val="00EC399B"/>
    <w:rsid w:val="00EC42E9"/>
    <w:rsid w:val="00EC4AD2"/>
    <w:rsid w:val="00EC5385"/>
    <w:rsid w:val="00EC577F"/>
    <w:rsid w:val="00EC5B0A"/>
    <w:rsid w:val="00EC62A5"/>
    <w:rsid w:val="00EC6687"/>
    <w:rsid w:val="00EC6FF8"/>
    <w:rsid w:val="00ED0095"/>
    <w:rsid w:val="00ED093A"/>
    <w:rsid w:val="00ED1050"/>
    <w:rsid w:val="00ED1066"/>
    <w:rsid w:val="00ED15DA"/>
    <w:rsid w:val="00ED2503"/>
    <w:rsid w:val="00ED2B86"/>
    <w:rsid w:val="00ED35DE"/>
    <w:rsid w:val="00ED412C"/>
    <w:rsid w:val="00ED4D34"/>
    <w:rsid w:val="00ED5433"/>
    <w:rsid w:val="00ED5B74"/>
    <w:rsid w:val="00ED7251"/>
    <w:rsid w:val="00ED75BF"/>
    <w:rsid w:val="00ED76CC"/>
    <w:rsid w:val="00EE024A"/>
    <w:rsid w:val="00EE0333"/>
    <w:rsid w:val="00EE0D21"/>
    <w:rsid w:val="00EE122D"/>
    <w:rsid w:val="00EE13F8"/>
    <w:rsid w:val="00EE1579"/>
    <w:rsid w:val="00EE1812"/>
    <w:rsid w:val="00EE1DB5"/>
    <w:rsid w:val="00EE3396"/>
    <w:rsid w:val="00EE3627"/>
    <w:rsid w:val="00EE460B"/>
    <w:rsid w:val="00EE4AE8"/>
    <w:rsid w:val="00EE5368"/>
    <w:rsid w:val="00EE55D2"/>
    <w:rsid w:val="00EE5A4F"/>
    <w:rsid w:val="00EE600F"/>
    <w:rsid w:val="00EE61D4"/>
    <w:rsid w:val="00EE6550"/>
    <w:rsid w:val="00EE6D7B"/>
    <w:rsid w:val="00EE7894"/>
    <w:rsid w:val="00EF0A04"/>
    <w:rsid w:val="00EF0C32"/>
    <w:rsid w:val="00EF0CB7"/>
    <w:rsid w:val="00EF0EF7"/>
    <w:rsid w:val="00EF1450"/>
    <w:rsid w:val="00EF1A08"/>
    <w:rsid w:val="00EF2558"/>
    <w:rsid w:val="00EF2D34"/>
    <w:rsid w:val="00EF2D88"/>
    <w:rsid w:val="00EF37CF"/>
    <w:rsid w:val="00EF4F83"/>
    <w:rsid w:val="00EF52AB"/>
    <w:rsid w:val="00EF5577"/>
    <w:rsid w:val="00EF5717"/>
    <w:rsid w:val="00EF5880"/>
    <w:rsid w:val="00EF5D65"/>
    <w:rsid w:val="00EF62CA"/>
    <w:rsid w:val="00EF6332"/>
    <w:rsid w:val="00F00560"/>
    <w:rsid w:val="00F00A93"/>
    <w:rsid w:val="00F0127A"/>
    <w:rsid w:val="00F017AC"/>
    <w:rsid w:val="00F021D8"/>
    <w:rsid w:val="00F023B6"/>
    <w:rsid w:val="00F024DA"/>
    <w:rsid w:val="00F03198"/>
    <w:rsid w:val="00F0575C"/>
    <w:rsid w:val="00F05A33"/>
    <w:rsid w:val="00F06B5E"/>
    <w:rsid w:val="00F06E19"/>
    <w:rsid w:val="00F06FBF"/>
    <w:rsid w:val="00F07A08"/>
    <w:rsid w:val="00F10ABB"/>
    <w:rsid w:val="00F115F9"/>
    <w:rsid w:val="00F11614"/>
    <w:rsid w:val="00F138FA"/>
    <w:rsid w:val="00F1459A"/>
    <w:rsid w:val="00F14918"/>
    <w:rsid w:val="00F14DF3"/>
    <w:rsid w:val="00F15806"/>
    <w:rsid w:val="00F158F3"/>
    <w:rsid w:val="00F168BB"/>
    <w:rsid w:val="00F16AD8"/>
    <w:rsid w:val="00F17295"/>
    <w:rsid w:val="00F17F53"/>
    <w:rsid w:val="00F21FA4"/>
    <w:rsid w:val="00F22366"/>
    <w:rsid w:val="00F22CD5"/>
    <w:rsid w:val="00F22D60"/>
    <w:rsid w:val="00F237D5"/>
    <w:rsid w:val="00F23878"/>
    <w:rsid w:val="00F23AAE"/>
    <w:rsid w:val="00F24015"/>
    <w:rsid w:val="00F248FF"/>
    <w:rsid w:val="00F24982"/>
    <w:rsid w:val="00F250C6"/>
    <w:rsid w:val="00F252E2"/>
    <w:rsid w:val="00F25D7D"/>
    <w:rsid w:val="00F26C2E"/>
    <w:rsid w:val="00F27E41"/>
    <w:rsid w:val="00F27E83"/>
    <w:rsid w:val="00F27EAE"/>
    <w:rsid w:val="00F3023F"/>
    <w:rsid w:val="00F30400"/>
    <w:rsid w:val="00F309E1"/>
    <w:rsid w:val="00F30D26"/>
    <w:rsid w:val="00F314CB"/>
    <w:rsid w:val="00F314E3"/>
    <w:rsid w:val="00F321FA"/>
    <w:rsid w:val="00F328D1"/>
    <w:rsid w:val="00F32E3F"/>
    <w:rsid w:val="00F34B20"/>
    <w:rsid w:val="00F3527E"/>
    <w:rsid w:val="00F355E4"/>
    <w:rsid w:val="00F356AD"/>
    <w:rsid w:val="00F358E9"/>
    <w:rsid w:val="00F35DFD"/>
    <w:rsid w:val="00F364A3"/>
    <w:rsid w:val="00F365AE"/>
    <w:rsid w:val="00F37093"/>
    <w:rsid w:val="00F40CEF"/>
    <w:rsid w:val="00F4143E"/>
    <w:rsid w:val="00F439FE"/>
    <w:rsid w:val="00F43A76"/>
    <w:rsid w:val="00F43FFC"/>
    <w:rsid w:val="00F44100"/>
    <w:rsid w:val="00F44902"/>
    <w:rsid w:val="00F45491"/>
    <w:rsid w:val="00F4585D"/>
    <w:rsid w:val="00F46D31"/>
    <w:rsid w:val="00F475BA"/>
    <w:rsid w:val="00F47766"/>
    <w:rsid w:val="00F50D81"/>
    <w:rsid w:val="00F51566"/>
    <w:rsid w:val="00F51650"/>
    <w:rsid w:val="00F529E9"/>
    <w:rsid w:val="00F52DE6"/>
    <w:rsid w:val="00F53429"/>
    <w:rsid w:val="00F53C04"/>
    <w:rsid w:val="00F53F48"/>
    <w:rsid w:val="00F5621F"/>
    <w:rsid w:val="00F56430"/>
    <w:rsid w:val="00F56AD5"/>
    <w:rsid w:val="00F57759"/>
    <w:rsid w:val="00F577A7"/>
    <w:rsid w:val="00F603C2"/>
    <w:rsid w:val="00F60493"/>
    <w:rsid w:val="00F61451"/>
    <w:rsid w:val="00F617EC"/>
    <w:rsid w:val="00F621E0"/>
    <w:rsid w:val="00F628EE"/>
    <w:rsid w:val="00F631B4"/>
    <w:rsid w:val="00F6367A"/>
    <w:rsid w:val="00F6475A"/>
    <w:rsid w:val="00F64E78"/>
    <w:rsid w:val="00F6549B"/>
    <w:rsid w:val="00F65C18"/>
    <w:rsid w:val="00F66E9B"/>
    <w:rsid w:val="00F66F4C"/>
    <w:rsid w:val="00F673C0"/>
    <w:rsid w:val="00F70DB9"/>
    <w:rsid w:val="00F71413"/>
    <w:rsid w:val="00F72998"/>
    <w:rsid w:val="00F72D52"/>
    <w:rsid w:val="00F73279"/>
    <w:rsid w:val="00F73908"/>
    <w:rsid w:val="00F73C01"/>
    <w:rsid w:val="00F74C0C"/>
    <w:rsid w:val="00F751AE"/>
    <w:rsid w:val="00F76534"/>
    <w:rsid w:val="00F76C4F"/>
    <w:rsid w:val="00F76C50"/>
    <w:rsid w:val="00F7717D"/>
    <w:rsid w:val="00F7788D"/>
    <w:rsid w:val="00F802B9"/>
    <w:rsid w:val="00F80366"/>
    <w:rsid w:val="00F80A77"/>
    <w:rsid w:val="00F80D53"/>
    <w:rsid w:val="00F8182E"/>
    <w:rsid w:val="00F81956"/>
    <w:rsid w:val="00F81A33"/>
    <w:rsid w:val="00F81AC6"/>
    <w:rsid w:val="00F82094"/>
    <w:rsid w:val="00F83633"/>
    <w:rsid w:val="00F8419C"/>
    <w:rsid w:val="00F84241"/>
    <w:rsid w:val="00F85D68"/>
    <w:rsid w:val="00F85D9F"/>
    <w:rsid w:val="00F87463"/>
    <w:rsid w:val="00F9048E"/>
    <w:rsid w:val="00F905CA"/>
    <w:rsid w:val="00F913CD"/>
    <w:rsid w:val="00F91459"/>
    <w:rsid w:val="00F9209F"/>
    <w:rsid w:val="00F927D8"/>
    <w:rsid w:val="00F9285D"/>
    <w:rsid w:val="00F932E6"/>
    <w:rsid w:val="00F936E4"/>
    <w:rsid w:val="00F938E1"/>
    <w:rsid w:val="00F96380"/>
    <w:rsid w:val="00F97A0B"/>
    <w:rsid w:val="00F97C0A"/>
    <w:rsid w:val="00FA133B"/>
    <w:rsid w:val="00FA41CF"/>
    <w:rsid w:val="00FA42AD"/>
    <w:rsid w:val="00FA5496"/>
    <w:rsid w:val="00FA56DE"/>
    <w:rsid w:val="00FA6E7A"/>
    <w:rsid w:val="00FA6F0D"/>
    <w:rsid w:val="00FA71AA"/>
    <w:rsid w:val="00FA76A0"/>
    <w:rsid w:val="00FB081C"/>
    <w:rsid w:val="00FB0961"/>
    <w:rsid w:val="00FB12E5"/>
    <w:rsid w:val="00FB1445"/>
    <w:rsid w:val="00FB177A"/>
    <w:rsid w:val="00FB1A30"/>
    <w:rsid w:val="00FB1D7F"/>
    <w:rsid w:val="00FB301F"/>
    <w:rsid w:val="00FB324A"/>
    <w:rsid w:val="00FB3BD5"/>
    <w:rsid w:val="00FB3CCD"/>
    <w:rsid w:val="00FB460D"/>
    <w:rsid w:val="00FB4860"/>
    <w:rsid w:val="00FB4A9B"/>
    <w:rsid w:val="00FB5847"/>
    <w:rsid w:val="00FB5C93"/>
    <w:rsid w:val="00FB71F8"/>
    <w:rsid w:val="00FC0110"/>
    <w:rsid w:val="00FC0991"/>
    <w:rsid w:val="00FC0ACB"/>
    <w:rsid w:val="00FC0F7E"/>
    <w:rsid w:val="00FC1ACD"/>
    <w:rsid w:val="00FC1DBC"/>
    <w:rsid w:val="00FC207F"/>
    <w:rsid w:val="00FC2563"/>
    <w:rsid w:val="00FC28AE"/>
    <w:rsid w:val="00FC31D8"/>
    <w:rsid w:val="00FC3A64"/>
    <w:rsid w:val="00FC3BB7"/>
    <w:rsid w:val="00FC442D"/>
    <w:rsid w:val="00FC44C5"/>
    <w:rsid w:val="00FC63BB"/>
    <w:rsid w:val="00FC6E88"/>
    <w:rsid w:val="00FC7317"/>
    <w:rsid w:val="00FD06AD"/>
    <w:rsid w:val="00FD083E"/>
    <w:rsid w:val="00FD1062"/>
    <w:rsid w:val="00FD109E"/>
    <w:rsid w:val="00FD1A95"/>
    <w:rsid w:val="00FD1E39"/>
    <w:rsid w:val="00FD27EA"/>
    <w:rsid w:val="00FD2E44"/>
    <w:rsid w:val="00FD4A45"/>
    <w:rsid w:val="00FD4C8E"/>
    <w:rsid w:val="00FD5FAA"/>
    <w:rsid w:val="00FD6513"/>
    <w:rsid w:val="00FD6703"/>
    <w:rsid w:val="00FD6D66"/>
    <w:rsid w:val="00FD6E2B"/>
    <w:rsid w:val="00FD7DED"/>
    <w:rsid w:val="00FD7DF0"/>
    <w:rsid w:val="00FE06F1"/>
    <w:rsid w:val="00FE0D89"/>
    <w:rsid w:val="00FE1392"/>
    <w:rsid w:val="00FE197B"/>
    <w:rsid w:val="00FE1B5A"/>
    <w:rsid w:val="00FE3DAD"/>
    <w:rsid w:val="00FE4066"/>
    <w:rsid w:val="00FE58D7"/>
    <w:rsid w:val="00FE5E77"/>
    <w:rsid w:val="00FE65FF"/>
    <w:rsid w:val="00FE737E"/>
    <w:rsid w:val="00FE79A1"/>
    <w:rsid w:val="00FF1708"/>
    <w:rsid w:val="00FF1BD3"/>
    <w:rsid w:val="00FF2489"/>
    <w:rsid w:val="00FF2857"/>
    <w:rsid w:val="00FF36E1"/>
    <w:rsid w:val="00FF3A0E"/>
    <w:rsid w:val="00FF4279"/>
    <w:rsid w:val="00FF4455"/>
    <w:rsid w:val="00FF5117"/>
    <w:rsid w:val="00FF5181"/>
    <w:rsid w:val="00FF53FA"/>
    <w:rsid w:val="00FF5858"/>
    <w:rsid w:val="00FF6239"/>
    <w:rsid w:val="00FF6C10"/>
    <w:rsid w:val="00FF791C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A6"/>
    <w:pPr>
      <w:spacing w:after="200" w:line="276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uiPriority w:val="99"/>
    <w:rsid w:val="007956B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2B340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8E6AE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8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5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71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7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96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6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627</TotalTime>
  <Pages>3</Pages>
  <Words>1483</Words>
  <Characters>8455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bia.lib</dc:creator>
  <cp:keywords/>
  <dc:description/>
  <cp:lastModifiedBy>ken.lib</cp:lastModifiedBy>
  <cp:revision>117</cp:revision>
  <cp:lastPrinted>2014-06-17T01:41:00Z</cp:lastPrinted>
  <dcterms:created xsi:type="dcterms:W3CDTF">2013-11-15T04:10:00Z</dcterms:created>
  <dcterms:modified xsi:type="dcterms:W3CDTF">2014-06-19T02:19:00Z</dcterms:modified>
</cp:coreProperties>
</file>